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877F" w14:textId="77777777" w:rsidR="00C679DE" w:rsidRPr="004942E5" w:rsidRDefault="00C679DE" w:rsidP="00C82045">
      <w:pPr>
        <w:jc w:val="center"/>
        <w:rPr>
          <w:b/>
          <w:bCs/>
          <w:sz w:val="22"/>
          <w:szCs w:val="22"/>
        </w:rPr>
      </w:pPr>
    </w:p>
    <w:p w14:paraId="2FCFF931" w14:textId="77777777" w:rsidR="00C679DE" w:rsidRPr="004942E5" w:rsidRDefault="00C679DE" w:rsidP="00C82045">
      <w:pPr>
        <w:jc w:val="center"/>
        <w:rPr>
          <w:b/>
          <w:bCs/>
          <w:sz w:val="22"/>
          <w:szCs w:val="22"/>
        </w:rPr>
      </w:pPr>
    </w:p>
    <w:p w14:paraId="5897A67D" w14:textId="77777777" w:rsidR="00C679DE" w:rsidRPr="004942E5" w:rsidRDefault="00C679DE" w:rsidP="00C82045">
      <w:pPr>
        <w:jc w:val="center"/>
        <w:rPr>
          <w:b/>
          <w:bCs/>
          <w:sz w:val="22"/>
          <w:szCs w:val="22"/>
        </w:rPr>
        <w:sectPr w:rsidR="00C679DE" w:rsidRPr="004942E5" w:rsidSect="00B923F1">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4CDAF382" w14:textId="77777777" w:rsidR="00C679DE" w:rsidRPr="004942E5" w:rsidRDefault="00C679DE" w:rsidP="00C82045">
      <w:pPr>
        <w:jc w:val="center"/>
        <w:rPr>
          <w:b/>
          <w:bCs/>
          <w:sz w:val="22"/>
          <w:szCs w:val="22"/>
        </w:rPr>
      </w:pPr>
    </w:p>
    <w:p w14:paraId="06BCA3DD" w14:textId="69DE9614" w:rsidR="00C679DE" w:rsidRPr="004942E5" w:rsidRDefault="00C679DE" w:rsidP="00C82045">
      <w:pPr>
        <w:jc w:val="center"/>
        <w:rPr>
          <w:b/>
          <w:bCs/>
          <w:sz w:val="22"/>
          <w:szCs w:val="22"/>
        </w:rPr>
      </w:pPr>
      <w:r w:rsidRPr="004942E5">
        <w:rPr>
          <w:b/>
          <w:bCs/>
          <w:sz w:val="22"/>
          <w:szCs w:val="22"/>
        </w:rPr>
        <w:t>METSAMAT</w:t>
      </w:r>
      <w:r w:rsidR="00FA04AD" w:rsidRPr="004942E5">
        <w:rPr>
          <w:b/>
          <w:bCs/>
          <w:sz w:val="22"/>
          <w:szCs w:val="22"/>
        </w:rPr>
        <w:t>ERJALI MÜÜGILEPING nr 3-3.6.1/</w:t>
      </w:r>
      <w:r w:rsidR="00957CB2" w:rsidRPr="004942E5">
        <w:rPr>
          <w:b/>
          <w:bCs/>
          <w:sz w:val="22"/>
          <w:szCs w:val="22"/>
        </w:rPr>
        <w:t>202</w:t>
      </w:r>
      <w:r w:rsidR="00A62821">
        <w:rPr>
          <w:b/>
          <w:bCs/>
          <w:sz w:val="22"/>
          <w:szCs w:val="22"/>
        </w:rPr>
        <w:t>5</w:t>
      </w:r>
      <w:r w:rsidR="00957CB2" w:rsidRPr="004942E5">
        <w:rPr>
          <w:b/>
          <w:bCs/>
          <w:sz w:val="22"/>
          <w:szCs w:val="22"/>
        </w:rPr>
        <w:t>/</w:t>
      </w:r>
      <w:r w:rsidR="00A62821">
        <w:rPr>
          <w:b/>
          <w:bCs/>
          <w:sz w:val="22"/>
          <w:szCs w:val="22"/>
        </w:rPr>
        <w:t>8</w:t>
      </w:r>
    </w:p>
    <w:p w14:paraId="0DE6FC67" w14:textId="77777777" w:rsidR="00C679DE" w:rsidRPr="004942E5" w:rsidRDefault="00C679DE" w:rsidP="00C82045">
      <w:pPr>
        <w:jc w:val="center"/>
        <w:rPr>
          <w:b/>
          <w:sz w:val="22"/>
          <w:szCs w:val="22"/>
        </w:rPr>
      </w:pPr>
    </w:p>
    <w:p w14:paraId="716DA7D9" w14:textId="21C8BA00" w:rsidR="00C679DE" w:rsidRPr="004942E5" w:rsidRDefault="00C679DE">
      <w:pPr>
        <w:rPr>
          <w:sz w:val="22"/>
          <w:szCs w:val="22"/>
        </w:rPr>
      </w:pPr>
      <w:r w:rsidRPr="004942E5">
        <w:rPr>
          <w:sz w:val="22"/>
          <w:szCs w:val="22"/>
        </w:rPr>
        <w:tab/>
      </w:r>
      <w:r w:rsidRPr="004942E5">
        <w:rPr>
          <w:sz w:val="22"/>
          <w:szCs w:val="22"/>
        </w:rPr>
        <w:tab/>
      </w:r>
      <w:r w:rsidRPr="004942E5">
        <w:rPr>
          <w:sz w:val="22"/>
          <w:szCs w:val="22"/>
        </w:rPr>
        <w:tab/>
      </w:r>
      <w:r w:rsidRPr="004942E5">
        <w:rPr>
          <w:sz w:val="22"/>
          <w:szCs w:val="22"/>
        </w:rPr>
        <w:tab/>
      </w:r>
      <w:r w:rsidRPr="004942E5">
        <w:rPr>
          <w:sz w:val="22"/>
          <w:szCs w:val="22"/>
        </w:rPr>
        <w:tab/>
      </w:r>
      <w:r w:rsidRPr="004942E5">
        <w:rPr>
          <w:sz w:val="22"/>
          <w:szCs w:val="22"/>
        </w:rPr>
        <w:tab/>
        <w:t>/kuupäev vastavalt hilisemale digitaalallkirja kuupäevale/</w:t>
      </w:r>
    </w:p>
    <w:p w14:paraId="16CD2506" w14:textId="77777777" w:rsidR="001550C6" w:rsidRPr="004942E5" w:rsidRDefault="001550C6" w:rsidP="001550C6">
      <w:pPr>
        <w:rPr>
          <w:b/>
          <w:sz w:val="22"/>
          <w:szCs w:val="22"/>
        </w:rPr>
      </w:pPr>
      <w:r w:rsidRPr="004942E5">
        <w:rPr>
          <w:b/>
          <w:sz w:val="22"/>
          <w:szCs w:val="22"/>
        </w:rPr>
        <w:t xml:space="preserve">Müüja andmed </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4253"/>
        <w:gridCol w:w="3409"/>
      </w:tblGrid>
      <w:tr w:rsidR="001550C6" w:rsidRPr="004942E5" w14:paraId="66179972" w14:textId="77777777" w:rsidTr="00D85852">
        <w:tc>
          <w:tcPr>
            <w:tcW w:w="2268" w:type="dxa"/>
            <w:tcBorders>
              <w:top w:val="single" w:sz="4" w:space="0" w:color="auto"/>
              <w:left w:val="single" w:sz="4" w:space="0" w:color="auto"/>
              <w:bottom w:val="single" w:sz="4" w:space="0" w:color="auto"/>
              <w:right w:val="single" w:sz="4" w:space="0" w:color="auto"/>
            </w:tcBorders>
            <w:hideMark/>
          </w:tcPr>
          <w:p w14:paraId="57120DF4" w14:textId="77777777" w:rsidR="001550C6" w:rsidRPr="004942E5" w:rsidRDefault="001550C6" w:rsidP="00D85852">
            <w:pPr>
              <w:spacing w:line="276" w:lineRule="auto"/>
              <w:rPr>
                <w:b/>
                <w:bCs/>
                <w:sz w:val="22"/>
                <w:szCs w:val="22"/>
              </w:rPr>
            </w:pPr>
            <w:r w:rsidRPr="004942E5">
              <w:rPr>
                <w:b/>
                <w:bCs/>
                <w:sz w:val="22"/>
                <w:szCs w:val="22"/>
              </w:rPr>
              <w:t xml:space="preserve">Riigimetsa Majandamise Keskus (RMK) </w:t>
            </w:r>
          </w:p>
        </w:tc>
        <w:tc>
          <w:tcPr>
            <w:tcW w:w="4253" w:type="dxa"/>
            <w:tcBorders>
              <w:top w:val="single" w:sz="4" w:space="0" w:color="auto"/>
              <w:left w:val="single" w:sz="4" w:space="0" w:color="auto"/>
              <w:bottom w:val="single" w:sz="4" w:space="0" w:color="auto"/>
              <w:right w:val="single" w:sz="4" w:space="0" w:color="auto"/>
            </w:tcBorders>
            <w:hideMark/>
          </w:tcPr>
          <w:p w14:paraId="6AAE1B03" w14:textId="77777777" w:rsidR="001550C6" w:rsidRPr="004942E5" w:rsidRDefault="001550C6" w:rsidP="00D85852">
            <w:pPr>
              <w:spacing w:line="276" w:lineRule="auto"/>
              <w:rPr>
                <w:sz w:val="22"/>
                <w:szCs w:val="22"/>
              </w:rPr>
            </w:pPr>
            <w:r w:rsidRPr="004942E5">
              <w:rPr>
                <w:sz w:val="22"/>
                <w:szCs w:val="22"/>
              </w:rPr>
              <w:t>Registrikood 70004459</w:t>
            </w:r>
          </w:p>
          <w:p w14:paraId="344F25F8" w14:textId="78EF86CE" w:rsidR="001550C6" w:rsidRPr="004942E5" w:rsidRDefault="0030766C" w:rsidP="00D85852">
            <w:pPr>
              <w:spacing w:line="276" w:lineRule="auto"/>
              <w:rPr>
                <w:sz w:val="22"/>
                <w:szCs w:val="22"/>
              </w:rPr>
            </w:pPr>
            <w:r w:rsidRPr="004942E5">
              <w:rPr>
                <w:sz w:val="22"/>
                <w:szCs w:val="22"/>
              </w:rPr>
              <w:t xml:space="preserve">Mõisa/3, </w:t>
            </w:r>
            <w:r w:rsidR="001550C6" w:rsidRPr="004942E5">
              <w:rPr>
                <w:sz w:val="22"/>
                <w:szCs w:val="22"/>
              </w:rPr>
              <w:t xml:space="preserve">Sagadi küla, Haljala vald, 45403 </w:t>
            </w:r>
          </w:p>
          <w:p w14:paraId="5B7079CD" w14:textId="77777777" w:rsidR="001550C6" w:rsidRPr="004942E5" w:rsidRDefault="001550C6" w:rsidP="00D85852">
            <w:pPr>
              <w:spacing w:line="276" w:lineRule="auto"/>
              <w:rPr>
                <w:sz w:val="22"/>
                <w:szCs w:val="22"/>
              </w:rPr>
            </w:pPr>
            <w:r w:rsidRPr="004942E5">
              <w:rPr>
                <w:sz w:val="22"/>
                <w:szCs w:val="22"/>
              </w:rPr>
              <w:t>Lääne-Viru maakond</w:t>
            </w:r>
          </w:p>
        </w:tc>
        <w:tc>
          <w:tcPr>
            <w:tcW w:w="3409" w:type="dxa"/>
            <w:tcBorders>
              <w:top w:val="single" w:sz="4" w:space="0" w:color="auto"/>
              <w:left w:val="single" w:sz="4" w:space="0" w:color="auto"/>
              <w:bottom w:val="single" w:sz="4" w:space="0" w:color="auto"/>
              <w:right w:val="single" w:sz="4" w:space="0" w:color="auto"/>
            </w:tcBorders>
            <w:hideMark/>
          </w:tcPr>
          <w:p w14:paraId="04FD9E18" w14:textId="77777777" w:rsidR="001550C6" w:rsidRPr="004942E5" w:rsidRDefault="001550C6" w:rsidP="00D85852">
            <w:pPr>
              <w:spacing w:line="276" w:lineRule="auto"/>
              <w:rPr>
                <w:sz w:val="22"/>
                <w:szCs w:val="22"/>
              </w:rPr>
            </w:pPr>
            <w:r w:rsidRPr="004942E5">
              <w:rPr>
                <w:sz w:val="22"/>
                <w:szCs w:val="22"/>
              </w:rPr>
              <w:t>Tel   676 7500</w:t>
            </w:r>
          </w:p>
          <w:p w14:paraId="10A6B26C" w14:textId="77777777" w:rsidR="001550C6" w:rsidRPr="004942E5" w:rsidRDefault="00000000" w:rsidP="00D85852">
            <w:pPr>
              <w:spacing w:line="276" w:lineRule="auto"/>
              <w:rPr>
                <w:sz w:val="22"/>
                <w:szCs w:val="22"/>
              </w:rPr>
            </w:pPr>
            <w:hyperlink r:id="rId11" w:history="1">
              <w:r w:rsidR="001550C6" w:rsidRPr="004942E5">
                <w:rPr>
                  <w:color w:val="0000FF"/>
                  <w:sz w:val="22"/>
                  <w:szCs w:val="22"/>
                  <w:u w:val="single"/>
                </w:rPr>
                <w:t>www.rmk.ee</w:t>
              </w:r>
            </w:hyperlink>
            <w:r w:rsidR="001550C6" w:rsidRPr="004942E5">
              <w:rPr>
                <w:sz w:val="22"/>
                <w:szCs w:val="22"/>
              </w:rPr>
              <w:t xml:space="preserve"> </w:t>
            </w:r>
          </w:p>
        </w:tc>
      </w:tr>
      <w:tr w:rsidR="0030766C" w:rsidRPr="004942E5" w14:paraId="5BBA6E03" w14:textId="77777777" w:rsidTr="00D85852">
        <w:tc>
          <w:tcPr>
            <w:tcW w:w="2268" w:type="dxa"/>
            <w:tcBorders>
              <w:top w:val="single" w:sz="4" w:space="0" w:color="auto"/>
              <w:left w:val="single" w:sz="4" w:space="0" w:color="auto"/>
              <w:bottom w:val="single" w:sz="4" w:space="0" w:color="auto"/>
              <w:right w:val="single" w:sz="4" w:space="0" w:color="auto"/>
            </w:tcBorders>
            <w:hideMark/>
          </w:tcPr>
          <w:p w14:paraId="32669DCE" w14:textId="0801DFF5" w:rsidR="0030766C" w:rsidRPr="004942E5" w:rsidRDefault="0030766C" w:rsidP="0030766C">
            <w:pPr>
              <w:spacing w:line="276" w:lineRule="auto"/>
              <w:rPr>
                <w:sz w:val="22"/>
                <w:szCs w:val="22"/>
              </w:rPr>
            </w:pPr>
            <w:r w:rsidRPr="004942E5">
              <w:rPr>
                <w:sz w:val="22"/>
                <w:szCs w:val="22"/>
              </w:rPr>
              <w:t>Esindaja</w:t>
            </w:r>
          </w:p>
        </w:tc>
        <w:tc>
          <w:tcPr>
            <w:tcW w:w="4253" w:type="dxa"/>
            <w:tcBorders>
              <w:top w:val="single" w:sz="4" w:space="0" w:color="auto"/>
              <w:left w:val="single" w:sz="4" w:space="0" w:color="auto"/>
              <w:bottom w:val="single" w:sz="4" w:space="0" w:color="auto"/>
              <w:right w:val="single" w:sz="4" w:space="0" w:color="auto"/>
            </w:tcBorders>
            <w:hideMark/>
          </w:tcPr>
          <w:p w14:paraId="25C0B730" w14:textId="41A6B358" w:rsidR="0030766C" w:rsidRPr="004942E5" w:rsidRDefault="0030766C" w:rsidP="004942E5">
            <w:pPr>
              <w:rPr>
                <w:sz w:val="22"/>
                <w:szCs w:val="22"/>
              </w:rPr>
            </w:pPr>
            <w:r w:rsidRPr="004942E5">
              <w:rPr>
                <w:sz w:val="22"/>
                <w:szCs w:val="22"/>
              </w:rPr>
              <w:t xml:space="preserve">Puiduturustusosakonna </w:t>
            </w:r>
            <w:r w:rsidR="004942E5">
              <w:rPr>
                <w:sz w:val="22"/>
                <w:szCs w:val="22"/>
              </w:rPr>
              <w:t>turustuse peaspetsialist Urmas Treial</w:t>
            </w:r>
          </w:p>
        </w:tc>
        <w:tc>
          <w:tcPr>
            <w:tcW w:w="3409" w:type="dxa"/>
            <w:tcBorders>
              <w:top w:val="single" w:sz="4" w:space="0" w:color="auto"/>
              <w:left w:val="single" w:sz="4" w:space="0" w:color="auto"/>
              <w:bottom w:val="single" w:sz="4" w:space="0" w:color="auto"/>
              <w:right w:val="single" w:sz="4" w:space="0" w:color="auto"/>
            </w:tcBorders>
            <w:hideMark/>
          </w:tcPr>
          <w:p w14:paraId="4E08CFF9" w14:textId="1F417EDE" w:rsidR="004942E5" w:rsidRDefault="004942E5" w:rsidP="0030766C">
            <w:pPr>
              <w:rPr>
                <w:sz w:val="22"/>
                <w:szCs w:val="22"/>
              </w:rPr>
            </w:pPr>
            <w:r>
              <w:rPr>
                <w:sz w:val="22"/>
                <w:szCs w:val="22"/>
              </w:rPr>
              <w:t>Tel 503 3396</w:t>
            </w:r>
          </w:p>
          <w:p w14:paraId="1FB3213A" w14:textId="6EECCE0B" w:rsidR="0030766C" w:rsidRPr="004942E5" w:rsidRDefault="00000000" w:rsidP="0030766C">
            <w:pPr>
              <w:rPr>
                <w:sz w:val="22"/>
                <w:szCs w:val="22"/>
              </w:rPr>
            </w:pPr>
            <w:hyperlink r:id="rId12" w:history="1">
              <w:r w:rsidR="004942E5" w:rsidRPr="00413D22">
                <w:rPr>
                  <w:rStyle w:val="Hyperlink"/>
                  <w:sz w:val="22"/>
                  <w:szCs w:val="22"/>
                </w:rPr>
                <w:t>urmas.treial@rmk.ee</w:t>
              </w:r>
            </w:hyperlink>
          </w:p>
          <w:p w14:paraId="6D406D9F" w14:textId="66F3528F" w:rsidR="0030766C" w:rsidRPr="004942E5" w:rsidRDefault="0030766C" w:rsidP="0030766C">
            <w:pPr>
              <w:spacing w:line="276" w:lineRule="auto"/>
              <w:rPr>
                <w:sz w:val="22"/>
                <w:szCs w:val="22"/>
              </w:rPr>
            </w:pPr>
          </w:p>
        </w:tc>
      </w:tr>
      <w:tr w:rsidR="0030766C" w:rsidRPr="004942E5" w14:paraId="24CC2026" w14:textId="77777777" w:rsidTr="00D85852">
        <w:trPr>
          <w:cantSplit/>
        </w:trPr>
        <w:tc>
          <w:tcPr>
            <w:tcW w:w="9930" w:type="dxa"/>
            <w:gridSpan w:val="3"/>
            <w:tcBorders>
              <w:top w:val="single" w:sz="4" w:space="0" w:color="auto"/>
              <w:left w:val="single" w:sz="4" w:space="0" w:color="auto"/>
              <w:bottom w:val="single" w:sz="4" w:space="0" w:color="auto"/>
              <w:right w:val="single" w:sz="4" w:space="0" w:color="auto"/>
            </w:tcBorders>
            <w:hideMark/>
          </w:tcPr>
          <w:p w14:paraId="1A1B4FAB" w14:textId="61EEDBF3" w:rsidR="0030766C" w:rsidRPr="004942E5" w:rsidRDefault="0030766C" w:rsidP="0030766C">
            <w:pPr>
              <w:spacing w:line="276" w:lineRule="auto"/>
              <w:rPr>
                <w:sz w:val="22"/>
                <w:szCs w:val="22"/>
              </w:rPr>
            </w:pPr>
            <w:r w:rsidRPr="004942E5">
              <w:rPr>
                <w:sz w:val="22"/>
                <w:szCs w:val="22"/>
              </w:rPr>
              <w:t xml:space="preserve">Esindusõigus tuleneb (volitamise alus): </w:t>
            </w:r>
            <w:r w:rsidRPr="004942E5">
              <w:rPr>
                <w:bCs/>
                <w:sz w:val="22"/>
                <w:szCs w:val="22"/>
              </w:rPr>
              <w:t>RMK juhatuse liikme 11. mai 2023 käskkiri 1-5/41</w:t>
            </w:r>
          </w:p>
        </w:tc>
      </w:tr>
    </w:tbl>
    <w:p w14:paraId="45FA2127" w14:textId="77777777" w:rsidR="001550C6" w:rsidRPr="004942E5" w:rsidRDefault="001550C6" w:rsidP="001550C6">
      <w:pPr>
        <w:rPr>
          <w:b/>
          <w:sz w:val="22"/>
          <w:szCs w:val="22"/>
        </w:rPr>
      </w:pPr>
    </w:p>
    <w:p w14:paraId="27D6BCB8" w14:textId="77777777" w:rsidR="001550C6" w:rsidRPr="004942E5" w:rsidRDefault="001550C6" w:rsidP="001550C6">
      <w:pPr>
        <w:rPr>
          <w:b/>
          <w:sz w:val="22"/>
          <w:szCs w:val="22"/>
        </w:rPr>
      </w:pPr>
      <w:r w:rsidRPr="004942E5">
        <w:rPr>
          <w:b/>
          <w:sz w:val="22"/>
          <w:szCs w:val="22"/>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4253"/>
        <w:gridCol w:w="3402"/>
      </w:tblGrid>
      <w:tr w:rsidR="001550C6" w:rsidRPr="004942E5" w14:paraId="1E1745BD" w14:textId="77777777" w:rsidTr="00D85852">
        <w:tc>
          <w:tcPr>
            <w:tcW w:w="2268" w:type="dxa"/>
          </w:tcPr>
          <w:p w14:paraId="7412B9BB" w14:textId="77777777" w:rsidR="001550C6" w:rsidRPr="004942E5" w:rsidRDefault="001550C6" w:rsidP="00D85852">
            <w:pPr>
              <w:rPr>
                <w:b/>
                <w:sz w:val="22"/>
                <w:szCs w:val="22"/>
              </w:rPr>
            </w:pPr>
            <w:proofErr w:type="spellStart"/>
            <w:r w:rsidRPr="004942E5">
              <w:rPr>
                <w:b/>
                <w:sz w:val="22"/>
                <w:szCs w:val="22"/>
              </w:rPr>
              <w:t>Holmen</w:t>
            </w:r>
            <w:proofErr w:type="spellEnd"/>
            <w:r w:rsidRPr="004942E5">
              <w:rPr>
                <w:b/>
                <w:sz w:val="22"/>
                <w:szCs w:val="22"/>
              </w:rPr>
              <w:t xml:space="preserve"> Mets AS</w:t>
            </w:r>
          </w:p>
        </w:tc>
        <w:tc>
          <w:tcPr>
            <w:tcW w:w="4253" w:type="dxa"/>
          </w:tcPr>
          <w:p w14:paraId="0D6C2170" w14:textId="77777777" w:rsidR="001550C6" w:rsidRPr="004942E5" w:rsidRDefault="001550C6" w:rsidP="00D85852">
            <w:pPr>
              <w:rPr>
                <w:sz w:val="22"/>
                <w:szCs w:val="22"/>
              </w:rPr>
            </w:pPr>
            <w:r w:rsidRPr="004942E5">
              <w:rPr>
                <w:sz w:val="22"/>
                <w:szCs w:val="22"/>
              </w:rPr>
              <w:t>Registrikood 10310575</w:t>
            </w:r>
          </w:p>
          <w:p w14:paraId="084B8BC0" w14:textId="77777777" w:rsidR="001550C6" w:rsidRPr="004942E5" w:rsidRDefault="001550C6" w:rsidP="00D85852">
            <w:pPr>
              <w:jc w:val="both"/>
              <w:rPr>
                <w:sz w:val="22"/>
                <w:szCs w:val="22"/>
              </w:rPr>
            </w:pPr>
            <w:r w:rsidRPr="004942E5">
              <w:rPr>
                <w:sz w:val="22"/>
                <w:szCs w:val="22"/>
              </w:rPr>
              <w:t>A.H. Tammsaare tee 47, 11316 Tallinn</w:t>
            </w:r>
          </w:p>
        </w:tc>
        <w:tc>
          <w:tcPr>
            <w:tcW w:w="3402" w:type="dxa"/>
          </w:tcPr>
          <w:p w14:paraId="553CF1DB" w14:textId="2CFDA44F" w:rsidR="001550C6" w:rsidRPr="004942E5" w:rsidRDefault="001550C6" w:rsidP="00D85852">
            <w:pPr>
              <w:rPr>
                <w:sz w:val="22"/>
                <w:szCs w:val="22"/>
              </w:rPr>
            </w:pPr>
            <w:r w:rsidRPr="004942E5">
              <w:rPr>
                <w:bCs/>
                <w:sz w:val="22"/>
                <w:szCs w:val="22"/>
              </w:rPr>
              <w:t xml:space="preserve">Tel   </w:t>
            </w:r>
            <w:r w:rsidR="00A53D8A" w:rsidRPr="004942E5">
              <w:rPr>
                <w:bCs/>
                <w:sz w:val="22"/>
                <w:szCs w:val="22"/>
              </w:rPr>
              <w:t>505 8848</w:t>
            </w:r>
          </w:p>
        </w:tc>
      </w:tr>
      <w:tr w:rsidR="001550C6" w:rsidRPr="004942E5" w14:paraId="74930385" w14:textId="77777777" w:rsidTr="00D85852">
        <w:tc>
          <w:tcPr>
            <w:tcW w:w="2268" w:type="dxa"/>
          </w:tcPr>
          <w:p w14:paraId="7DDB1BB4" w14:textId="77777777" w:rsidR="001550C6" w:rsidRPr="004942E5" w:rsidRDefault="001550C6" w:rsidP="00D85852">
            <w:pPr>
              <w:rPr>
                <w:sz w:val="22"/>
                <w:szCs w:val="22"/>
              </w:rPr>
            </w:pPr>
            <w:r w:rsidRPr="004942E5">
              <w:rPr>
                <w:sz w:val="22"/>
                <w:szCs w:val="22"/>
              </w:rPr>
              <w:t>Esindaja</w:t>
            </w:r>
          </w:p>
        </w:tc>
        <w:tc>
          <w:tcPr>
            <w:tcW w:w="4253" w:type="dxa"/>
          </w:tcPr>
          <w:p w14:paraId="59C2C37F" w14:textId="77777777" w:rsidR="001550C6" w:rsidRPr="004942E5" w:rsidRDefault="001550C6" w:rsidP="00D85852">
            <w:pPr>
              <w:rPr>
                <w:bCs/>
                <w:sz w:val="22"/>
                <w:szCs w:val="22"/>
              </w:rPr>
            </w:pPr>
            <w:r w:rsidRPr="004942E5">
              <w:rPr>
                <w:bCs/>
                <w:sz w:val="22"/>
                <w:szCs w:val="22"/>
              </w:rPr>
              <w:t>Ekspordijuht Silver Suu</w:t>
            </w:r>
          </w:p>
        </w:tc>
        <w:tc>
          <w:tcPr>
            <w:tcW w:w="3402" w:type="dxa"/>
          </w:tcPr>
          <w:p w14:paraId="1FD2C9C3" w14:textId="77777777" w:rsidR="001550C6" w:rsidRPr="004942E5" w:rsidRDefault="00000000" w:rsidP="00D85852">
            <w:pPr>
              <w:rPr>
                <w:bCs/>
                <w:sz w:val="22"/>
                <w:szCs w:val="22"/>
              </w:rPr>
            </w:pPr>
            <w:hyperlink r:id="rId13" w:history="1">
              <w:r w:rsidR="001550C6" w:rsidRPr="004942E5">
                <w:rPr>
                  <w:rStyle w:val="Hyperlink"/>
                  <w:bCs/>
                  <w:sz w:val="22"/>
                  <w:szCs w:val="22"/>
                </w:rPr>
                <w:t>silver@holmen.ee</w:t>
              </w:r>
            </w:hyperlink>
            <w:r w:rsidR="001550C6" w:rsidRPr="004942E5">
              <w:rPr>
                <w:bCs/>
                <w:sz w:val="22"/>
                <w:szCs w:val="22"/>
              </w:rPr>
              <w:t xml:space="preserve"> </w:t>
            </w:r>
          </w:p>
        </w:tc>
      </w:tr>
      <w:tr w:rsidR="001550C6" w:rsidRPr="004942E5" w14:paraId="26A255FB" w14:textId="77777777" w:rsidTr="00D85852">
        <w:tblPrEx>
          <w:tblLook w:val="0000" w:firstRow="0" w:lastRow="0" w:firstColumn="0" w:lastColumn="0" w:noHBand="0" w:noVBand="0"/>
        </w:tblPrEx>
        <w:tc>
          <w:tcPr>
            <w:tcW w:w="9923" w:type="dxa"/>
            <w:gridSpan w:val="3"/>
          </w:tcPr>
          <w:p w14:paraId="46FB02AC" w14:textId="426DFF28" w:rsidR="001550C6" w:rsidRPr="004942E5" w:rsidRDefault="001550C6" w:rsidP="00602410">
            <w:pPr>
              <w:rPr>
                <w:bCs/>
                <w:sz w:val="22"/>
                <w:szCs w:val="22"/>
              </w:rPr>
            </w:pPr>
            <w:r w:rsidRPr="004942E5">
              <w:rPr>
                <w:bCs/>
                <w:sz w:val="22"/>
                <w:szCs w:val="22"/>
              </w:rPr>
              <w:t xml:space="preserve">Esindusõigus tuleneb (volitamise alus): </w:t>
            </w:r>
            <w:r w:rsidR="0030766C" w:rsidRPr="004942E5">
              <w:rPr>
                <w:bCs/>
                <w:sz w:val="22"/>
                <w:szCs w:val="22"/>
              </w:rPr>
              <w:t xml:space="preserve">juhatuse liikme </w:t>
            </w:r>
            <w:r w:rsidRPr="004942E5">
              <w:rPr>
                <w:bCs/>
                <w:sz w:val="22"/>
                <w:szCs w:val="22"/>
              </w:rPr>
              <w:t xml:space="preserve">volikiri </w:t>
            </w:r>
          </w:p>
        </w:tc>
      </w:tr>
    </w:tbl>
    <w:p w14:paraId="3CC93B53" w14:textId="77777777" w:rsidR="001550C6" w:rsidRPr="004942E5" w:rsidRDefault="001550C6" w:rsidP="001550C6">
      <w:pPr>
        <w:rPr>
          <w:b/>
          <w:sz w:val="22"/>
          <w:szCs w:val="22"/>
        </w:rPr>
      </w:pPr>
    </w:p>
    <w:p w14:paraId="2FF6AB00" w14:textId="77777777" w:rsidR="004942E5" w:rsidRPr="004942E5" w:rsidRDefault="004942E5" w:rsidP="004942E5">
      <w:pPr>
        <w:pStyle w:val="Pealkiri11"/>
        <w:numPr>
          <w:ilvl w:val="0"/>
          <w:numId w:val="14"/>
        </w:numPr>
        <w:rPr>
          <w:b/>
          <w:sz w:val="22"/>
          <w:szCs w:val="22"/>
        </w:rPr>
      </w:pPr>
      <w:r w:rsidRPr="004942E5">
        <w:rPr>
          <w:b/>
          <w:sz w:val="22"/>
          <w:szCs w:val="22"/>
        </w:rPr>
        <w:t>Metsamaterjali müügilepingu tüüp, müüdav metsamaterjal ja hind</w:t>
      </w:r>
    </w:p>
    <w:p w14:paraId="250ADA32" w14:textId="77777777" w:rsidR="004942E5" w:rsidRPr="004942E5" w:rsidRDefault="004942E5" w:rsidP="004942E5">
      <w:pPr>
        <w:pStyle w:val="Pealkiri21"/>
        <w:numPr>
          <w:ilvl w:val="1"/>
          <w:numId w:val="14"/>
        </w:numPr>
        <w:rPr>
          <w:sz w:val="22"/>
          <w:szCs w:val="22"/>
        </w:rPr>
      </w:pPr>
      <w:r w:rsidRPr="004942E5">
        <w:rPr>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4942E5" w:rsidRPr="004942E5" w14:paraId="5FCFE14E" w14:textId="77777777" w:rsidTr="0083036A">
        <w:trPr>
          <w:trHeight w:val="281"/>
        </w:trPr>
        <w:tc>
          <w:tcPr>
            <w:tcW w:w="3307" w:type="dxa"/>
          </w:tcPr>
          <w:p w14:paraId="2C6176AC" w14:textId="77777777" w:rsidR="004942E5" w:rsidRPr="004942E5" w:rsidRDefault="004942E5" w:rsidP="0083036A">
            <w:pPr>
              <w:rPr>
                <w:sz w:val="22"/>
                <w:szCs w:val="22"/>
              </w:rPr>
            </w:pPr>
            <w:r w:rsidRPr="004942E5">
              <w:rPr>
                <w:sz w:val="22"/>
                <w:szCs w:val="22"/>
              </w:rPr>
              <w:t>Sortiment, kogus ja asukoht:</w:t>
            </w:r>
          </w:p>
        </w:tc>
        <w:tc>
          <w:tcPr>
            <w:tcW w:w="3308" w:type="dxa"/>
          </w:tcPr>
          <w:p w14:paraId="32127B67" w14:textId="77777777" w:rsidR="004942E5" w:rsidRPr="004942E5" w:rsidRDefault="004942E5" w:rsidP="0083036A">
            <w:pPr>
              <w:rPr>
                <w:sz w:val="22"/>
                <w:szCs w:val="22"/>
              </w:rPr>
            </w:pPr>
            <w:r w:rsidRPr="004942E5">
              <w:rPr>
                <w:sz w:val="22"/>
                <w:szCs w:val="22"/>
              </w:rPr>
              <w:t>Kvaliteet:</w:t>
            </w:r>
          </w:p>
        </w:tc>
        <w:tc>
          <w:tcPr>
            <w:tcW w:w="3308" w:type="dxa"/>
          </w:tcPr>
          <w:p w14:paraId="0A14ECDF" w14:textId="77777777" w:rsidR="004942E5" w:rsidRPr="004942E5" w:rsidRDefault="004942E5" w:rsidP="0083036A">
            <w:pPr>
              <w:rPr>
                <w:sz w:val="22"/>
                <w:szCs w:val="22"/>
              </w:rPr>
            </w:pPr>
            <w:r w:rsidRPr="004942E5">
              <w:rPr>
                <w:sz w:val="22"/>
                <w:szCs w:val="22"/>
              </w:rPr>
              <w:t>Hind:</w:t>
            </w:r>
          </w:p>
        </w:tc>
      </w:tr>
      <w:tr w:rsidR="004942E5" w:rsidRPr="004942E5" w14:paraId="1B3A8854" w14:textId="77777777" w:rsidTr="0083036A">
        <w:trPr>
          <w:trHeight w:val="296"/>
        </w:trPr>
        <w:tc>
          <w:tcPr>
            <w:tcW w:w="3307" w:type="dxa"/>
          </w:tcPr>
          <w:p w14:paraId="45035350" w14:textId="77777777" w:rsidR="004942E5" w:rsidRPr="004942E5" w:rsidRDefault="004942E5" w:rsidP="0083036A">
            <w:pPr>
              <w:rPr>
                <w:sz w:val="22"/>
                <w:szCs w:val="22"/>
              </w:rPr>
            </w:pPr>
            <w:r w:rsidRPr="004942E5">
              <w:rPr>
                <w:sz w:val="22"/>
                <w:szCs w:val="22"/>
              </w:rPr>
              <w:t>Vastavalt lisale nr 1 “Tarnegraafik”</w:t>
            </w:r>
          </w:p>
        </w:tc>
        <w:tc>
          <w:tcPr>
            <w:tcW w:w="3308" w:type="dxa"/>
          </w:tcPr>
          <w:p w14:paraId="2BA00612" w14:textId="77777777" w:rsidR="004942E5" w:rsidRPr="004942E5" w:rsidRDefault="004942E5" w:rsidP="0083036A">
            <w:pPr>
              <w:rPr>
                <w:sz w:val="22"/>
                <w:szCs w:val="22"/>
              </w:rPr>
            </w:pPr>
            <w:r w:rsidRPr="004942E5">
              <w:rPr>
                <w:sz w:val="22"/>
                <w:szCs w:val="22"/>
              </w:rPr>
              <w:t>Vastavalt lisale 2 “Kvaliteedinõuded”</w:t>
            </w:r>
          </w:p>
        </w:tc>
        <w:tc>
          <w:tcPr>
            <w:tcW w:w="3308" w:type="dxa"/>
          </w:tcPr>
          <w:p w14:paraId="3515AA7F" w14:textId="77777777" w:rsidR="004942E5" w:rsidRPr="004942E5" w:rsidRDefault="004942E5" w:rsidP="0083036A">
            <w:pPr>
              <w:rPr>
                <w:sz w:val="22"/>
                <w:szCs w:val="22"/>
              </w:rPr>
            </w:pPr>
            <w:r w:rsidRPr="004942E5">
              <w:rPr>
                <w:sz w:val="22"/>
                <w:szCs w:val="22"/>
              </w:rPr>
              <w:t xml:space="preserve">Vastavalt lisale 3 “Hinnakokkulepe” </w:t>
            </w:r>
          </w:p>
        </w:tc>
      </w:tr>
    </w:tbl>
    <w:p w14:paraId="2F8CCF37" w14:textId="77777777" w:rsidR="004942E5" w:rsidRPr="004942E5" w:rsidRDefault="004942E5" w:rsidP="004942E5">
      <w:pPr>
        <w:ind w:right="-144"/>
        <w:rPr>
          <w:b/>
          <w:sz w:val="22"/>
          <w:szCs w:val="22"/>
        </w:rPr>
      </w:pPr>
    </w:p>
    <w:p w14:paraId="47F63C82" w14:textId="77777777" w:rsidR="004942E5" w:rsidRPr="004942E5" w:rsidRDefault="004942E5" w:rsidP="004942E5">
      <w:pPr>
        <w:ind w:right="-144"/>
        <w:rPr>
          <w:sz w:val="22"/>
          <w:szCs w:val="22"/>
        </w:rPr>
      </w:pPr>
      <w:r w:rsidRPr="004942E5">
        <w:rPr>
          <w:sz w:val="22"/>
          <w:szCs w:val="22"/>
        </w:rPr>
        <w:t>Käesolev leping on sõlmitud Vabariigi Valitsuse 4. jaanuari 2007. a määruse nr 1 § 5 kohaselt läbiviidud  avaliku enampakkumise võitnud isikuga.</w:t>
      </w:r>
    </w:p>
    <w:p w14:paraId="4C7C24A9" w14:textId="77777777" w:rsidR="004942E5" w:rsidRPr="004942E5" w:rsidRDefault="004942E5" w:rsidP="004942E5">
      <w:pPr>
        <w:jc w:val="both"/>
        <w:rPr>
          <w:b/>
          <w:sz w:val="22"/>
          <w:szCs w:val="22"/>
        </w:rPr>
      </w:pPr>
    </w:p>
    <w:p w14:paraId="519754A4" w14:textId="77777777" w:rsidR="004942E5" w:rsidRPr="004942E5" w:rsidRDefault="004942E5" w:rsidP="004942E5">
      <w:pPr>
        <w:pStyle w:val="Pealkiri11"/>
        <w:numPr>
          <w:ilvl w:val="0"/>
          <w:numId w:val="14"/>
        </w:numPr>
        <w:rPr>
          <w:b/>
          <w:bCs/>
          <w:sz w:val="22"/>
          <w:szCs w:val="22"/>
        </w:rPr>
      </w:pPr>
      <w:r w:rsidRPr="004942E5">
        <w:rPr>
          <w:b/>
          <w:sz w:val="22"/>
          <w:szCs w:val="22"/>
        </w:rPr>
        <w:t>Metsamaterjali üleandmine, mõõtmine ja kvaliteedi hindamine.</w:t>
      </w:r>
    </w:p>
    <w:p w14:paraId="3596EAF9"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Metsamaterjali koguse üleandmise tarnetingimus (</w:t>
      </w:r>
      <w:proofErr w:type="spellStart"/>
      <w:r w:rsidRPr="004942E5">
        <w:rPr>
          <w:sz w:val="22"/>
          <w:szCs w:val="22"/>
        </w:rPr>
        <w:t>Incoterms</w:t>
      </w:r>
      <w:proofErr w:type="spellEnd"/>
      <w:r w:rsidRPr="004942E5">
        <w:rPr>
          <w:sz w:val="22"/>
          <w:szCs w:val="22"/>
        </w:rPr>
        <w:t xml:space="preserve"> 2020) ja valduse ostjale üleandmise koht ja aeg on kokku lepitud lepingu lisaga 1 „Tarnegraafik“. </w:t>
      </w:r>
    </w:p>
    <w:p w14:paraId="79C132A9"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 xml:space="preserve">Müüja volitatud vedaja vormistab metsamaterjali vedamiseks elektroonilise veodokumendi, edaspidi </w:t>
      </w:r>
      <w:r w:rsidRPr="004942E5">
        <w:rPr>
          <w:b/>
          <w:sz w:val="22"/>
          <w:szCs w:val="22"/>
        </w:rPr>
        <w:t>e-veoseleht</w:t>
      </w:r>
      <w:r w:rsidRPr="004942E5">
        <w:rPr>
          <w:sz w:val="22"/>
          <w:szCs w:val="22"/>
        </w:rPr>
        <w:t xml:space="preserve">. </w:t>
      </w:r>
    </w:p>
    <w:p w14:paraId="03C1864B" w14:textId="77777777" w:rsidR="004942E5" w:rsidRPr="004942E5" w:rsidRDefault="004942E5" w:rsidP="00A62821">
      <w:pPr>
        <w:pStyle w:val="Pealkiri21"/>
        <w:numPr>
          <w:ilvl w:val="1"/>
          <w:numId w:val="14"/>
        </w:numPr>
        <w:ind w:left="0" w:firstLine="0"/>
        <w:jc w:val="both"/>
        <w:rPr>
          <w:sz w:val="22"/>
          <w:szCs w:val="22"/>
        </w:rPr>
      </w:pPr>
      <w:bookmarkStart w:id="0" w:name="OLE_LINK2"/>
      <w:bookmarkStart w:id="1" w:name="OLE_LINK5"/>
      <w:r w:rsidRPr="004942E5">
        <w:rPr>
          <w:sz w:val="22"/>
          <w:szCs w:val="22"/>
        </w:rPr>
        <w:t>Metsamaterjali mõõtmine ja kvaliteedi hindamine teostatakse ostja laos</w:t>
      </w:r>
      <w:bookmarkEnd w:id="0"/>
      <w:bookmarkEnd w:id="1"/>
      <w:r w:rsidRPr="004942E5">
        <w:rPr>
          <w:sz w:val="22"/>
          <w:szCs w:val="22"/>
        </w:rPr>
        <w:t xml:space="preserve">. </w:t>
      </w:r>
    </w:p>
    <w:p w14:paraId="32499954"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Ostja on kohustatud metsamaterjali üle mõõtma, hindama selle kvaliteedi ja tegema metsamaterjali koorma vastuvõtuandmed müüjale kättesaadavaks virnmaterjalina mõõdetud metsamaterjali puhul 1 (ühe)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4C8BFA31"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 xml:space="preserve">Metsamaterjali vastuvõtmisel koostab ostja metsamaterjali mõõtmise aruande, edaspidi nimetatud </w:t>
      </w:r>
      <w:r w:rsidRPr="004942E5">
        <w:rPr>
          <w:b/>
          <w:sz w:val="22"/>
          <w:szCs w:val="22"/>
        </w:rPr>
        <w:t>mõõtmisraport</w:t>
      </w:r>
      <w:r w:rsidRPr="004942E5">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3109F900" w14:textId="77777777" w:rsidR="004942E5" w:rsidRPr="004942E5" w:rsidRDefault="004942E5" w:rsidP="00A62821">
      <w:pPr>
        <w:pStyle w:val="Pealkiri21"/>
        <w:numPr>
          <w:ilvl w:val="0"/>
          <w:numId w:val="0"/>
        </w:numPr>
        <w:jc w:val="both"/>
        <w:rPr>
          <w:sz w:val="22"/>
          <w:szCs w:val="22"/>
        </w:rPr>
      </w:pPr>
      <w:r w:rsidRPr="004942E5">
        <w:rPr>
          <w:sz w:val="22"/>
          <w:szCs w:val="22"/>
        </w:rPr>
        <w:lastRenderedPageBreak/>
        <w:t>Virnmaterjali mõõtmisraporti edastab ostja müüjale mõõtmisandmete sisestamiseks ja edastamiseks loodud veebipõhise rakenduse (KPV) kaudu või või poolte kokkuleppel muu lahenduse kaudu või lepingu p 10.1. näidatud e-posti aadressile.</w:t>
      </w:r>
    </w:p>
    <w:p w14:paraId="66A24E9D"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7BAEC029"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7A0EF102"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40CD58"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131266F0"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4403C0FB"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13B998E1" w14:textId="77777777" w:rsidR="00A62821" w:rsidRPr="00A62821" w:rsidRDefault="004942E5" w:rsidP="00A62821">
      <w:pPr>
        <w:shd w:val="clear" w:color="auto" w:fill="FFFFFF" w:themeFill="background1"/>
        <w:rPr>
          <w:bCs/>
          <w:sz w:val="22"/>
          <w:szCs w:val="22"/>
        </w:rPr>
      </w:pPr>
      <w:r w:rsidRPr="004942E5">
        <w:rPr>
          <w:bCs/>
          <w:sz w:val="22"/>
          <w:szCs w:val="22"/>
        </w:rPr>
        <w:t>2.12.</w:t>
      </w:r>
      <w:r w:rsidR="00E53042" w:rsidRPr="004942E5">
        <w:rPr>
          <w:b/>
          <w:sz w:val="22"/>
          <w:szCs w:val="22"/>
        </w:rPr>
        <w:t xml:space="preserve"> </w:t>
      </w:r>
      <w:r w:rsidR="00A62821" w:rsidRPr="00A62821">
        <w:rPr>
          <w:sz w:val="22"/>
          <w:szCs w:val="22"/>
        </w:rPr>
        <w:t>Pooled lepivad lepingu täitmisega seotud kontaktandmed kokku peale lepingu sõlmimist 5 päeva jooksul edastades need poole esindaja e-posti aadressile</w:t>
      </w:r>
    </w:p>
    <w:p w14:paraId="7C97D47C" w14:textId="31B1D26B" w:rsidR="00BB2B18" w:rsidRPr="00A62821" w:rsidRDefault="00A62821" w:rsidP="00A62821">
      <w:pPr>
        <w:jc w:val="both"/>
        <w:rPr>
          <w:b/>
          <w:sz w:val="22"/>
          <w:szCs w:val="22"/>
        </w:rPr>
      </w:pPr>
      <w:r w:rsidRPr="00A62821">
        <w:rPr>
          <w:sz w:val="22"/>
          <w:szCs w:val="22"/>
        </w:rPr>
        <w:t>2.1</w:t>
      </w:r>
      <w:r>
        <w:rPr>
          <w:sz w:val="22"/>
          <w:szCs w:val="22"/>
        </w:rPr>
        <w:t>3</w:t>
      </w:r>
      <w:r w:rsidRPr="00A62821">
        <w:rPr>
          <w:sz w:val="22"/>
          <w:szCs w:val="22"/>
        </w:rPr>
        <w:t>. Kontaktandmete muutumisel on  vastav pool kohustatud teavitama teist poolt viivitamata</w:t>
      </w:r>
    </w:p>
    <w:p w14:paraId="201AB5AC" w14:textId="77777777" w:rsidR="00A62821" w:rsidRPr="004942E5" w:rsidRDefault="00A62821" w:rsidP="00A62821">
      <w:pPr>
        <w:jc w:val="both"/>
        <w:rPr>
          <w:b/>
          <w:sz w:val="22"/>
          <w:szCs w:val="22"/>
        </w:rPr>
      </w:pPr>
    </w:p>
    <w:p w14:paraId="67BF9174" w14:textId="77777777" w:rsidR="00C679DE" w:rsidRPr="004942E5" w:rsidRDefault="00C679DE">
      <w:pPr>
        <w:rPr>
          <w:b/>
          <w:sz w:val="22"/>
          <w:szCs w:val="22"/>
        </w:rPr>
      </w:pPr>
      <w:r w:rsidRPr="004942E5">
        <w:rPr>
          <w:b/>
          <w:sz w:val="22"/>
          <w:szCs w:val="22"/>
        </w:rPr>
        <w:t>3. Arvelduste kord, Maksetähtaeg ja Krediidilimiit</w:t>
      </w:r>
    </w:p>
    <w:p w14:paraId="3B3C0B73" w14:textId="77777777" w:rsidR="00C679DE" w:rsidRPr="004942E5" w:rsidRDefault="00C679DE">
      <w:pPr>
        <w:rPr>
          <w:bCs/>
          <w:sz w:val="22"/>
          <w:szCs w:val="22"/>
        </w:rPr>
      </w:pPr>
      <w:r w:rsidRPr="004942E5">
        <w:rPr>
          <w:bCs/>
          <w:sz w:val="22"/>
          <w:szCs w:val="22"/>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087"/>
      </w:tblGrid>
      <w:tr w:rsidR="00C679DE" w:rsidRPr="004942E5" w14:paraId="59A8FFCE" w14:textId="77777777" w:rsidTr="00426AC7">
        <w:tc>
          <w:tcPr>
            <w:tcW w:w="2552" w:type="dxa"/>
          </w:tcPr>
          <w:p w14:paraId="73AB0EA6" w14:textId="77777777" w:rsidR="00C679DE" w:rsidRPr="004942E5" w:rsidRDefault="00C679DE">
            <w:pPr>
              <w:rPr>
                <w:sz w:val="22"/>
                <w:szCs w:val="22"/>
              </w:rPr>
            </w:pPr>
            <w:r w:rsidRPr="004942E5">
              <w:rPr>
                <w:b/>
                <w:bCs/>
                <w:sz w:val="22"/>
                <w:szCs w:val="22"/>
              </w:rPr>
              <w:t>3.1</w:t>
            </w:r>
            <w:r w:rsidR="00566DA4" w:rsidRPr="004942E5">
              <w:rPr>
                <w:b/>
                <w:bCs/>
                <w:sz w:val="22"/>
                <w:szCs w:val="22"/>
              </w:rPr>
              <w:t>.</w:t>
            </w:r>
            <w:r w:rsidRPr="004942E5">
              <w:rPr>
                <w:b/>
                <w:bCs/>
                <w:sz w:val="22"/>
                <w:szCs w:val="22"/>
              </w:rPr>
              <w:t xml:space="preserve"> Maksetähtaeg </w:t>
            </w:r>
          </w:p>
          <w:p w14:paraId="045DFDC7" w14:textId="77777777" w:rsidR="00C679DE" w:rsidRPr="004942E5" w:rsidRDefault="00C679DE">
            <w:pPr>
              <w:rPr>
                <w:sz w:val="22"/>
                <w:szCs w:val="22"/>
              </w:rPr>
            </w:pPr>
            <w:r w:rsidRPr="004942E5">
              <w:rPr>
                <w:sz w:val="22"/>
                <w:szCs w:val="22"/>
              </w:rPr>
              <w:t>(Tüüptingimuste art. 5)</w:t>
            </w:r>
          </w:p>
        </w:tc>
        <w:tc>
          <w:tcPr>
            <w:tcW w:w="7087" w:type="dxa"/>
          </w:tcPr>
          <w:p w14:paraId="24DD7E5B" w14:textId="77777777" w:rsidR="00C679DE" w:rsidRPr="004942E5" w:rsidRDefault="00C679DE">
            <w:pPr>
              <w:rPr>
                <w:sz w:val="22"/>
                <w:szCs w:val="22"/>
              </w:rPr>
            </w:pPr>
            <w:r w:rsidRPr="004942E5">
              <w:rPr>
                <w:b/>
                <w:bCs/>
                <w:sz w:val="22"/>
                <w:szCs w:val="22"/>
              </w:rPr>
              <w:t>3.2</w:t>
            </w:r>
            <w:r w:rsidR="00566DA4" w:rsidRPr="004942E5">
              <w:rPr>
                <w:b/>
                <w:bCs/>
                <w:sz w:val="22"/>
                <w:szCs w:val="22"/>
              </w:rPr>
              <w:t>.</w:t>
            </w:r>
            <w:r w:rsidRPr="004942E5">
              <w:rPr>
                <w:b/>
                <w:bCs/>
                <w:sz w:val="22"/>
                <w:szCs w:val="22"/>
              </w:rPr>
              <w:t xml:space="preserve"> Krediidilimiit</w:t>
            </w:r>
            <w:r w:rsidRPr="004942E5">
              <w:rPr>
                <w:sz w:val="22"/>
                <w:szCs w:val="22"/>
              </w:rPr>
              <w:t xml:space="preserve"> </w:t>
            </w:r>
          </w:p>
          <w:p w14:paraId="60453256" w14:textId="77777777" w:rsidR="00C679DE" w:rsidRPr="004942E5" w:rsidRDefault="00C679DE">
            <w:pPr>
              <w:rPr>
                <w:sz w:val="22"/>
                <w:szCs w:val="22"/>
              </w:rPr>
            </w:pPr>
            <w:r w:rsidRPr="004942E5">
              <w:rPr>
                <w:sz w:val="22"/>
                <w:szCs w:val="22"/>
              </w:rPr>
              <w:t>(Tüüptingimuste p. 6.6)</w:t>
            </w:r>
          </w:p>
        </w:tc>
      </w:tr>
      <w:tr w:rsidR="00C679DE" w:rsidRPr="004942E5" w14:paraId="38A8099D" w14:textId="77777777" w:rsidTr="00426AC7">
        <w:tc>
          <w:tcPr>
            <w:tcW w:w="2552" w:type="dxa"/>
          </w:tcPr>
          <w:p w14:paraId="436A77A0" w14:textId="4077A8A2" w:rsidR="00C679DE" w:rsidRPr="004942E5" w:rsidRDefault="00234ADE" w:rsidP="006831F4">
            <w:pPr>
              <w:rPr>
                <w:sz w:val="22"/>
                <w:szCs w:val="22"/>
              </w:rPr>
            </w:pPr>
            <w:r>
              <w:rPr>
                <w:sz w:val="22"/>
                <w:szCs w:val="22"/>
              </w:rPr>
              <w:t>21</w:t>
            </w:r>
            <w:r w:rsidR="00C679DE" w:rsidRPr="004942E5">
              <w:rPr>
                <w:sz w:val="22"/>
                <w:szCs w:val="22"/>
              </w:rPr>
              <w:t xml:space="preserve"> (</w:t>
            </w:r>
            <w:r>
              <w:rPr>
                <w:sz w:val="22"/>
                <w:szCs w:val="22"/>
              </w:rPr>
              <w:t>kakskümmend üks</w:t>
            </w:r>
            <w:r w:rsidR="006831F4" w:rsidRPr="004942E5">
              <w:rPr>
                <w:sz w:val="22"/>
                <w:szCs w:val="22"/>
              </w:rPr>
              <w:t>)</w:t>
            </w:r>
            <w:r w:rsidR="00C679DE" w:rsidRPr="004942E5">
              <w:rPr>
                <w:sz w:val="22"/>
                <w:szCs w:val="22"/>
              </w:rPr>
              <w:t xml:space="preserve"> </w:t>
            </w:r>
            <w:r w:rsidR="006831F4" w:rsidRPr="004942E5">
              <w:rPr>
                <w:sz w:val="22"/>
                <w:szCs w:val="22"/>
              </w:rPr>
              <w:t>P</w:t>
            </w:r>
            <w:r w:rsidR="00C679DE" w:rsidRPr="004942E5">
              <w:rPr>
                <w:sz w:val="22"/>
                <w:szCs w:val="22"/>
              </w:rPr>
              <w:t>äeva</w:t>
            </w:r>
          </w:p>
        </w:tc>
        <w:tc>
          <w:tcPr>
            <w:tcW w:w="7087" w:type="dxa"/>
          </w:tcPr>
          <w:p w14:paraId="3DB089EC" w14:textId="475AC9C7" w:rsidR="006831F4" w:rsidRPr="004942E5" w:rsidRDefault="0030766C" w:rsidP="00A62821">
            <w:pPr>
              <w:rPr>
                <w:sz w:val="22"/>
                <w:szCs w:val="22"/>
              </w:rPr>
            </w:pPr>
            <w:r w:rsidRPr="004942E5">
              <w:rPr>
                <w:sz w:val="22"/>
                <w:szCs w:val="22"/>
              </w:rPr>
              <w:t>Tagatisele vastavas summas</w:t>
            </w:r>
          </w:p>
        </w:tc>
      </w:tr>
    </w:tbl>
    <w:p w14:paraId="21858E93" w14:textId="77777777" w:rsidR="00C679DE" w:rsidRPr="004942E5" w:rsidRDefault="00C679DE">
      <w:pPr>
        <w:rPr>
          <w:sz w:val="22"/>
          <w:szCs w:val="22"/>
        </w:rPr>
      </w:pPr>
      <w:r w:rsidRPr="00BD6B46">
        <w:rPr>
          <w:bCs/>
          <w:sz w:val="22"/>
          <w:szCs w:val="22"/>
        </w:rPr>
        <w:t>3.3</w:t>
      </w:r>
      <w:r w:rsidR="00566DA4" w:rsidRPr="00BD6B46">
        <w:rPr>
          <w:bCs/>
          <w:sz w:val="22"/>
          <w:szCs w:val="22"/>
        </w:rPr>
        <w:t>.</w:t>
      </w:r>
      <w:r w:rsidRPr="004942E5">
        <w:rPr>
          <w:sz w:val="22"/>
          <w:szCs w:val="22"/>
        </w:rPr>
        <w:t xml:space="preserve"> Müüja esitab arved Metsamaterjali eest elektrooniliselt e-posti aadressile: </w:t>
      </w:r>
      <w:hyperlink r:id="rId14" w:history="1">
        <w:r w:rsidR="006831F4" w:rsidRPr="004942E5">
          <w:rPr>
            <w:rStyle w:val="Hyperlink"/>
            <w:sz w:val="22"/>
            <w:szCs w:val="22"/>
          </w:rPr>
          <w:t>holmenmets@holmen.ee</w:t>
        </w:r>
      </w:hyperlink>
      <w:r w:rsidRPr="004942E5">
        <w:rPr>
          <w:bCs/>
          <w:sz w:val="22"/>
          <w:szCs w:val="22"/>
        </w:rPr>
        <w:t>.</w:t>
      </w:r>
      <w:r w:rsidRPr="004942E5">
        <w:rPr>
          <w:sz w:val="22"/>
          <w:szCs w:val="22"/>
        </w:rPr>
        <w:t xml:space="preserve">   </w:t>
      </w:r>
    </w:p>
    <w:p w14:paraId="59E8D8CE" w14:textId="77777777" w:rsidR="007C00B7" w:rsidRPr="007C75E1" w:rsidRDefault="007C00B7" w:rsidP="007C00B7">
      <w:pPr>
        <w:rPr>
          <w:sz w:val="22"/>
          <w:szCs w:val="22"/>
        </w:rPr>
      </w:pPr>
      <w:r w:rsidRPr="007C00B7">
        <w:rPr>
          <w:bCs/>
          <w:sz w:val="22"/>
          <w:szCs w:val="22"/>
        </w:rPr>
        <w:t xml:space="preserve">3.4. </w:t>
      </w:r>
      <w:r w:rsidRPr="007C75E1">
        <w:rPr>
          <w:sz w:val="22"/>
          <w:szCs w:val="22"/>
        </w:rPr>
        <w:t xml:space="preserve">Ostja esitab arvestatud krediidilimiidi summale vastava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r>
        <w:rPr>
          <w:sz w:val="22"/>
          <w:szCs w:val="22"/>
        </w:rPr>
        <w:t>G</w:t>
      </w:r>
      <w:r w:rsidRPr="007C75E1">
        <w:rPr>
          <w:sz w:val="22"/>
          <w:szCs w:val="22"/>
        </w:rPr>
        <w:t>arantii kehtivus peab ületama lepingu kehtivuse tähtaega maksetähtaja ja sellele lisatud 7 (seitsme) päeva võrra.</w:t>
      </w:r>
    </w:p>
    <w:p w14:paraId="1BBB5C45" w14:textId="54D2365E" w:rsidR="00C679DE" w:rsidRDefault="00C679DE">
      <w:pPr>
        <w:rPr>
          <w:bCs/>
          <w:sz w:val="22"/>
          <w:szCs w:val="22"/>
        </w:rPr>
      </w:pPr>
    </w:p>
    <w:p w14:paraId="4581B571" w14:textId="77777777" w:rsidR="00234ADE" w:rsidRDefault="00234ADE">
      <w:pPr>
        <w:rPr>
          <w:bCs/>
          <w:sz w:val="22"/>
          <w:szCs w:val="22"/>
        </w:rPr>
      </w:pPr>
    </w:p>
    <w:p w14:paraId="40204D66" w14:textId="77777777" w:rsidR="00234ADE" w:rsidRPr="007C00B7" w:rsidRDefault="00234ADE">
      <w:pPr>
        <w:rPr>
          <w:bCs/>
          <w:sz w:val="22"/>
          <w:szCs w:val="22"/>
        </w:rPr>
      </w:pPr>
    </w:p>
    <w:p w14:paraId="7DCF85C0" w14:textId="77777777" w:rsidR="00C679DE" w:rsidRPr="004942E5" w:rsidRDefault="00C679DE">
      <w:pPr>
        <w:rPr>
          <w:b/>
          <w:sz w:val="22"/>
          <w:szCs w:val="22"/>
        </w:rPr>
      </w:pPr>
      <w:r w:rsidRPr="004942E5">
        <w:rPr>
          <w:b/>
          <w:sz w:val="22"/>
          <w:szCs w:val="22"/>
        </w:rPr>
        <w:lastRenderedPageBreak/>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C679DE" w:rsidRPr="004942E5" w14:paraId="07DE2E2F" w14:textId="77777777" w:rsidTr="00426AC7">
        <w:trPr>
          <w:cantSplit/>
        </w:trPr>
        <w:tc>
          <w:tcPr>
            <w:tcW w:w="2410" w:type="dxa"/>
          </w:tcPr>
          <w:p w14:paraId="1D4B09EB" w14:textId="77777777" w:rsidR="00C679DE" w:rsidRPr="004942E5" w:rsidRDefault="00C679DE">
            <w:pPr>
              <w:rPr>
                <w:b/>
                <w:sz w:val="22"/>
                <w:szCs w:val="22"/>
              </w:rPr>
            </w:pPr>
            <w:r w:rsidRPr="004942E5">
              <w:rPr>
                <w:b/>
                <w:sz w:val="22"/>
                <w:szCs w:val="22"/>
              </w:rPr>
              <w:t>Leping kehtib alates</w:t>
            </w:r>
            <w:r w:rsidRPr="004942E5">
              <w:rPr>
                <w:bCs/>
                <w:sz w:val="22"/>
                <w:szCs w:val="22"/>
              </w:rPr>
              <w:t xml:space="preserve"> (Tüüptingimuste p. 7.1)</w:t>
            </w:r>
          </w:p>
        </w:tc>
        <w:tc>
          <w:tcPr>
            <w:tcW w:w="2552" w:type="dxa"/>
          </w:tcPr>
          <w:p w14:paraId="35EE9D59" w14:textId="53C50F70" w:rsidR="00C679DE" w:rsidRPr="004942E5" w:rsidRDefault="0030766C">
            <w:pPr>
              <w:rPr>
                <w:b/>
                <w:sz w:val="22"/>
                <w:szCs w:val="22"/>
              </w:rPr>
            </w:pPr>
            <w:r w:rsidRPr="004942E5">
              <w:rPr>
                <w:bCs/>
                <w:sz w:val="22"/>
                <w:szCs w:val="22"/>
              </w:rPr>
              <w:t>hilisema digitaalallkirja kuupäevast</w:t>
            </w:r>
          </w:p>
        </w:tc>
        <w:tc>
          <w:tcPr>
            <w:tcW w:w="1984" w:type="dxa"/>
          </w:tcPr>
          <w:p w14:paraId="1E1734FA" w14:textId="77777777" w:rsidR="00C679DE" w:rsidRPr="004942E5" w:rsidRDefault="00C679DE">
            <w:pPr>
              <w:rPr>
                <w:b/>
                <w:sz w:val="22"/>
                <w:szCs w:val="22"/>
              </w:rPr>
            </w:pPr>
            <w:r w:rsidRPr="004942E5">
              <w:rPr>
                <w:b/>
                <w:sz w:val="22"/>
                <w:szCs w:val="22"/>
              </w:rPr>
              <w:t>ja kehtib kuni</w:t>
            </w:r>
          </w:p>
        </w:tc>
        <w:tc>
          <w:tcPr>
            <w:tcW w:w="2693" w:type="dxa"/>
          </w:tcPr>
          <w:p w14:paraId="7FB2C28A" w14:textId="26FCB28E" w:rsidR="00C679DE" w:rsidRPr="004942E5" w:rsidRDefault="00824E4D">
            <w:pPr>
              <w:rPr>
                <w:bCs/>
                <w:sz w:val="22"/>
                <w:szCs w:val="22"/>
              </w:rPr>
            </w:pPr>
            <w:r w:rsidRPr="004942E5">
              <w:rPr>
                <w:bCs/>
                <w:sz w:val="22"/>
                <w:szCs w:val="22"/>
              </w:rPr>
              <w:t>31.12.20</w:t>
            </w:r>
            <w:r w:rsidR="001550C6" w:rsidRPr="004942E5">
              <w:rPr>
                <w:bCs/>
                <w:sz w:val="22"/>
                <w:szCs w:val="22"/>
              </w:rPr>
              <w:t>2</w:t>
            </w:r>
            <w:r w:rsidR="00A62821">
              <w:rPr>
                <w:bCs/>
                <w:sz w:val="22"/>
                <w:szCs w:val="22"/>
              </w:rPr>
              <w:t>5</w:t>
            </w:r>
          </w:p>
        </w:tc>
      </w:tr>
    </w:tbl>
    <w:p w14:paraId="719E72E6" w14:textId="77777777" w:rsidR="00C679DE" w:rsidRPr="004942E5" w:rsidRDefault="00C679DE">
      <w:pPr>
        <w:rPr>
          <w:b/>
          <w:sz w:val="22"/>
          <w:szCs w:val="22"/>
        </w:rPr>
      </w:pPr>
    </w:p>
    <w:p w14:paraId="66AAD9BD" w14:textId="77777777" w:rsidR="00C679DE" w:rsidRPr="004942E5" w:rsidRDefault="00C679DE">
      <w:pPr>
        <w:rPr>
          <w:b/>
          <w:sz w:val="22"/>
          <w:szCs w:val="22"/>
        </w:rPr>
      </w:pPr>
      <w:r w:rsidRPr="004942E5">
        <w:rPr>
          <w:b/>
          <w:sz w:val="22"/>
          <w:szCs w:val="22"/>
        </w:rPr>
        <w:t>5. Tüüptingimused Metsamaterjali müügilepingu osana ja Poolte täielik kokkulepe</w:t>
      </w:r>
    </w:p>
    <w:p w14:paraId="43700EFD" w14:textId="77777777" w:rsidR="00C679DE" w:rsidRPr="004942E5" w:rsidRDefault="00C679DE" w:rsidP="00752868">
      <w:pPr>
        <w:spacing w:after="120"/>
        <w:jc w:val="both"/>
        <w:rPr>
          <w:bCs/>
          <w:sz w:val="22"/>
          <w:szCs w:val="22"/>
        </w:rPr>
      </w:pPr>
      <w:r w:rsidRPr="004942E5">
        <w:rPr>
          <w:sz w:val="22"/>
          <w:szCs w:val="22"/>
        </w:rPr>
        <w:t>5.1</w:t>
      </w:r>
      <w:r w:rsidR="00566DA4" w:rsidRPr="004942E5">
        <w:rPr>
          <w:sz w:val="22"/>
          <w:szCs w:val="22"/>
        </w:rPr>
        <w:t>.</w:t>
      </w:r>
      <w:r w:rsidRPr="004942E5">
        <w:rPr>
          <w:bCs/>
          <w:sz w:val="22"/>
          <w:szCs w:val="22"/>
        </w:rPr>
        <w:t xml:space="preserve"> Käesolevas Metsamaterjali müügilepingus reguleerimata küsimuste osas rakendatakse Riigimetsa Majandamise Keskuse Metsamaterjali müügilepingu Tüüptingimusi</w:t>
      </w:r>
      <w:r w:rsidR="00E53042" w:rsidRPr="004942E5">
        <w:rPr>
          <w:bCs/>
          <w:sz w:val="22"/>
          <w:szCs w:val="22"/>
        </w:rPr>
        <w:t xml:space="preserve"> </w:t>
      </w:r>
      <w:r w:rsidRPr="004942E5">
        <w:rPr>
          <w:bCs/>
          <w:sz w:val="22"/>
          <w:szCs w:val="22"/>
        </w:rPr>
        <w:t xml:space="preserve">(avaldatud </w:t>
      </w:r>
      <w:hyperlink r:id="rId15" w:history="1">
        <w:r w:rsidRPr="004942E5">
          <w:rPr>
            <w:rStyle w:val="Hyperlink"/>
            <w:bCs/>
            <w:sz w:val="22"/>
            <w:szCs w:val="22"/>
          </w:rPr>
          <w:t>www.rmk.ee</w:t>
        </w:r>
      </w:hyperlink>
      <w:r w:rsidRPr="004942E5">
        <w:rPr>
          <w:bCs/>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CFBC5E5" w14:textId="77777777" w:rsidR="00C679DE" w:rsidRPr="004942E5" w:rsidRDefault="00C679DE" w:rsidP="0011431B">
      <w:pPr>
        <w:spacing w:after="120"/>
        <w:jc w:val="both"/>
        <w:rPr>
          <w:b/>
          <w:bCs/>
          <w:sz w:val="22"/>
          <w:szCs w:val="22"/>
        </w:rPr>
      </w:pPr>
      <w:r w:rsidRPr="004942E5">
        <w:rPr>
          <w:b/>
          <w:bCs/>
          <w:sz w:val="22"/>
          <w:szCs w:val="22"/>
        </w:rPr>
        <w:t xml:space="preserve">6. Lõppsätted </w:t>
      </w:r>
    </w:p>
    <w:p w14:paraId="21E3AEB2" w14:textId="77777777" w:rsidR="00C679DE" w:rsidRPr="004942E5" w:rsidRDefault="00C679DE" w:rsidP="006F3EE1">
      <w:pPr>
        <w:spacing w:after="120"/>
        <w:jc w:val="both"/>
        <w:rPr>
          <w:bCs/>
          <w:sz w:val="22"/>
          <w:szCs w:val="22"/>
        </w:rPr>
      </w:pPr>
      <w:r w:rsidRPr="004942E5">
        <w:rPr>
          <w:sz w:val="22"/>
          <w:szCs w:val="22"/>
        </w:rPr>
        <w:t>6.1</w:t>
      </w:r>
      <w:r w:rsidRPr="004942E5">
        <w:rPr>
          <w:b/>
          <w:bCs/>
          <w:sz w:val="22"/>
          <w:szCs w:val="22"/>
        </w:rPr>
        <w:t>.</w:t>
      </w:r>
      <w:r w:rsidRPr="004942E5">
        <w:rPr>
          <w:bCs/>
          <w:sz w:val="22"/>
          <w:szCs w:val="22"/>
        </w:rPr>
        <w:t xml:space="preserve"> Pooled kohustuvad hoidma konfidentsiaalsena kõik seoses Lepingu täitmisega teatavaks saanud isikuandmed, samuti usalduslikud ning ärisaladusteks peetavad andmed. </w:t>
      </w:r>
    </w:p>
    <w:p w14:paraId="36B1A799" w14:textId="77777777" w:rsidR="00C679DE" w:rsidRPr="004942E5" w:rsidRDefault="00C679DE" w:rsidP="0011431B">
      <w:pPr>
        <w:spacing w:after="120"/>
        <w:jc w:val="both"/>
        <w:rPr>
          <w:bCs/>
          <w:sz w:val="22"/>
          <w:szCs w:val="22"/>
        </w:rPr>
      </w:pPr>
      <w:r w:rsidRPr="004942E5">
        <w:rPr>
          <w:bCs/>
          <w:sz w:val="22"/>
          <w:szCs w:val="22"/>
        </w:rPr>
        <w:t>6.2.</w:t>
      </w:r>
      <w:r w:rsidR="00566DA4" w:rsidRPr="004942E5">
        <w:rPr>
          <w:bCs/>
          <w:sz w:val="22"/>
          <w:szCs w:val="22"/>
        </w:rPr>
        <w:t xml:space="preserve"> </w:t>
      </w:r>
      <w:r w:rsidRPr="004942E5">
        <w:rPr>
          <w:bCs/>
          <w:sz w:val="22"/>
          <w:szCs w:val="22"/>
        </w:rPr>
        <w:t xml:space="preserve">Kõik Lepingu muudatused jõustuvad pärast nende allakirjutamist mõlema Poole poolt allakirjutamise hetkest või Poolte poolt kirjalikult määratud tähtajal. </w:t>
      </w:r>
    </w:p>
    <w:p w14:paraId="5877769E" w14:textId="77777777" w:rsidR="00C679DE" w:rsidRPr="004942E5" w:rsidRDefault="00C679DE" w:rsidP="0011431B">
      <w:pPr>
        <w:spacing w:after="120"/>
        <w:jc w:val="both"/>
        <w:rPr>
          <w:bCs/>
          <w:sz w:val="22"/>
          <w:szCs w:val="22"/>
        </w:rPr>
      </w:pPr>
      <w:r w:rsidRPr="004942E5">
        <w:rPr>
          <w:bCs/>
          <w:sz w:val="22"/>
          <w:szCs w:val="22"/>
        </w:rPr>
        <w:t>6.3.</w:t>
      </w:r>
      <w:r w:rsidR="00566DA4" w:rsidRPr="004942E5">
        <w:rPr>
          <w:bCs/>
          <w:sz w:val="22"/>
          <w:szCs w:val="22"/>
        </w:rPr>
        <w:t xml:space="preserve"> </w:t>
      </w:r>
      <w:r w:rsidRPr="004942E5">
        <w:rPr>
          <w:bCs/>
          <w:sz w:val="22"/>
          <w:szCs w:val="22"/>
        </w:rPr>
        <w:t>Lepinguga seonduvaid eriarvamusi ja vaidlusi lahendavad Pooled eelkõige läbirääkimiste teel. Kui Lepingust tulenevaid vaidlusi ei õnnestu lahendada Poolte läbirääkimistega, lahendatakse vaidlus kostja elu- või asukohajärgses</w:t>
      </w:r>
      <w:r w:rsidR="00BB2B18" w:rsidRPr="004942E5">
        <w:rPr>
          <w:bCs/>
          <w:sz w:val="22"/>
          <w:szCs w:val="22"/>
        </w:rPr>
        <w:t xml:space="preserve"> kohtus. </w:t>
      </w:r>
      <w:r w:rsidRPr="004942E5">
        <w:rPr>
          <w:bCs/>
          <w:sz w:val="22"/>
          <w:szCs w:val="22"/>
        </w:rPr>
        <w:t xml:space="preserve"> </w:t>
      </w:r>
    </w:p>
    <w:p w14:paraId="7A0E63A9" w14:textId="77777777" w:rsidR="00C679DE" w:rsidRPr="004942E5" w:rsidRDefault="00566DA4">
      <w:pPr>
        <w:spacing w:after="120"/>
        <w:jc w:val="both"/>
        <w:rPr>
          <w:bCs/>
          <w:sz w:val="22"/>
          <w:szCs w:val="22"/>
        </w:rPr>
      </w:pPr>
      <w:r w:rsidRPr="004942E5">
        <w:rPr>
          <w:bCs/>
          <w:sz w:val="22"/>
          <w:szCs w:val="22"/>
        </w:rPr>
        <w:t xml:space="preserve">6.4. </w:t>
      </w:r>
      <w:r w:rsidR="00C679DE" w:rsidRPr="004942E5">
        <w:rPr>
          <w:bCs/>
          <w:sz w:val="22"/>
          <w:szCs w:val="22"/>
        </w:rPr>
        <w:t>Lepingu sõlmimisel on Lepingul järgmised lisad 1-</w:t>
      </w:r>
      <w:r w:rsidR="00B30B0F" w:rsidRPr="004942E5">
        <w:rPr>
          <w:bCs/>
          <w:sz w:val="22"/>
          <w:szCs w:val="22"/>
        </w:rPr>
        <w:t>3</w:t>
      </w:r>
      <w:r w:rsidR="00C679DE" w:rsidRPr="004942E5">
        <w:rPr>
          <w:bCs/>
          <w:sz w:val="22"/>
          <w:szCs w:val="22"/>
        </w:rPr>
        <w:t>:</w:t>
      </w:r>
    </w:p>
    <w:p w14:paraId="1512498D" w14:textId="77777777" w:rsidR="00C679DE" w:rsidRPr="004942E5" w:rsidRDefault="00C679DE">
      <w:pPr>
        <w:tabs>
          <w:tab w:val="left" w:pos="1134"/>
        </w:tabs>
        <w:ind w:left="567"/>
        <w:jc w:val="both"/>
        <w:rPr>
          <w:bCs/>
          <w:sz w:val="22"/>
          <w:szCs w:val="22"/>
        </w:rPr>
      </w:pPr>
      <w:r w:rsidRPr="004942E5">
        <w:rPr>
          <w:bCs/>
          <w:sz w:val="22"/>
          <w:szCs w:val="22"/>
        </w:rPr>
        <w:t>Lisa nr 1 “Tarnegraafik”;</w:t>
      </w:r>
    </w:p>
    <w:p w14:paraId="799C6323" w14:textId="77777777" w:rsidR="00C679DE" w:rsidRPr="004942E5" w:rsidRDefault="00C679DE">
      <w:pPr>
        <w:tabs>
          <w:tab w:val="left" w:pos="1134"/>
        </w:tabs>
        <w:ind w:left="567"/>
        <w:jc w:val="both"/>
        <w:rPr>
          <w:bCs/>
          <w:sz w:val="22"/>
          <w:szCs w:val="22"/>
        </w:rPr>
      </w:pPr>
      <w:r w:rsidRPr="004942E5">
        <w:rPr>
          <w:bCs/>
          <w:sz w:val="22"/>
          <w:szCs w:val="22"/>
        </w:rPr>
        <w:t>Lisa nr 2 “Kvaliteedinõuded”;</w:t>
      </w:r>
    </w:p>
    <w:p w14:paraId="7F942967" w14:textId="77777777" w:rsidR="00C679DE" w:rsidRPr="004942E5" w:rsidRDefault="00C679DE">
      <w:pPr>
        <w:tabs>
          <w:tab w:val="left" w:pos="1134"/>
        </w:tabs>
        <w:ind w:left="567"/>
        <w:jc w:val="both"/>
        <w:rPr>
          <w:bCs/>
          <w:sz w:val="22"/>
          <w:szCs w:val="22"/>
        </w:rPr>
      </w:pPr>
      <w:r w:rsidRPr="004942E5">
        <w:rPr>
          <w:bCs/>
          <w:sz w:val="22"/>
          <w:szCs w:val="22"/>
        </w:rPr>
        <w:t>Lisa nr 3 “Hinnakokkulepe”;</w:t>
      </w:r>
    </w:p>
    <w:p w14:paraId="72053FA3" w14:textId="77777777" w:rsidR="00C679DE" w:rsidRPr="004942E5" w:rsidRDefault="00C679DE">
      <w:pPr>
        <w:rPr>
          <w:b/>
          <w:sz w:val="22"/>
          <w:szCs w:val="22"/>
        </w:rPr>
      </w:pPr>
    </w:p>
    <w:p w14:paraId="4E674DB8" w14:textId="77777777" w:rsidR="00C679DE" w:rsidRPr="004942E5" w:rsidRDefault="00C679DE">
      <w:pPr>
        <w:rPr>
          <w:b/>
          <w:sz w:val="22"/>
          <w:szCs w:val="22"/>
        </w:rPr>
      </w:pPr>
      <w:r w:rsidRPr="004942E5">
        <w:rPr>
          <w:b/>
          <w:sz w:val="22"/>
          <w:szCs w:val="22"/>
        </w:rPr>
        <w:t xml:space="preserve">7. Poolte andmed ja allkirjad  </w:t>
      </w:r>
    </w:p>
    <w:p w14:paraId="690E1775" w14:textId="77777777" w:rsidR="004942E5" w:rsidRDefault="004942E5">
      <w:pPr>
        <w:rPr>
          <w:b/>
          <w:sz w:val="22"/>
          <w:szCs w:val="22"/>
        </w:rPr>
      </w:pPr>
    </w:p>
    <w:p w14:paraId="6C1D6F45" w14:textId="262EB623" w:rsidR="00C679DE" w:rsidRPr="004942E5" w:rsidRDefault="00C679DE">
      <w:pPr>
        <w:rPr>
          <w:b/>
          <w:sz w:val="22"/>
          <w:szCs w:val="22"/>
        </w:rPr>
      </w:pPr>
      <w:r w:rsidRPr="004942E5">
        <w:rPr>
          <w:b/>
          <w:sz w:val="22"/>
          <w:szCs w:val="22"/>
        </w:rPr>
        <w:t>Müüja</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t>Ostja</w:t>
      </w:r>
    </w:p>
    <w:p w14:paraId="4042ABB1" w14:textId="77777777" w:rsidR="00C679DE" w:rsidRPr="004942E5" w:rsidRDefault="00C679DE">
      <w:pPr>
        <w:rPr>
          <w:b/>
          <w:sz w:val="22"/>
          <w:szCs w:val="22"/>
        </w:rPr>
      </w:pPr>
    </w:p>
    <w:p w14:paraId="58C1886E" w14:textId="77777777" w:rsidR="00C679DE" w:rsidRPr="006259B6" w:rsidRDefault="00C679DE">
      <w:pPr>
        <w:rPr>
          <w:iCs/>
          <w:sz w:val="22"/>
          <w:szCs w:val="22"/>
        </w:rPr>
      </w:pPr>
      <w:bookmarkStart w:id="2" w:name="_Hlk155198191"/>
      <w:r w:rsidRPr="006259B6">
        <w:rPr>
          <w:iCs/>
          <w:sz w:val="22"/>
          <w:szCs w:val="22"/>
        </w:rPr>
        <w:t>(allkirjastatud digitaalselt)</w:t>
      </w:r>
      <w:r w:rsidRPr="006259B6">
        <w:rPr>
          <w:iCs/>
          <w:sz w:val="22"/>
          <w:szCs w:val="22"/>
        </w:rPr>
        <w:tab/>
      </w:r>
      <w:r w:rsidRPr="006259B6">
        <w:rPr>
          <w:iCs/>
          <w:sz w:val="22"/>
          <w:szCs w:val="22"/>
        </w:rPr>
        <w:tab/>
      </w:r>
      <w:r w:rsidRPr="006259B6">
        <w:rPr>
          <w:iCs/>
          <w:sz w:val="22"/>
          <w:szCs w:val="22"/>
        </w:rPr>
        <w:tab/>
      </w:r>
      <w:r w:rsidRPr="006259B6">
        <w:rPr>
          <w:iCs/>
          <w:sz w:val="22"/>
          <w:szCs w:val="22"/>
        </w:rPr>
        <w:tab/>
      </w:r>
      <w:r w:rsidRPr="006259B6">
        <w:rPr>
          <w:iCs/>
          <w:sz w:val="22"/>
          <w:szCs w:val="22"/>
        </w:rPr>
        <w:tab/>
        <w:t>(allkirjastatud digitaalselt)</w:t>
      </w:r>
    </w:p>
    <w:p w14:paraId="107753D2" w14:textId="41BAB60E" w:rsidR="002420D4" w:rsidRPr="004942E5" w:rsidRDefault="004942E5" w:rsidP="002420D4">
      <w:pPr>
        <w:jc w:val="both"/>
        <w:rPr>
          <w:sz w:val="22"/>
          <w:szCs w:val="22"/>
        </w:rPr>
      </w:pPr>
      <w:r>
        <w:rPr>
          <w:b/>
          <w:sz w:val="22"/>
          <w:szCs w:val="22"/>
        </w:rPr>
        <w:t>Urmas Treial</w:t>
      </w:r>
      <w:r w:rsidR="002420D4" w:rsidRPr="004942E5">
        <w:rPr>
          <w:b/>
          <w:sz w:val="22"/>
          <w:szCs w:val="22"/>
        </w:rPr>
        <w:tab/>
      </w:r>
      <w:r w:rsidR="002420D4" w:rsidRPr="004942E5">
        <w:rPr>
          <w:b/>
          <w:sz w:val="22"/>
          <w:szCs w:val="22"/>
        </w:rPr>
        <w:tab/>
      </w:r>
      <w:r w:rsidR="002420D4" w:rsidRPr="004942E5">
        <w:rPr>
          <w:b/>
          <w:sz w:val="22"/>
          <w:szCs w:val="22"/>
        </w:rPr>
        <w:tab/>
      </w:r>
      <w:r w:rsidR="002420D4" w:rsidRPr="004942E5">
        <w:rPr>
          <w:b/>
          <w:sz w:val="22"/>
          <w:szCs w:val="22"/>
        </w:rPr>
        <w:tab/>
      </w:r>
      <w:r w:rsidR="002420D4" w:rsidRPr="004942E5">
        <w:rPr>
          <w:b/>
          <w:sz w:val="22"/>
          <w:szCs w:val="22"/>
        </w:rPr>
        <w:tab/>
      </w:r>
      <w:r w:rsidR="002420D4" w:rsidRPr="004942E5">
        <w:rPr>
          <w:b/>
          <w:sz w:val="22"/>
          <w:szCs w:val="22"/>
        </w:rPr>
        <w:tab/>
      </w:r>
      <w:r>
        <w:rPr>
          <w:b/>
          <w:sz w:val="22"/>
          <w:szCs w:val="22"/>
        </w:rPr>
        <w:tab/>
      </w:r>
      <w:r w:rsidR="002420D4" w:rsidRPr="004942E5">
        <w:rPr>
          <w:b/>
          <w:sz w:val="22"/>
          <w:szCs w:val="22"/>
        </w:rPr>
        <w:t>Silver Suu</w:t>
      </w:r>
    </w:p>
    <w:p w14:paraId="4CD74AE6" w14:textId="0DA65940" w:rsidR="002420D4" w:rsidRPr="004942E5" w:rsidRDefault="00BD6B46" w:rsidP="002420D4">
      <w:pPr>
        <w:rPr>
          <w:sz w:val="22"/>
          <w:szCs w:val="22"/>
        </w:rPr>
      </w:pPr>
      <w:r>
        <w:rPr>
          <w:sz w:val="22"/>
          <w:szCs w:val="22"/>
        </w:rPr>
        <w:t>T</w:t>
      </w:r>
      <w:r w:rsidR="002420D4" w:rsidRPr="004942E5">
        <w:rPr>
          <w:sz w:val="22"/>
          <w:szCs w:val="22"/>
        </w:rPr>
        <w:t>urustus</w:t>
      </w:r>
      <w:r w:rsidR="004942E5">
        <w:rPr>
          <w:sz w:val="22"/>
          <w:szCs w:val="22"/>
        </w:rPr>
        <w:t>e peaspetsialist</w:t>
      </w:r>
      <w:r w:rsidR="002420D4" w:rsidRPr="004942E5">
        <w:rPr>
          <w:i/>
          <w:sz w:val="22"/>
          <w:szCs w:val="22"/>
        </w:rPr>
        <w:tab/>
      </w:r>
      <w:r w:rsidR="002420D4" w:rsidRPr="004942E5">
        <w:rPr>
          <w:i/>
          <w:sz w:val="22"/>
          <w:szCs w:val="22"/>
        </w:rPr>
        <w:tab/>
      </w:r>
      <w:r w:rsidR="002420D4" w:rsidRPr="004942E5">
        <w:rPr>
          <w:i/>
          <w:sz w:val="22"/>
          <w:szCs w:val="22"/>
        </w:rPr>
        <w:tab/>
      </w:r>
      <w:r w:rsidR="002420D4" w:rsidRPr="004942E5">
        <w:rPr>
          <w:i/>
          <w:sz w:val="22"/>
          <w:szCs w:val="22"/>
        </w:rPr>
        <w:tab/>
      </w:r>
      <w:r w:rsidR="002420D4" w:rsidRPr="004942E5">
        <w:rPr>
          <w:i/>
          <w:sz w:val="22"/>
          <w:szCs w:val="22"/>
        </w:rPr>
        <w:tab/>
      </w:r>
      <w:r w:rsidR="002420D4" w:rsidRPr="004942E5">
        <w:rPr>
          <w:sz w:val="22"/>
          <w:szCs w:val="22"/>
        </w:rPr>
        <w:t>Ekspordijuht</w:t>
      </w:r>
    </w:p>
    <w:bookmarkEnd w:id="2"/>
    <w:p w14:paraId="2FA6629F" w14:textId="77777777" w:rsidR="00BD6B46" w:rsidRPr="00212F54" w:rsidRDefault="00C679DE" w:rsidP="00BD6B46">
      <w:pPr>
        <w:ind w:left="5440" w:firstLine="680"/>
        <w:rPr>
          <w:spacing w:val="0"/>
          <w:position w:val="0"/>
          <w:sz w:val="22"/>
          <w:szCs w:val="22"/>
        </w:rPr>
      </w:pPr>
      <w:r w:rsidRPr="004942E5">
        <w:rPr>
          <w:sz w:val="22"/>
          <w:szCs w:val="22"/>
        </w:rPr>
        <w:br w:type="page"/>
      </w:r>
      <w:r w:rsidR="00BD6B46" w:rsidRPr="00212F54">
        <w:rPr>
          <w:spacing w:val="0"/>
          <w:position w:val="0"/>
          <w:sz w:val="22"/>
          <w:szCs w:val="22"/>
        </w:rPr>
        <w:lastRenderedPageBreak/>
        <w:t>Lisa 1</w:t>
      </w:r>
    </w:p>
    <w:p w14:paraId="1D224C79" w14:textId="67130FCD" w:rsidR="00BD6B46" w:rsidRPr="00212F54" w:rsidRDefault="00BD6B46" w:rsidP="00BD6B46">
      <w:pPr>
        <w:ind w:left="5440" w:firstLine="680"/>
        <w:rPr>
          <w:spacing w:val="0"/>
          <w:position w:val="0"/>
          <w:sz w:val="22"/>
          <w:szCs w:val="22"/>
        </w:rPr>
      </w:pPr>
      <w:bookmarkStart w:id="3" w:name="_Hlk155198561"/>
      <w:r w:rsidRPr="00212F54">
        <w:rPr>
          <w:spacing w:val="0"/>
          <w:position w:val="0"/>
          <w:sz w:val="22"/>
          <w:szCs w:val="22"/>
        </w:rPr>
        <w:t xml:space="preserve">RMK ja </w:t>
      </w:r>
      <w:proofErr w:type="spellStart"/>
      <w:r>
        <w:rPr>
          <w:spacing w:val="0"/>
          <w:position w:val="0"/>
          <w:sz w:val="22"/>
          <w:szCs w:val="22"/>
        </w:rPr>
        <w:t>Holmen</w:t>
      </w:r>
      <w:proofErr w:type="spellEnd"/>
      <w:r>
        <w:rPr>
          <w:spacing w:val="0"/>
          <w:position w:val="0"/>
          <w:sz w:val="22"/>
          <w:szCs w:val="22"/>
        </w:rPr>
        <w:t xml:space="preserve"> Mets AS</w:t>
      </w:r>
      <w:r w:rsidRPr="00212F54">
        <w:rPr>
          <w:spacing w:val="0"/>
          <w:position w:val="0"/>
          <w:sz w:val="22"/>
          <w:szCs w:val="22"/>
        </w:rPr>
        <w:t xml:space="preserve"> vahelise</w:t>
      </w:r>
    </w:p>
    <w:p w14:paraId="47DC8836" w14:textId="77777777" w:rsidR="00BD6B46" w:rsidRPr="00212F54" w:rsidRDefault="00BD6B46" w:rsidP="00BD6B46">
      <w:pPr>
        <w:ind w:left="5440" w:firstLine="680"/>
        <w:rPr>
          <w:spacing w:val="0"/>
          <w:position w:val="0"/>
          <w:sz w:val="22"/>
          <w:szCs w:val="22"/>
        </w:rPr>
      </w:pPr>
      <w:r w:rsidRPr="00212F54">
        <w:rPr>
          <w:spacing w:val="0"/>
          <w:position w:val="0"/>
          <w:sz w:val="22"/>
          <w:szCs w:val="22"/>
        </w:rPr>
        <w:t>metsamaterjali müügilepingu</w:t>
      </w:r>
    </w:p>
    <w:p w14:paraId="726259AE" w14:textId="27128199" w:rsidR="00BD6B46" w:rsidRPr="00212F54" w:rsidRDefault="00BD6B46" w:rsidP="00BD6B46">
      <w:pPr>
        <w:ind w:left="5440" w:firstLine="680"/>
        <w:rPr>
          <w:spacing w:val="0"/>
          <w:position w:val="0"/>
          <w:sz w:val="22"/>
          <w:szCs w:val="22"/>
        </w:rPr>
      </w:pPr>
      <w:r w:rsidRPr="00212F54">
        <w:rPr>
          <w:spacing w:val="0"/>
          <w:position w:val="0"/>
          <w:sz w:val="22"/>
          <w:szCs w:val="22"/>
        </w:rPr>
        <w:t>nr 3-3.6.1/202</w:t>
      </w:r>
      <w:r w:rsidR="006259B6">
        <w:rPr>
          <w:spacing w:val="0"/>
          <w:position w:val="0"/>
          <w:sz w:val="22"/>
          <w:szCs w:val="22"/>
        </w:rPr>
        <w:t>5</w:t>
      </w:r>
      <w:r w:rsidRPr="00212F54">
        <w:rPr>
          <w:spacing w:val="0"/>
          <w:position w:val="0"/>
          <w:sz w:val="22"/>
          <w:szCs w:val="22"/>
        </w:rPr>
        <w:t>/</w:t>
      </w:r>
      <w:r w:rsidR="006259B6">
        <w:rPr>
          <w:spacing w:val="0"/>
          <w:position w:val="0"/>
          <w:sz w:val="22"/>
          <w:szCs w:val="22"/>
        </w:rPr>
        <w:t>8</w:t>
      </w:r>
      <w:r w:rsidRPr="00212F54">
        <w:rPr>
          <w:spacing w:val="0"/>
          <w:position w:val="0"/>
          <w:sz w:val="22"/>
          <w:szCs w:val="22"/>
        </w:rPr>
        <w:t xml:space="preserve"> juurde</w:t>
      </w:r>
    </w:p>
    <w:bookmarkEnd w:id="3"/>
    <w:p w14:paraId="42174ECA" w14:textId="77777777" w:rsidR="00BD6B46" w:rsidRPr="00212F54" w:rsidRDefault="00BD6B46" w:rsidP="00BD6B46">
      <w:pPr>
        <w:keepNext/>
        <w:outlineLvl w:val="0"/>
        <w:rPr>
          <w:b/>
          <w:kern w:val="28"/>
          <w:sz w:val="22"/>
          <w:szCs w:val="22"/>
        </w:rPr>
      </w:pPr>
    </w:p>
    <w:p w14:paraId="1336687D" w14:textId="77777777" w:rsidR="00BD6B46" w:rsidRPr="00212F54" w:rsidRDefault="00BD6B46" w:rsidP="00BD6B46">
      <w:pPr>
        <w:keepNext/>
        <w:jc w:val="center"/>
        <w:outlineLvl w:val="0"/>
        <w:rPr>
          <w:b/>
          <w:sz w:val="22"/>
          <w:szCs w:val="22"/>
        </w:rPr>
      </w:pPr>
      <w:r w:rsidRPr="00212F54">
        <w:rPr>
          <w:b/>
          <w:sz w:val="22"/>
          <w:szCs w:val="22"/>
        </w:rPr>
        <w:t>TARNEGRAAFIK</w:t>
      </w:r>
    </w:p>
    <w:p w14:paraId="2953335E" w14:textId="77777777" w:rsidR="00BD6B46" w:rsidRPr="00212F54" w:rsidRDefault="00BD6B46" w:rsidP="00BD6B46">
      <w:pPr>
        <w:rPr>
          <w:sz w:val="22"/>
          <w:szCs w:val="22"/>
        </w:rPr>
      </w:pPr>
    </w:p>
    <w:p w14:paraId="77E65A36" w14:textId="77777777" w:rsidR="00BD6B46" w:rsidRPr="00212F54" w:rsidRDefault="00BD6B46" w:rsidP="00BD6B46">
      <w:pPr>
        <w:keepNext/>
        <w:ind w:left="4080"/>
        <w:outlineLvl w:val="0"/>
        <w:rPr>
          <w:bCs/>
          <w:sz w:val="22"/>
          <w:szCs w:val="22"/>
        </w:rPr>
      </w:pPr>
      <w:r w:rsidRPr="00212F54">
        <w:rPr>
          <w:bCs/>
          <w:sz w:val="22"/>
          <w:szCs w:val="22"/>
        </w:rPr>
        <w:t>/kuupäev vastavalt hilisemale digitaalallkirja kuupäevale/</w:t>
      </w:r>
    </w:p>
    <w:p w14:paraId="5B1FCB3E" w14:textId="77777777" w:rsidR="00BD6B46" w:rsidRPr="00212F54" w:rsidRDefault="00BD6B46" w:rsidP="00BD6B46">
      <w:pPr>
        <w:rPr>
          <w:sz w:val="22"/>
          <w:szCs w:val="22"/>
        </w:rPr>
      </w:pPr>
    </w:p>
    <w:p w14:paraId="6DC4ECA7" w14:textId="77777777" w:rsidR="00BD6B46" w:rsidRPr="00212F54" w:rsidRDefault="00BD6B46" w:rsidP="00BD6B46">
      <w:pPr>
        <w:rPr>
          <w:sz w:val="22"/>
          <w:szCs w:val="22"/>
        </w:rPr>
      </w:pPr>
    </w:p>
    <w:p w14:paraId="36B7A86C" w14:textId="77777777" w:rsidR="00BD6B46" w:rsidRPr="006776BD" w:rsidRDefault="00BD6B46" w:rsidP="00BD6B46">
      <w:pPr>
        <w:jc w:val="both"/>
        <w:rPr>
          <w:b/>
          <w:bCs/>
          <w:sz w:val="22"/>
          <w:szCs w:val="22"/>
        </w:rPr>
      </w:pPr>
      <w:r w:rsidRPr="006776BD">
        <w:rPr>
          <w:b/>
          <w:bCs/>
          <w:sz w:val="22"/>
          <w:szCs w:val="22"/>
        </w:rPr>
        <w:t xml:space="preserve">Pooled lepivad kokku, et lepingu alusel müüdava metsamaterjali tarnegraafik on järgmine: </w:t>
      </w:r>
    </w:p>
    <w:p w14:paraId="3EC5047C" w14:textId="77777777" w:rsidR="00BD6B46" w:rsidRPr="00212F54" w:rsidRDefault="00BD6B46" w:rsidP="00BD6B46">
      <w:pPr>
        <w:rPr>
          <w:b/>
          <w:sz w:val="22"/>
          <w:szCs w:val="22"/>
        </w:rPr>
      </w:pPr>
    </w:p>
    <w:p w14:paraId="2749ED4E" w14:textId="016383A5" w:rsidR="00BD6B46" w:rsidRPr="00212F54" w:rsidRDefault="00BD6B46" w:rsidP="00BD6B46">
      <w:pPr>
        <w:rPr>
          <w:bCs/>
          <w:sz w:val="22"/>
          <w:szCs w:val="22"/>
        </w:rPr>
      </w:pPr>
      <w:r w:rsidRPr="00212F54">
        <w:rPr>
          <w:b/>
          <w:bCs/>
          <w:sz w:val="22"/>
          <w:szCs w:val="22"/>
        </w:rPr>
        <w:t>1.</w:t>
      </w:r>
      <w:r w:rsidRPr="00212F54">
        <w:rPr>
          <w:bCs/>
          <w:sz w:val="22"/>
          <w:szCs w:val="22"/>
        </w:rPr>
        <w:t xml:space="preserve"> RMK </w:t>
      </w:r>
      <w:r>
        <w:rPr>
          <w:bCs/>
          <w:sz w:val="22"/>
          <w:szCs w:val="22"/>
        </w:rPr>
        <w:t>2</w:t>
      </w:r>
      <w:r w:rsidR="006259B6">
        <w:rPr>
          <w:bCs/>
          <w:sz w:val="22"/>
          <w:szCs w:val="22"/>
        </w:rPr>
        <w:t>3</w:t>
      </w:r>
      <w:r w:rsidRPr="00212F54">
        <w:rPr>
          <w:bCs/>
          <w:sz w:val="22"/>
          <w:szCs w:val="22"/>
        </w:rPr>
        <w:t xml:space="preserve">. </w:t>
      </w:r>
      <w:r>
        <w:rPr>
          <w:bCs/>
          <w:sz w:val="22"/>
          <w:szCs w:val="22"/>
        </w:rPr>
        <w:t>detsembr</w:t>
      </w:r>
      <w:r w:rsidRPr="00212F54">
        <w:rPr>
          <w:bCs/>
          <w:sz w:val="22"/>
          <w:szCs w:val="22"/>
        </w:rPr>
        <w:t>i 202</w:t>
      </w:r>
      <w:r w:rsidR="006259B6">
        <w:rPr>
          <w:bCs/>
          <w:sz w:val="22"/>
          <w:szCs w:val="22"/>
        </w:rPr>
        <w:t>4</w:t>
      </w:r>
      <w:r w:rsidRPr="00212F54">
        <w:rPr>
          <w:bCs/>
          <w:sz w:val="22"/>
          <w:szCs w:val="22"/>
        </w:rPr>
        <w:t>.a  metsamaterjali avaliku kirjaliku enampakkumise edukaks kuulutatud pakkujate protokolli 3-3.4/</w:t>
      </w:r>
      <w:r w:rsidR="006259B6">
        <w:rPr>
          <w:bCs/>
          <w:sz w:val="22"/>
          <w:szCs w:val="22"/>
        </w:rPr>
        <w:t>20</w:t>
      </w:r>
      <w:r w:rsidRPr="00212F54">
        <w:rPr>
          <w:bCs/>
          <w:sz w:val="22"/>
          <w:szCs w:val="22"/>
        </w:rPr>
        <w:t xml:space="preserve"> alusel müüja müüb ja ostja ostab metsamaterjali, mille tarnekoht ja kogus tarneperioodil </w:t>
      </w:r>
      <w:r w:rsidR="006259B6">
        <w:rPr>
          <w:b/>
          <w:bCs/>
          <w:sz w:val="22"/>
          <w:szCs w:val="22"/>
        </w:rPr>
        <w:t>09</w:t>
      </w:r>
      <w:r>
        <w:rPr>
          <w:b/>
          <w:bCs/>
          <w:sz w:val="22"/>
          <w:szCs w:val="22"/>
        </w:rPr>
        <w:t>.01.202</w:t>
      </w:r>
      <w:r w:rsidR="006259B6">
        <w:rPr>
          <w:b/>
          <w:bCs/>
          <w:sz w:val="22"/>
          <w:szCs w:val="22"/>
        </w:rPr>
        <w:t>5</w:t>
      </w:r>
      <w:r w:rsidRPr="00212F54">
        <w:rPr>
          <w:b/>
          <w:bCs/>
          <w:sz w:val="22"/>
          <w:szCs w:val="22"/>
        </w:rPr>
        <w:t xml:space="preserve"> – </w:t>
      </w:r>
      <w:r>
        <w:rPr>
          <w:b/>
          <w:bCs/>
          <w:sz w:val="22"/>
          <w:szCs w:val="22"/>
        </w:rPr>
        <w:t>31.03.202</w:t>
      </w:r>
      <w:r w:rsidR="006259B6">
        <w:rPr>
          <w:b/>
          <w:bCs/>
          <w:sz w:val="22"/>
          <w:szCs w:val="22"/>
        </w:rPr>
        <w:t>5</w:t>
      </w:r>
      <w:r w:rsidRPr="00212F54">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768"/>
        <w:gridCol w:w="1559"/>
        <w:gridCol w:w="1701"/>
        <w:gridCol w:w="1134"/>
        <w:gridCol w:w="1134"/>
        <w:gridCol w:w="1134"/>
        <w:gridCol w:w="1134"/>
      </w:tblGrid>
      <w:tr w:rsidR="00BD6B46" w:rsidRPr="00212F54" w14:paraId="134DC316" w14:textId="77777777" w:rsidTr="006259B6">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A217E29" w14:textId="77777777" w:rsidR="00BD6B46" w:rsidRPr="00212F54" w:rsidRDefault="00BD6B46" w:rsidP="0083036A">
            <w:pPr>
              <w:rPr>
                <w:b/>
                <w:sz w:val="22"/>
                <w:szCs w:val="22"/>
              </w:rPr>
            </w:pPr>
            <w:r w:rsidRPr="00212F54">
              <w:rPr>
                <w:b/>
                <w:sz w:val="22"/>
                <w:szCs w:val="22"/>
              </w:rPr>
              <w:t>Metsamaterjal</w:t>
            </w:r>
          </w:p>
        </w:tc>
        <w:tc>
          <w:tcPr>
            <w:tcW w:w="1559" w:type="dxa"/>
            <w:tcBorders>
              <w:top w:val="single" w:sz="4" w:space="0" w:color="auto"/>
              <w:left w:val="nil"/>
              <w:bottom w:val="single" w:sz="4" w:space="0" w:color="auto"/>
              <w:right w:val="single" w:sz="4" w:space="0" w:color="auto"/>
            </w:tcBorders>
            <w:shd w:val="clear" w:color="auto" w:fill="auto"/>
            <w:noWrap/>
          </w:tcPr>
          <w:p w14:paraId="51F1C6E8" w14:textId="77777777" w:rsidR="00BD6B46" w:rsidRPr="00212F54" w:rsidRDefault="00BD6B46" w:rsidP="0083036A">
            <w:pPr>
              <w:rPr>
                <w:b/>
                <w:sz w:val="22"/>
                <w:szCs w:val="22"/>
              </w:rPr>
            </w:pPr>
            <w:r w:rsidRPr="00212F54">
              <w:rPr>
                <w:b/>
                <w:sz w:val="22"/>
                <w:szCs w:val="22"/>
              </w:rPr>
              <w:t>Tarnekoht</w:t>
            </w:r>
          </w:p>
        </w:tc>
        <w:tc>
          <w:tcPr>
            <w:tcW w:w="1701" w:type="dxa"/>
            <w:tcBorders>
              <w:top w:val="single" w:sz="4" w:space="0" w:color="auto"/>
              <w:left w:val="nil"/>
              <w:bottom w:val="single" w:sz="4" w:space="0" w:color="auto"/>
              <w:right w:val="single" w:sz="4" w:space="0" w:color="auto"/>
            </w:tcBorders>
          </w:tcPr>
          <w:p w14:paraId="43688E38" w14:textId="77777777" w:rsidR="00BD6B46" w:rsidRPr="00212F54" w:rsidRDefault="00BD6B46" w:rsidP="0083036A">
            <w:pPr>
              <w:jc w:val="center"/>
              <w:rPr>
                <w:b/>
                <w:sz w:val="22"/>
                <w:szCs w:val="22"/>
              </w:rPr>
            </w:pPr>
            <w:r w:rsidRPr="00212F54">
              <w:rPr>
                <w:b/>
                <w:sz w:val="22"/>
                <w:szCs w:val="22"/>
              </w:rPr>
              <w:t>Tarnetingimus</w:t>
            </w:r>
          </w:p>
        </w:tc>
        <w:tc>
          <w:tcPr>
            <w:tcW w:w="1134" w:type="dxa"/>
            <w:tcBorders>
              <w:top w:val="single" w:sz="4" w:space="0" w:color="auto"/>
              <w:left w:val="nil"/>
              <w:bottom w:val="single" w:sz="4" w:space="0" w:color="auto"/>
              <w:right w:val="single" w:sz="4" w:space="0" w:color="auto"/>
            </w:tcBorders>
          </w:tcPr>
          <w:p w14:paraId="1D24CF51" w14:textId="77777777" w:rsidR="00BD6B46" w:rsidRPr="00212F54" w:rsidRDefault="00BD6B46" w:rsidP="0083036A">
            <w:pPr>
              <w:jc w:val="center"/>
              <w:rPr>
                <w:b/>
                <w:sz w:val="22"/>
                <w:szCs w:val="22"/>
              </w:rPr>
            </w:pPr>
            <w:r>
              <w:rPr>
                <w:b/>
                <w:sz w:val="22"/>
                <w:szCs w:val="22"/>
              </w:rPr>
              <w:t>Jaan</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8320927" w14:textId="77777777" w:rsidR="00BD6B46" w:rsidRPr="00212F54" w:rsidRDefault="00BD6B46" w:rsidP="0083036A">
            <w:pPr>
              <w:jc w:val="center"/>
              <w:rPr>
                <w:b/>
                <w:sz w:val="22"/>
                <w:szCs w:val="22"/>
              </w:rPr>
            </w:pPr>
            <w:r>
              <w:rPr>
                <w:b/>
                <w:sz w:val="22"/>
                <w:szCs w:val="22"/>
              </w:rPr>
              <w:t>Veebr</w:t>
            </w:r>
          </w:p>
        </w:tc>
        <w:tc>
          <w:tcPr>
            <w:tcW w:w="1134" w:type="dxa"/>
            <w:tcBorders>
              <w:top w:val="single" w:sz="4" w:space="0" w:color="auto"/>
              <w:left w:val="single" w:sz="4" w:space="0" w:color="auto"/>
              <w:bottom w:val="single" w:sz="4" w:space="0" w:color="auto"/>
              <w:right w:val="single" w:sz="4" w:space="0" w:color="auto"/>
            </w:tcBorders>
          </w:tcPr>
          <w:p w14:paraId="2295F5E3" w14:textId="77777777" w:rsidR="00BD6B46" w:rsidRPr="00212F54" w:rsidRDefault="00BD6B46" w:rsidP="0083036A">
            <w:pPr>
              <w:jc w:val="center"/>
              <w:rPr>
                <w:b/>
                <w:sz w:val="22"/>
                <w:szCs w:val="22"/>
              </w:rPr>
            </w:pPr>
            <w:r>
              <w:rPr>
                <w:b/>
                <w:sz w:val="22"/>
                <w:szCs w:val="22"/>
              </w:rPr>
              <w:t>Märts</w:t>
            </w:r>
          </w:p>
        </w:tc>
        <w:tc>
          <w:tcPr>
            <w:tcW w:w="1134" w:type="dxa"/>
            <w:tcBorders>
              <w:top w:val="single" w:sz="4" w:space="0" w:color="auto"/>
              <w:left w:val="single" w:sz="4" w:space="0" w:color="auto"/>
              <w:bottom w:val="single" w:sz="4" w:space="0" w:color="auto"/>
              <w:right w:val="single" w:sz="4" w:space="0" w:color="auto"/>
            </w:tcBorders>
          </w:tcPr>
          <w:p w14:paraId="6E06BB56" w14:textId="77777777" w:rsidR="00BD6B46" w:rsidRPr="00212F54" w:rsidRDefault="00BD6B46" w:rsidP="0083036A">
            <w:pPr>
              <w:rPr>
                <w:b/>
                <w:sz w:val="22"/>
                <w:szCs w:val="22"/>
              </w:rPr>
            </w:pPr>
            <w:r w:rsidRPr="00212F54">
              <w:rPr>
                <w:b/>
                <w:sz w:val="22"/>
                <w:szCs w:val="22"/>
              </w:rPr>
              <w:t>Kokku</w:t>
            </w:r>
          </w:p>
        </w:tc>
      </w:tr>
      <w:tr w:rsidR="006259B6" w:rsidRPr="00212F54" w14:paraId="46EF633A" w14:textId="77777777" w:rsidTr="006259B6">
        <w:trPr>
          <w:trHeight w:val="288"/>
        </w:trPr>
        <w:tc>
          <w:tcPr>
            <w:tcW w:w="1768" w:type="dxa"/>
            <w:tcBorders>
              <w:top w:val="nil"/>
              <w:left w:val="single" w:sz="4" w:space="0" w:color="auto"/>
              <w:bottom w:val="single" w:sz="4" w:space="0" w:color="auto"/>
              <w:right w:val="single" w:sz="4" w:space="0" w:color="auto"/>
            </w:tcBorders>
            <w:shd w:val="clear" w:color="auto" w:fill="auto"/>
            <w:noWrap/>
            <w:hideMark/>
          </w:tcPr>
          <w:p w14:paraId="2941EBC0" w14:textId="5642E308" w:rsidR="006259B6" w:rsidRPr="006259B6" w:rsidRDefault="006259B6" w:rsidP="006259B6">
            <w:pPr>
              <w:jc w:val="center"/>
              <w:rPr>
                <w:bCs/>
                <w:sz w:val="22"/>
                <w:szCs w:val="22"/>
              </w:rPr>
            </w:pPr>
            <w:r w:rsidRPr="006259B6">
              <w:rPr>
                <w:sz w:val="22"/>
                <w:szCs w:val="22"/>
              </w:rPr>
              <w:t>Kuusepaberipuit</w:t>
            </w:r>
          </w:p>
        </w:tc>
        <w:tc>
          <w:tcPr>
            <w:tcW w:w="1559" w:type="dxa"/>
            <w:tcBorders>
              <w:top w:val="nil"/>
              <w:left w:val="single" w:sz="4" w:space="0" w:color="auto"/>
              <w:bottom w:val="single" w:sz="4" w:space="0" w:color="auto"/>
              <w:right w:val="single" w:sz="4" w:space="0" w:color="auto"/>
            </w:tcBorders>
            <w:shd w:val="clear" w:color="auto" w:fill="auto"/>
            <w:noWrap/>
            <w:hideMark/>
          </w:tcPr>
          <w:p w14:paraId="60FDE689" w14:textId="67733EFD" w:rsidR="006259B6" w:rsidRPr="00942CE5" w:rsidRDefault="006259B6" w:rsidP="006259B6">
            <w:pPr>
              <w:jc w:val="center"/>
              <w:rPr>
                <w:bCs/>
                <w:sz w:val="22"/>
                <w:szCs w:val="22"/>
              </w:rPr>
            </w:pPr>
            <w:r>
              <w:rPr>
                <w:bCs/>
                <w:sz w:val="22"/>
                <w:szCs w:val="22"/>
              </w:rPr>
              <w:t>Kunda sadam</w:t>
            </w:r>
          </w:p>
        </w:tc>
        <w:tc>
          <w:tcPr>
            <w:tcW w:w="1701" w:type="dxa"/>
            <w:tcBorders>
              <w:top w:val="single" w:sz="4" w:space="0" w:color="auto"/>
              <w:left w:val="nil"/>
              <w:bottom w:val="single" w:sz="4" w:space="0" w:color="auto"/>
              <w:right w:val="single" w:sz="4" w:space="0" w:color="auto"/>
            </w:tcBorders>
          </w:tcPr>
          <w:p w14:paraId="0782020B" w14:textId="77777777" w:rsidR="006259B6" w:rsidRPr="00212F54" w:rsidRDefault="006259B6" w:rsidP="006259B6">
            <w:pPr>
              <w:jc w:val="center"/>
              <w:rPr>
                <w:bCs/>
                <w:sz w:val="22"/>
                <w:szCs w:val="22"/>
              </w:rPr>
            </w:pPr>
            <w:r w:rsidRPr="00212F54">
              <w:rPr>
                <w:bCs/>
                <w:sz w:val="22"/>
                <w:szCs w:val="22"/>
              </w:rPr>
              <w:t>DPU</w:t>
            </w:r>
          </w:p>
        </w:tc>
        <w:tc>
          <w:tcPr>
            <w:tcW w:w="1134" w:type="dxa"/>
            <w:tcBorders>
              <w:top w:val="single" w:sz="4" w:space="0" w:color="auto"/>
              <w:left w:val="nil"/>
              <w:bottom w:val="single" w:sz="4" w:space="0" w:color="auto"/>
              <w:right w:val="single" w:sz="4" w:space="0" w:color="auto"/>
            </w:tcBorders>
            <w:shd w:val="clear" w:color="auto" w:fill="auto"/>
          </w:tcPr>
          <w:p w14:paraId="21952588" w14:textId="4F48AAA5" w:rsidR="006259B6" w:rsidRPr="006259B6" w:rsidRDefault="006259B6" w:rsidP="006259B6">
            <w:pPr>
              <w:jc w:val="center"/>
              <w:rPr>
                <w:sz w:val="22"/>
                <w:szCs w:val="22"/>
              </w:rPr>
            </w:pPr>
            <w:r w:rsidRPr="006259B6">
              <w:rPr>
                <w:sz w:val="22"/>
                <w:szCs w:val="22"/>
              </w:rPr>
              <w:t>1</w:t>
            </w:r>
            <w:r w:rsidR="001F1FB1">
              <w:rPr>
                <w:sz w:val="22"/>
                <w:szCs w:val="22"/>
              </w:rPr>
              <w:t>700</w:t>
            </w:r>
          </w:p>
        </w:tc>
        <w:tc>
          <w:tcPr>
            <w:tcW w:w="1134" w:type="dxa"/>
            <w:tcBorders>
              <w:top w:val="single" w:sz="4" w:space="0" w:color="auto"/>
              <w:left w:val="nil"/>
              <w:bottom w:val="single" w:sz="4" w:space="0" w:color="auto"/>
              <w:right w:val="single" w:sz="4" w:space="0" w:color="auto"/>
            </w:tcBorders>
            <w:shd w:val="clear" w:color="auto" w:fill="auto"/>
            <w:noWrap/>
          </w:tcPr>
          <w:p w14:paraId="71CD9B75" w14:textId="69DCE4F6" w:rsidR="006259B6" w:rsidRPr="006259B6" w:rsidRDefault="001F1FB1" w:rsidP="006259B6">
            <w:pPr>
              <w:jc w:val="center"/>
              <w:rPr>
                <w:sz w:val="22"/>
                <w:szCs w:val="22"/>
              </w:rPr>
            </w:pPr>
            <w:r>
              <w:rPr>
                <w:sz w:val="22"/>
                <w:szCs w:val="22"/>
              </w:rPr>
              <w:t>2000</w:t>
            </w:r>
          </w:p>
        </w:tc>
        <w:tc>
          <w:tcPr>
            <w:tcW w:w="1134" w:type="dxa"/>
            <w:tcBorders>
              <w:top w:val="single" w:sz="4" w:space="0" w:color="auto"/>
              <w:left w:val="single" w:sz="4" w:space="0" w:color="auto"/>
              <w:bottom w:val="single" w:sz="4" w:space="0" w:color="auto"/>
              <w:right w:val="single" w:sz="4" w:space="0" w:color="auto"/>
            </w:tcBorders>
          </w:tcPr>
          <w:p w14:paraId="77D1DB86" w14:textId="36C4D116" w:rsidR="006259B6" w:rsidRPr="006259B6" w:rsidRDefault="006259B6" w:rsidP="006259B6">
            <w:pPr>
              <w:jc w:val="center"/>
              <w:rPr>
                <w:sz w:val="22"/>
                <w:szCs w:val="22"/>
              </w:rPr>
            </w:pPr>
            <w:r w:rsidRPr="006259B6">
              <w:rPr>
                <w:sz w:val="22"/>
                <w:szCs w:val="22"/>
              </w:rPr>
              <w:t>2</w:t>
            </w:r>
            <w:r w:rsidR="001F1FB1">
              <w:rPr>
                <w:sz w:val="22"/>
                <w:szCs w:val="22"/>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DFA5FB" w14:textId="3B86C228" w:rsidR="006259B6" w:rsidRPr="006259B6" w:rsidRDefault="006259B6" w:rsidP="006259B6">
            <w:pPr>
              <w:jc w:val="center"/>
              <w:rPr>
                <w:b/>
                <w:bCs/>
                <w:sz w:val="22"/>
                <w:szCs w:val="22"/>
              </w:rPr>
            </w:pPr>
            <w:r w:rsidRPr="006259B6">
              <w:rPr>
                <w:b/>
                <w:bCs/>
                <w:sz w:val="22"/>
                <w:szCs w:val="22"/>
              </w:rPr>
              <w:t>6000</w:t>
            </w:r>
          </w:p>
        </w:tc>
      </w:tr>
      <w:tr w:rsidR="006259B6" w:rsidRPr="00212F54" w14:paraId="5A8EDD14" w14:textId="77777777" w:rsidTr="006259B6">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68BE8820" w14:textId="0193C09E" w:rsidR="006259B6" w:rsidRPr="006259B6" w:rsidRDefault="006259B6" w:rsidP="006259B6">
            <w:pPr>
              <w:jc w:val="center"/>
              <w:rPr>
                <w:bCs/>
                <w:sz w:val="22"/>
                <w:szCs w:val="22"/>
              </w:rPr>
            </w:pPr>
            <w:r w:rsidRPr="006259B6">
              <w:rPr>
                <w:sz w:val="22"/>
                <w:szCs w:val="22"/>
              </w:rPr>
              <w:t>Kuusepaberipuit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70792E94" w14:textId="0A7CAC78" w:rsidR="006259B6" w:rsidRPr="00942CE5" w:rsidRDefault="006259B6" w:rsidP="006259B6">
            <w:pPr>
              <w:jc w:val="center"/>
              <w:rPr>
                <w:bCs/>
                <w:sz w:val="22"/>
                <w:szCs w:val="22"/>
              </w:rPr>
            </w:pPr>
            <w:r w:rsidRPr="00942CE5">
              <w:rPr>
                <w:bCs/>
                <w:sz w:val="22"/>
                <w:szCs w:val="22"/>
              </w:rPr>
              <w:t>Pärnu</w:t>
            </w:r>
            <w:r>
              <w:rPr>
                <w:bCs/>
                <w:sz w:val="22"/>
                <w:szCs w:val="22"/>
              </w:rPr>
              <w:t xml:space="preserve"> sadam</w:t>
            </w:r>
          </w:p>
        </w:tc>
        <w:tc>
          <w:tcPr>
            <w:tcW w:w="1701" w:type="dxa"/>
            <w:tcBorders>
              <w:top w:val="single" w:sz="4" w:space="0" w:color="auto"/>
              <w:left w:val="nil"/>
              <w:bottom w:val="single" w:sz="4" w:space="0" w:color="auto"/>
              <w:right w:val="single" w:sz="4" w:space="0" w:color="auto"/>
            </w:tcBorders>
          </w:tcPr>
          <w:p w14:paraId="73FCE6BD" w14:textId="77777777" w:rsidR="006259B6" w:rsidRPr="00212F54" w:rsidRDefault="006259B6" w:rsidP="006259B6">
            <w:pPr>
              <w:jc w:val="center"/>
              <w:rPr>
                <w:bCs/>
                <w:sz w:val="22"/>
                <w:szCs w:val="22"/>
              </w:rPr>
            </w:pPr>
            <w:r w:rsidRPr="00212F54">
              <w:rPr>
                <w:bCs/>
                <w:sz w:val="22"/>
                <w:szCs w:val="22"/>
              </w:rPr>
              <w:t>DPU</w:t>
            </w:r>
          </w:p>
        </w:tc>
        <w:tc>
          <w:tcPr>
            <w:tcW w:w="1134" w:type="dxa"/>
            <w:tcBorders>
              <w:top w:val="single" w:sz="4" w:space="0" w:color="auto"/>
              <w:left w:val="nil"/>
              <w:bottom w:val="single" w:sz="4" w:space="0" w:color="auto"/>
              <w:right w:val="single" w:sz="4" w:space="0" w:color="auto"/>
            </w:tcBorders>
            <w:shd w:val="clear" w:color="auto" w:fill="auto"/>
          </w:tcPr>
          <w:p w14:paraId="482CCDFB" w14:textId="4E0CCFF6" w:rsidR="006259B6" w:rsidRPr="006259B6" w:rsidRDefault="006259B6" w:rsidP="006259B6">
            <w:pPr>
              <w:jc w:val="center"/>
              <w:rPr>
                <w:sz w:val="22"/>
                <w:szCs w:val="22"/>
              </w:rPr>
            </w:pPr>
            <w:r w:rsidRPr="006259B6">
              <w:rPr>
                <w:sz w:val="22"/>
                <w:szCs w:val="22"/>
              </w:rPr>
              <w:t>1</w:t>
            </w:r>
            <w:r w:rsidR="001F1FB1">
              <w:rPr>
                <w:sz w:val="22"/>
                <w:szCs w:val="22"/>
              </w:rPr>
              <w:t>600</w:t>
            </w:r>
          </w:p>
        </w:tc>
        <w:tc>
          <w:tcPr>
            <w:tcW w:w="1134" w:type="dxa"/>
            <w:tcBorders>
              <w:top w:val="single" w:sz="4" w:space="0" w:color="auto"/>
              <w:left w:val="nil"/>
              <w:bottom w:val="single" w:sz="4" w:space="0" w:color="auto"/>
              <w:right w:val="single" w:sz="4" w:space="0" w:color="auto"/>
            </w:tcBorders>
            <w:shd w:val="clear" w:color="auto" w:fill="auto"/>
            <w:noWrap/>
          </w:tcPr>
          <w:p w14:paraId="79E6F09E" w14:textId="33346D65" w:rsidR="006259B6" w:rsidRPr="006259B6" w:rsidRDefault="006259B6" w:rsidP="006259B6">
            <w:pPr>
              <w:jc w:val="center"/>
              <w:rPr>
                <w:sz w:val="22"/>
                <w:szCs w:val="22"/>
              </w:rPr>
            </w:pPr>
            <w:r w:rsidRPr="006259B6">
              <w:rPr>
                <w:sz w:val="22"/>
                <w:szCs w:val="22"/>
              </w:rPr>
              <w:t>2100</w:t>
            </w:r>
          </w:p>
        </w:tc>
        <w:tc>
          <w:tcPr>
            <w:tcW w:w="1134" w:type="dxa"/>
            <w:tcBorders>
              <w:top w:val="single" w:sz="4" w:space="0" w:color="auto"/>
              <w:left w:val="single" w:sz="4" w:space="0" w:color="auto"/>
              <w:bottom w:val="single" w:sz="4" w:space="0" w:color="auto"/>
              <w:right w:val="single" w:sz="4" w:space="0" w:color="auto"/>
            </w:tcBorders>
          </w:tcPr>
          <w:p w14:paraId="2BA9E6D2" w14:textId="4EF0BC45" w:rsidR="006259B6" w:rsidRPr="006259B6" w:rsidRDefault="006259B6" w:rsidP="006259B6">
            <w:pPr>
              <w:jc w:val="center"/>
              <w:rPr>
                <w:sz w:val="22"/>
                <w:szCs w:val="22"/>
              </w:rPr>
            </w:pPr>
            <w:r w:rsidRPr="006259B6">
              <w:rPr>
                <w:sz w:val="22"/>
                <w:szCs w:val="22"/>
              </w:rPr>
              <w:t>2</w:t>
            </w:r>
            <w:r w:rsidR="001F1FB1">
              <w:rPr>
                <w:sz w:val="22"/>
                <w:szCs w:val="22"/>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08BEDC" w14:textId="5511AE33" w:rsidR="006259B6" w:rsidRPr="006259B6" w:rsidRDefault="006259B6" w:rsidP="006259B6">
            <w:pPr>
              <w:jc w:val="center"/>
              <w:rPr>
                <w:b/>
                <w:bCs/>
                <w:sz w:val="22"/>
                <w:szCs w:val="22"/>
              </w:rPr>
            </w:pPr>
            <w:r w:rsidRPr="006259B6">
              <w:rPr>
                <w:b/>
                <w:bCs/>
                <w:sz w:val="22"/>
                <w:szCs w:val="22"/>
              </w:rPr>
              <w:t>6000</w:t>
            </w:r>
          </w:p>
        </w:tc>
      </w:tr>
      <w:tr w:rsidR="006259B6" w:rsidRPr="00212F54" w14:paraId="2FDCF9D3" w14:textId="77777777" w:rsidTr="006259B6">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2F6C2F8E" w14:textId="1C51297E" w:rsidR="006259B6" w:rsidRPr="006259B6" w:rsidRDefault="006259B6" w:rsidP="006259B6">
            <w:pPr>
              <w:jc w:val="center"/>
              <w:rPr>
                <w:bCs/>
                <w:sz w:val="22"/>
                <w:szCs w:val="22"/>
              </w:rPr>
            </w:pPr>
            <w:r w:rsidRPr="006259B6">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46935D9" w14:textId="32EFE14F" w:rsidR="006259B6" w:rsidRPr="00942CE5" w:rsidRDefault="006259B6" w:rsidP="006259B6">
            <w:pPr>
              <w:jc w:val="center"/>
              <w:rPr>
                <w:bCs/>
                <w:sz w:val="22"/>
                <w:szCs w:val="22"/>
              </w:rPr>
            </w:pPr>
            <w:r>
              <w:rPr>
                <w:bCs/>
                <w:sz w:val="22"/>
                <w:szCs w:val="22"/>
              </w:rPr>
              <w:t>Kunda sadam</w:t>
            </w:r>
          </w:p>
        </w:tc>
        <w:tc>
          <w:tcPr>
            <w:tcW w:w="1701" w:type="dxa"/>
            <w:tcBorders>
              <w:top w:val="single" w:sz="4" w:space="0" w:color="auto"/>
              <w:left w:val="nil"/>
              <w:bottom w:val="single" w:sz="4" w:space="0" w:color="auto"/>
              <w:right w:val="single" w:sz="4" w:space="0" w:color="auto"/>
            </w:tcBorders>
          </w:tcPr>
          <w:p w14:paraId="3343A8D0" w14:textId="69C29BCA" w:rsidR="006259B6" w:rsidRPr="00212F54" w:rsidRDefault="006259B6" w:rsidP="006259B6">
            <w:pPr>
              <w:jc w:val="center"/>
              <w:rPr>
                <w:bCs/>
                <w:sz w:val="22"/>
                <w:szCs w:val="22"/>
              </w:rPr>
            </w:pPr>
            <w:r>
              <w:rPr>
                <w:bCs/>
                <w:sz w:val="22"/>
                <w:szCs w:val="22"/>
              </w:rPr>
              <w:t>DPU</w:t>
            </w:r>
          </w:p>
        </w:tc>
        <w:tc>
          <w:tcPr>
            <w:tcW w:w="1134" w:type="dxa"/>
            <w:tcBorders>
              <w:top w:val="single" w:sz="4" w:space="0" w:color="auto"/>
              <w:left w:val="nil"/>
              <w:bottom w:val="single" w:sz="4" w:space="0" w:color="auto"/>
              <w:right w:val="single" w:sz="4" w:space="0" w:color="auto"/>
            </w:tcBorders>
            <w:shd w:val="clear" w:color="auto" w:fill="auto"/>
          </w:tcPr>
          <w:p w14:paraId="45B00B61" w14:textId="4306EA7F" w:rsidR="006259B6" w:rsidRPr="006259B6" w:rsidRDefault="001F1FB1" w:rsidP="006259B6">
            <w:pPr>
              <w:jc w:val="center"/>
              <w:rPr>
                <w:sz w:val="22"/>
                <w:szCs w:val="22"/>
              </w:rPr>
            </w:pPr>
            <w:r>
              <w:rPr>
                <w:sz w:val="22"/>
                <w:szCs w:val="22"/>
              </w:rPr>
              <w:t>800</w:t>
            </w:r>
          </w:p>
        </w:tc>
        <w:tc>
          <w:tcPr>
            <w:tcW w:w="1134" w:type="dxa"/>
            <w:tcBorders>
              <w:top w:val="single" w:sz="4" w:space="0" w:color="auto"/>
              <w:left w:val="nil"/>
              <w:bottom w:val="single" w:sz="4" w:space="0" w:color="auto"/>
              <w:right w:val="single" w:sz="4" w:space="0" w:color="auto"/>
            </w:tcBorders>
            <w:shd w:val="clear" w:color="auto" w:fill="auto"/>
            <w:noWrap/>
          </w:tcPr>
          <w:p w14:paraId="0DB15D96" w14:textId="5510E6AC" w:rsidR="006259B6" w:rsidRPr="006259B6" w:rsidRDefault="001F1FB1" w:rsidP="006259B6">
            <w:pPr>
              <w:jc w:val="center"/>
              <w:rPr>
                <w:sz w:val="22"/>
                <w:szCs w:val="22"/>
              </w:rPr>
            </w:pPr>
            <w:r>
              <w:rPr>
                <w:sz w:val="22"/>
                <w:szCs w:val="22"/>
              </w:rPr>
              <w:t>1000</w:t>
            </w:r>
          </w:p>
        </w:tc>
        <w:tc>
          <w:tcPr>
            <w:tcW w:w="1134" w:type="dxa"/>
            <w:tcBorders>
              <w:top w:val="single" w:sz="4" w:space="0" w:color="auto"/>
              <w:left w:val="single" w:sz="4" w:space="0" w:color="auto"/>
              <w:bottom w:val="single" w:sz="4" w:space="0" w:color="auto"/>
              <w:right w:val="single" w:sz="4" w:space="0" w:color="auto"/>
            </w:tcBorders>
          </w:tcPr>
          <w:p w14:paraId="685FF2B2" w14:textId="120DD6AA" w:rsidR="006259B6" w:rsidRPr="006259B6" w:rsidRDefault="001F1FB1" w:rsidP="006259B6">
            <w:pPr>
              <w:jc w:val="center"/>
              <w:rPr>
                <w:sz w:val="22"/>
                <w:szCs w:val="22"/>
              </w:rPr>
            </w:pPr>
            <w:r>
              <w:rPr>
                <w:sz w:val="22"/>
                <w:szCs w:val="22"/>
              </w:rPr>
              <w:t>1200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EE8123" w14:textId="492678CF" w:rsidR="006259B6" w:rsidRPr="006259B6" w:rsidRDefault="006259B6" w:rsidP="006259B6">
            <w:pPr>
              <w:jc w:val="center"/>
              <w:rPr>
                <w:b/>
                <w:bCs/>
                <w:sz w:val="22"/>
                <w:szCs w:val="22"/>
              </w:rPr>
            </w:pPr>
            <w:r w:rsidRPr="006259B6">
              <w:rPr>
                <w:b/>
                <w:bCs/>
                <w:sz w:val="22"/>
                <w:szCs w:val="22"/>
              </w:rPr>
              <w:t>3000</w:t>
            </w:r>
          </w:p>
        </w:tc>
      </w:tr>
      <w:tr w:rsidR="006259B6" w:rsidRPr="00212F54" w14:paraId="598DDEC0" w14:textId="77777777" w:rsidTr="006259B6">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743E2D34" w14:textId="70B1942C" w:rsidR="006259B6" w:rsidRPr="006259B6" w:rsidRDefault="006259B6" w:rsidP="006259B6">
            <w:pPr>
              <w:jc w:val="center"/>
              <w:rPr>
                <w:bCs/>
                <w:sz w:val="22"/>
                <w:szCs w:val="22"/>
              </w:rPr>
            </w:pPr>
            <w:r w:rsidRPr="006259B6">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1059291E" w14:textId="341D614B" w:rsidR="006259B6" w:rsidRPr="00942CE5" w:rsidRDefault="006259B6" w:rsidP="006259B6">
            <w:pPr>
              <w:jc w:val="center"/>
              <w:rPr>
                <w:bCs/>
                <w:sz w:val="22"/>
                <w:szCs w:val="22"/>
              </w:rPr>
            </w:pPr>
            <w:r>
              <w:rPr>
                <w:bCs/>
                <w:sz w:val="22"/>
                <w:szCs w:val="22"/>
              </w:rPr>
              <w:t>Pärnu sadam</w:t>
            </w:r>
          </w:p>
        </w:tc>
        <w:tc>
          <w:tcPr>
            <w:tcW w:w="1701" w:type="dxa"/>
            <w:tcBorders>
              <w:top w:val="single" w:sz="4" w:space="0" w:color="auto"/>
              <w:left w:val="nil"/>
              <w:bottom w:val="single" w:sz="4" w:space="0" w:color="auto"/>
              <w:right w:val="single" w:sz="4" w:space="0" w:color="auto"/>
            </w:tcBorders>
          </w:tcPr>
          <w:p w14:paraId="478B15E0" w14:textId="72893CCD" w:rsidR="006259B6" w:rsidRPr="00212F54" w:rsidRDefault="006259B6" w:rsidP="006259B6">
            <w:pPr>
              <w:jc w:val="center"/>
              <w:rPr>
                <w:bCs/>
                <w:sz w:val="22"/>
                <w:szCs w:val="22"/>
              </w:rPr>
            </w:pPr>
            <w:r>
              <w:rPr>
                <w:bCs/>
                <w:sz w:val="22"/>
                <w:szCs w:val="22"/>
              </w:rPr>
              <w:t>DPU</w:t>
            </w:r>
          </w:p>
        </w:tc>
        <w:tc>
          <w:tcPr>
            <w:tcW w:w="1134" w:type="dxa"/>
            <w:tcBorders>
              <w:top w:val="single" w:sz="4" w:space="0" w:color="auto"/>
              <w:left w:val="nil"/>
              <w:bottom w:val="single" w:sz="4" w:space="0" w:color="auto"/>
              <w:right w:val="single" w:sz="4" w:space="0" w:color="auto"/>
            </w:tcBorders>
            <w:shd w:val="clear" w:color="auto" w:fill="auto"/>
          </w:tcPr>
          <w:p w14:paraId="3DD31222" w14:textId="309CCD0C" w:rsidR="006259B6" w:rsidRPr="006259B6" w:rsidRDefault="006259B6" w:rsidP="006259B6">
            <w:pPr>
              <w:jc w:val="center"/>
              <w:rPr>
                <w:sz w:val="22"/>
                <w:szCs w:val="22"/>
              </w:rPr>
            </w:pPr>
            <w:r w:rsidRPr="006259B6">
              <w:rPr>
                <w:sz w:val="22"/>
                <w:szCs w:val="22"/>
              </w:rPr>
              <w:t>7</w:t>
            </w:r>
            <w:r w:rsidR="001F1FB1">
              <w:rPr>
                <w:sz w:val="22"/>
                <w:szCs w:val="22"/>
              </w:rPr>
              <w:t>0</w:t>
            </w:r>
            <w:r w:rsidRPr="006259B6">
              <w:rPr>
                <w:sz w:val="22"/>
                <w:szCs w:val="22"/>
              </w:rPr>
              <w:t>0</w:t>
            </w:r>
          </w:p>
        </w:tc>
        <w:tc>
          <w:tcPr>
            <w:tcW w:w="1134" w:type="dxa"/>
            <w:tcBorders>
              <w:top w:val="single" w:sz="4" w:space="0" w:color="auto"/>
              <w:left w:val="nil"/>
              <w:bottom w:val="single" w:sz="4" w:space="0" w:color="auto"/>
              <w:right w:val="single" w:sz="4" w:space="0" w:color="auto"/>
            </w:tcBorders>
            <w:shd w:val="clear" w:color="auto" w:fill="auto"/>
            <w:noWrap/>
          </w:tcPr>
          <w:p w14:paraId="656B816F" w14:textId="4F52AB86" w:rsidR="006259B6" w:rsidRPr="006259B6" w:rsidRDefault="006259B6" w:rsidP="006259B6">
            <w:pPr>
              <w:jc w:val="center"/>
              <w:rPr>
                <w:sz w:val="22"/>
                <w:szCs w:val="22"/>
              </w:rPr>
            </w:pPr>
            <w:r w:rsidRPr="006259B6">
              <w:rPr>
                <w:sz w:val="22"/>
                <w:szCs w:val="22"/>
              </w:rPr>
              <w:t>11</w:t>
            </w:r>
            <w:r w:rsidR="001F1FB1">
              <w:rPr>
                <w:sz w:val="22"/>
                <w:szCs w:val="22"/>
              </w:rPr>
              <w:t>00</w:t>
            </w:r>
          </w:p>
        </w:tc>
        <w:tc>
          <w:tcPr>
            <w:tcW w:w="1134" w:type="dxa"/>
            <w:tcBorders>
              <w:top w:val="single" w:sz="4" w:space="0" w:color="auto"/>
              <w:left w:val="single" w:sz="4" w:space="0" w:color="auto"/>
              <w:bottom w:val="single" w:sz="4" w:space="0" w:color="auto"/>
              <w:right w:val="single" w:sz="4" w:space="0" w:color="auto"/>
            </w:tcBorders>
          </w:tcPr>
          <w:p w14:paraId="68516C6B" w14:textId="5D4EA575" w:rsidR="006259B6" w:rsidRPr="006259B6" w:rsidRDefault="006259B6" w:rsidP="006259B6">
            <w:pPr>
              <w:jc w:val="center"/>
              <w:rPr>
                <w:sz w:val="22"/>
                <w:szCs w:val="22"/>
              </w:rPr>
            </w:pPr>
            <w:r w:rsidRPr="006259B6">
              <w:rPr>
                <w:sz w:val="22"/>
                <w:szCs w:val="22"/>
              </w:rPr>
              <w:t>1</w:t>
            </w:r>
            <w:r w:rsidR="001F1FB1">
              <w:rPr>
                <w:sz w:val="22"/>
                <w:szCs w:val="22"/>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B930B2" w14:textId="4119C00D" w:rsidR="006259B6" w:rsidRPr="006259B6" w:rsidRDefault="006259B6" w:rsidP="006259B6">
            <w:pPr>
              <w:jc w:val="center"/>
              <w:rPr>
                <w:b/>
                <w:bCs/>
                <w:sz w:val="22"/>
                <w:szCs w:val="22"/>
              </w:rPr>
            </w:pPr>
            <w:r w:rsidRPr="006259B6">
              <w:rPr>
                <w:b/>
                <w:bCs/>
                <w:sz w:val="22"/>
                <w:szCs w:val="22"/>
              </w:rPr>
              <w:t>3000</w:t>
            </w:r>
          </w:p>
        </w:tc>
      </w:tr>
    </w:tbl>
    <w:p w14:paraId="2A59FF5D" w14:textId="09B0649B" w:rsidR="00BD6B46" w:rsidRPr="00212F54" w:rsidRDefault="00BD6B46" w:rsidP="00BD6B46">
      <w:pPr>
        <w:rPr>
          <w:b/>
          <w:spacing w:val="0"/>
          <w:position w:val="0"/>
          <w:sz w:val="22"/>
          <w:szCs w:val="22"/>
          <w:lang w:eastAsia="et-EE"/>
        </w:rPr>
      </w:pPr>
      <w:r w:rsidRPr="00BD6B46">
        <w:rPr>
          <w:b/>
          <w:spacing w:val="0"/>
          <w:position w:val="0"/>
          <w:sz w:val="22"/>
          <w:szCs w:val="22"/>
          <w:lang w:eastAsia="et-EE"/>
        </w:rPr>
        <w:t>Tarnete vastuvõtt:  tööpäevadel 08:00-1</w:t>
      </w:r>
      <w:r w:rsidR="00222D74">
        <w:rPr>
          <w:b/>
          <w:spacing w:val="0"/>
          <w:position w:val="0"/>
          <w:sz w:val="22"/>
          <w:szCs w:val="22"/>
          <w:lang w:eastAsia="et-EE"/>
        </w:rPr>
        <w:t>7</w:t>
      </w:r>
      <w:r w:rsidRPr="00BD6B46">
        <w:rPr>
          <w:b/>
          <w:spacing w:val="0"/>
          <w:position w:val="0"/>
          <w:sz w:val="22"/>
          <w:szCs w:val="22"/>
          <w:lang w:eastAsia="et-EE"/>
        </w:rPr>
        <w:t>:00</w:t>
      </w:r>
    </w:p>
    <w:p w14:paraId="59A64D9A" w14:textId="77777777" w:rsidR="00BD6B46" w:rsidRPr="00212F54" w:rsidRDefault="00BD6B46" w:rsidP="00BD6B46">
      <w:pPr>
        <w:jc w:val="both"/>
        <w:rPr>
          <w:bCs/>
          <w:sz w:val="22"/>
          <w:szCs w:val="22"/>
        </w:rPr>
      </w:pPr>
    </w:p>
    <w:p w14:paraId="5BFBFD56" w14:textId="77777777" w:rsidR="00BD6B46" w:rsidRPr="00212F54" w:rsidRDefault="00BD6B46" w:rsidP="00BD6B46">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6D32B7C3" w14:textId="77777777" w:rsidR="00BD6B46" w:rsidRPr="00212F54" w:rsidRDefault="00BD6B46" w:rsidP="00BD6B46">
      <w:pPr>
        <w:jc w:val="both"/>
        <w:rPr>
          <w:sz w:val="22"/>
          <w:szCs w:val="22"/>
        </w:rPr>
      </w:pPr>
    </w:p>
    <w:p w14:paraId="4DC0A6C8" w14:textId="77777777" w:rsidR="00BD6B46" w:rsidRPr="00212F54" w:rsidRDefault="00BD6B46" w:rsidP="00BD6B46">
      <w:pPr>
        <w:jc w:val="both"/>
        <w:rPr>
          <w:sz w:val="22"/>
          <w:szCs w:val="22"/>
        </w:rPr>
      </w:pPr>
    </w:p>
    <w:p w14:paraId="6592D894" w14:textId="77777777" w:rsidR="00BD6B46" w:rsidRPr="004942E5" w:rsidRDefault="00BD6B46" w:rsidP="00BD6B46">
      <w:pPr>
        <w:rPr>
          <w:b/>
          <w:sz w:val="22"/>
          <w:szCs w:val="22"/>
        </w:rPr>
      </w:pPr>
      <w:r w:rsidRPr="004942E5">
        <w:rPr>
          <w:b/>
          <w:sz w:val="22"/>
          <w:szCs w:val="22"/>
        </w:rPr>
        <w:t>Müüja</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t>Ostja</w:t>
      </w:r>
    </w:p>
    <w:p w14:paraId="4D8B981B" w14:textId="77777777" w:rsidR="00BD6B46" w:rsidRPr="004942E5" w:rsidRDefault="00BD6B46" w:rsidP="00BD6B46">
      <w:pPr>
        <w:rPr>
          <w:b/>
          <w:sz w:val="22"/>
          <w:szCs w:val="22"/>
        </w:rPr>
      </w:pPr>
    </w:p>
    <w:p w14:paraId="7F5724B0" w14:textId="77777777" w:rsidR="00BD6B46" w:rsidRPr="006259B6" w:rsidRDefault="00BD6B46" w:rsidP="00BD6B46">
      <w:pPr>
        <w:rPr>
          <w:iCs/>
          <w:sz w:val="22"/>
          <w:szCs w:val="22"/>
        </w:rPr>
      </w:pPr>
      <w:r w:rsidRPr="006259B6">
        <w:rPr>
          <w:iCs/>
          <w:sz w:val="22"/>
          <w:szCs w:val="22"/>
        </w:rPr>
        <w:t>(allkirjastatud digitaalselt)</w:t>
      </w:r>
      <w:r w:rsidRPr="006259B6">
        <w:rPr>
          <w:iCs/>
          <w:sz w:val="22"/>
          <w:szCs w:val="22"/>
        </w:rPr>
        <w:tab/>
      </w:r>
      <w:r w:rsidRPr="006259B6">
        <w:rPr>
          <w:iCs/>
          <w:sz w:val="22"/>
          <w:szCs w:val="22"/>
        </w:rPr>
        <w:tab/>
      </w:r>
      <w:r w:rsidRPr="006259B6">
        <w:rPr>
          <w:iCs/>
          <w:sz w:val="22"/>
          <w:szCs w:val="22"/>
        </w:rPr>
        <w:tab/>
      </w:r>
      <w:r w:rsidRPr="006259B6">
        <w:rPr>
          <w:iCs/>
          <w:sz w:val="22"/>
          <w:szCs w:val="22"/>
        </w:rPr>
        <w:tab/>
      </w:r>
      <w:r w:rsidRPr="006259B6">
        <w:rPr>
          <w:iCs/>
          <w:sz w:val="22"/>
          <w:szCs w:val="22"/>
        </w:rPr>
        <w:tab/>
        <w:t>(allkirjastatud digitaalselt)</w:t>
      </w:r>
    </w:p>
    <w:p w14:paraId="4D276ED2" w14:textId="77777777" w:rsidR="00BD6B46" w:rsidRPr="004942E5" w:rsidRDefault="00BD6B46" w:rsidP="00BD6B46">
      <w:pPr>
        <w:jc w:val="both"/>
        <w:rPr>
          <w:sz w:val="22"/>
          <w:szCs w:val="22"/>
        </w:rPr>
      </w:pPr>
      <w:r>
        <w:rPr>
          <w:b/>
          <w:sz w:val="22"/>
          <w:szCs w:val="22"/>
        </w:rPr>
        <w:t>Urmas Treial</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Pr>
          <w:b/>
          <w:sz w:val="22"/>
          <w:szCs w:val="22"/>
        </w:rPr>
        <w:tab/>
      </w:r>
      <w:r w:rsidRPr="004942E5">
        <w:rPr>
          <w:b/>
          <w:sz w:val="22"/>
          <w:szCs w:val="22"/>
        </w:rPr>
        <w:t>Silver Suu</w:t>
      </w:r>
    </w:p>
    <w:p w14:paraId="7CD343EE" w14:textId="77777777" w:rsidR="00BD6B46" w:rsidRPr="004942E5" w:rsidRDefault="00BD6B46" w:rsidP="00BD6B46">
      <w:pPr>
        <w:rPr>
          <w:sz w:val="22"/>
          <w:szCs w:val="22"/>
        </w:rPr>
      </w:pPr>
      <w:r>
        <w:rPr>
          <w:sz w:val="22"/>
          <w:szCs w:val="22"/>
        </w:rPr>
        <w:t>T</w:t>
      </w:r>
      <w:r w:rsidRPr="004942E5">
        <w:rPr>
          <w:sz w:val="22"/>
          <w:szCs w:val="22"/>
        </w:rPr>
        <w:t>urustus</w:t>
      </w:r>
      <w:r>
        <w:rPr>
          <w:sz w:val="22"/>
          <w:szCs w:val="22"/>
        </w:rPr>
        <w:t>e peaspetsialist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sz w:val="22"/>
          <w:szCs w:val="22"/>
        </w:rPr>
        <w:t>Ekspordijuht</w:t>
      </w:r>
    </w:p>
    <w:p w14:paraId="2515AB64" w14:textId="77777777" w:rsidR="00BD6B46" w:rsidRPr="00212F54" w:rsidRDefault="00BD6B46" w:rsidP="00BD6B46">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6EB768BC" w14:textId="77777777" w:rsidR="00BD6B46" w:rsidRPr="00212F54" w:rsidRDefault="00BD6B46" w:rsidP="00BD6B46">
      <w:pPr>
        <w:ind w:left="5440" w:firstLine="680"/>
        <w:rPr>
          <w:spacing w:val="0"/>
          <w:position w:val="0"/>
          <w:sz w:val="22"/>
          <w:szCs w:val="22"/>
        </w:rPr>
      </w:pPr>
      <w:r w:rsidRPr="00212F54">
        <w:rPr>
          <w:spacing w:val="0"/>
          <w:position w:val="0"/>
          <w:sz w:val="22"/>
          <w:szCs w:val="22"/>
        </w:rPr>
        <w:t xml:space="preserve">RMK ja </w:t>
      </w:r>
      <w:proofErr w:type="spellStart"/>
      <w:r>
        <w:rPr>
          <w:spacing w:val="0"/>
          <w:position w:val="0"/>
          <w:sz w:val="22"/>
          <w:szCs w:val="22"/>
        </w:rPr>
        <w:t>Holmen</w:t>
      </w:r>
      <w:proofErr w:type="spellEnd"/>
      <w:r>
        <w:rPr>
          <w:spacing w:val="0"/>
          <w:position w:val="0"/>
          <w:sz w:val="22"/>
          <w:szCs w:val="22"/>
        </w:rPr>
        <w:t xml:space="preserve"> Mets AS</w:t>
      </w:r>
      <w:r w:rsidRPr="00212F54">
        <w:rPr>
          <w:spacing w:val="0"/>
          <w:position w:val="0"/>
          <w:sz w:val="22"/>
          <w:szCs w:val="22"/>
        </w:rPr>
        <w:t xml:space="preserve"> vahelise</w:t>
      </w:r>
    </w:p>
    <w:p w14:paraId="0D39EA8A" w14:textId="77777777" w:rsidR="00BD6B46" w:rsidRPr="00212F54" w:rsidRDefault="00BD6B46" w:rsidP="00BD6B46">
      <w:pPr>
        <w:ind w:left="5440" w:firstLine="680"/>
        <w:rPr>
          <w:spacing w:val="0"/>
          <w:position w:val="0"/>
          <w:sz w:val="22"/>
          <w:szCs w:val="22"/>
        </w:rPr>
      </w:pPr>
      <w:r w:rsidRPr="00212F54">
        <w:rPr>
          <w:spacing w:val="0"/>
          <w:position w:val="0"/>
          <w:sz w:val="22"/>
          <w:szCs w:val="22"/>
        </w:rPr>
        <w:t>metsamaterjali müügilepingu</w:t>
      </w:r>
    </w:p>
    <w:p w14:paraId="01E75587" w14:textId="6A774DBF" w:rsidR="00BD6B46" w:rsidRPr="00212F54" w:rsidRDefault="00BD6B46" w:rsidP="00BD6B46">
      <w:pPr>
        <w:ind w:left="5440" w:firstLine="680"/>
        <w:rPr>
          <w:spacing w:val="0"/>
          <w:position w:val="0"/>
          <w:sz w:val="22"/>
          <w:szCs w:val="22"/>
        </w:rPr>
      </w:pPr>
      <w:r w:rsidRPr="00212F54">
        <w:rPr>
          <w:spacing w:val="0"/>
          <w:position w:val="0"/>
          <w:sz w:val="22"/>
          <w:szCs w:val="22"/>
        </w:rPr>
        <w:t>nr 3-3.6.1/202</w:t>
      </w:r>
      <w:r w:rsidR="006259B6">
        <w:rPr>
          <w:spacing w:val="0"/>
          <w:position w:val="0"/>
          <w:sz w:val="22"/>
          <w:szCs w:val="22"/>
        </w:rPr>
        <w:t>5</w:t>
      </w:r>
      <w:r w:rsidRPr="00212F54">
        <w:rPr>
          <w:spacing w:val="0"/>
          <w:position w:val="0"/>
          <w:sz w:val="22"/>
          <w:szCs w:val="22"/>
        </w:rPr>
        <w:t>/</w:t>
      </w:r>
      <w:r w:rsidR="006259B6">
        <w:rPr>
          <w:spacing w:val="0"/>
          <w:position w:val="0"/>
          <w:sz w:val="22"/>
          <w:szCs w:val="22"/>
        </w:rPr>
        <w:t>8</w:t>
      </w:r>
      <w:r w:rsidRPr="00212F54">
        <w:rPr>
          <w:spacing w:val="0"/>
          <w:position w:val="0"/>
          <w:sz w:val="22"/>
          <w:szCs w:val="22"/>
        </w:rPr>
        <w:t xml:space="preserve"> juurde</w:t>
      </w:r>
    </w:p>
    <w:p w14:paraId="733A9C9C" w14:textId="77777777" w:rsidR="00BD6B46" w:rsidRPr="00212F54" w:rsidRDefault="00BD6B46" w:rsidP="00BD6B46">
      <w:pPr>
        <w:keepNext/>
        <w:outlineLvl w:val="0"/>
        <w:rPr>
          <w:sz w:val="22"/>
          <w:szCs w:val="22"/>
        </w:rPr>
      </w:pPr>
    </w:p>
    <w:p w14:paraId="2A96F02E" w14:textId="77777777" w:rsidR="00BD6B46" w:rsidRPr="00212F54" w:rsidRDefault="00BD6B46" w:rsidP="00BD6B46">
      <w:pPr>
        <w:keepNext/>
        <w:jc w:val="center"/>
        <w:outlineLvl w:val="0"/>
        <w:rPr>
          <w:b/>
          <w:sz w:val="22"/>
          <w:szCs w:val="22"/>
        </w:rPr>
      </w:pPr>
      <w:r w:rsidRPr="00212F54">
        <w:rPr>
          <w:b/>
          <w:sz w:val="22"/>
          <w:szCs w:val="22"/>
        </w:rPr>
        <w:t>KVALITEEDINÕUDED</w:t>
      </w:r>
    </w:p>
    <w:p w14:paraId="7B88D093" w14:textId="77777777" w:rsidR="00BD6B46" w:rsidRPr="00212F54" w:rsidRDefault="00BD6B46" w:rsidP="00BD6B46">
      <w:pPr>
        <w:rPr>
          <w:sz w:val="22"/>
          <w:szCs w:val="22"/>
        </w:rPr>
      </w:pPr>
    </w:p>
    <w:p w14:paraId="4AB69CA0" w14:textId="77777777" w:rsidR="00BD6B46" w:rsidRPr="00212F54" w:rsidRDefault="00BD6B46" w:rsidP="00BD6B46">
      <w:pPr>
        <w:keepNext/>
        <w:ind w:left="4080"/>
        <w:outlineLvl w:val="0"/>
        <w:rPr>
          <w:bCs/>
          <w:sz w:val="22"/>
          <w:szCs w:val="22"/>
        </w:rPr>
      </w:pPr>
      <w:r w:rsidRPr="00212F54">
        <w:rPr>
          <w:bCs/>
          <w:sz w:val="22"/>
          <w:szCs w:val="22"/>
        </w:rPr>
        <w:t>/kuupäev vastavalt hilisemale digitaalallkirja kuupäevale/</w:t>
      </w:r>
    </w:p>
    <w:p w14:paraId="5AA37E77" w14:textId="77777777" w:rsidR="00BD6B46" w:rsidRPr="00212F54" w:rsidRDefault="00BD6B46" w:rsidP="00BD6B46">
      <w:pPr>
        <w:rPr>
          <w:b/>
          <w:sz w:val="22"/>
          <w:szCs w:val="22"/>
        </w:rPr>
      </w:pPr>
    </w:p>
    <w:p w14:paraId="4D377AFD" w14:textId="77777777" w:rsidR="00BD6B46" w:rsidRPr="00212F54" w:rsidRDefault="00BD6B46" w:rsidP="00BD6B46">
      <w:pPr>
        <w:rPr>
          <w:b/>
          <w:sz w:val="22"/>
          <w:szCs w:val="22"/>
        </w:rPr>
      </w:pPr>
    </w:p>
    <w:p w14:paraId="64761AFE" w14:textId="77777777" w:rsidR="00BD6B46" w:rsidRPr="006776BD" w:rsidRDefault="00BD6B46" w:rsidP="00BD6B46">
      <w:pPr>
        <w:rPr>
          <w:b/>
          <w:bCs/>
          <w:sz w:val="22"/>
          <w:szCs w:val="22"/>
        </w:rPr>
      </w:pPr>
      <w:r w:rsidRPr="006776BD">
        <w:rPr>
          <w:b/>
          <w:bCs/>
          <w:sz w:val="22"/>
          <w:szCs w:val="22"/>
        </w:rPr>
        <w:t>Pooled lepivad kokku, et lepingu alusel müüdava metsamaterjali kvaliteedinõuded on järgmised:</w:t>
      </w:r>
    </w:p>
    <w:p w14:paraId="21F66F5F" w14:textId="77777777" w:rsidR="00BD6B46" w:rsidRPr="00212F54" w:rsidRDefault="00BD6B46" w:rsidP="00BD6B46">
      <w:pPr>
        <w:rPr>
          <w:b/>
          <w:sz w:val="22"/>
          <w:szCs w:val="22"/>
        </w:rPr>
      </w:pPr>
    </w:p>
    <w:p w14:paraId="061B54F9" w14:textId="77777777" w:rsidR="00BD6B46" w:rsidRPr="00212F54" w:rsidRDefault="00BD6B46" w:rsidP="00BD6B46">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6197968B" w14:textId="77777777" w:rsidR="00BD6B46" w:rsidRPr="00212F54" w:rsidRDefault="00BD6B46" w:rsidP="00BD6B46">
      <w:pPr>
        <w:rPr>
          <w:bCs/>
          <w:sz w:val="22"/>
          <w:szCs w:val="22"/>
        </w:rPr>
      </w:pPr>
      <w:r w:rsidRPr="00212F54">
        <w:rPr>
          <w:b/>
          <w:bCs/>
          <w:sz w:val="22"/>
          <w:szCs w:val="22"/>
        </w:rPr>
        <w:t>1.1.</w:t>
      </w:r>
      <w:r w:rsidRPr="00212F54">
        <w:rPr>
          <w:bCs/>
          <w:sz w:val="22"/>
          <w:szCs w:val="22"/>
        </w:rPr>
        <w:t xml:space="preserve"> Kasepaberipuit </w:t>
      </w:r>
    </w:p>
    <w:p w14:paraId="0F773448" w14:textId="77777777" w:rsidR="00BD6B46" w:rsidRPr="00212F54" w:rsidRDefault="00BD6B46" w:rsidP="00BD6B46">
      <w:pPr>
        <w:rPr>
          <w:bCs/>
          <w:sz w:val="22"/>
          <w:szCs w:val="22"/>
        </w:rPr>
      </w:pPr>
      <w:r w:rsidRPr="00212F54">
        <w:rPr>
          <w:sz w:val="22"/>
          <w:szCs w:val="22"/>
        </w:rPr>
        <w:t xml:space="preserve">RMK virnmaterjalide standardis (avaldatud RMK veebilehel </w:t>
      </w:r>
      <w:hyperlink r:id="rId16" w:history="1">
        <w:r w:rsidRPr="00212F54">
          <w:rPr>
            <w:color w:val="0000FF"/>
            <w:sz w:val="22"/>
            <w:szCs w:val="22"/>
            <w:u w:val="single"/>
          </w:rPr>
          <w:t>www.rmk.ee</w:t>
        </w:r>
      </w:hyperlink>
      <w:r w:rsidRPr="00212F54">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BD6B46" w:rsidRPr="00212F54" w14:paraId="2E9F7ED9"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B1D6334" w14:textId="77777777" w:rsidR="00BD6B46" w:rsidRPr="00212F54" w:rsidRDefault="00BD6B46"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173B2CE" w14:textId="77777777" w:rsidR="00BD6B46" w:rsidRPr="00212F54" w:rsidRDefault="00BD6B46" w:rsidP="0083036A">
            <w:pPr>
              <w:rPr>
                <w:spacing w:val="0"/>
                <w:position w:val="0"/>
                <w:sz w:val="22"/>
                <w:szCs w:val="22"/>
                <w:lang w:eastAsia="et-EE"/>
              </w:rPr>
            </w:pPr>
            <w:r w:rsidRPr="00212F54">
              <w:rPr>
                <w:spacing w:val="0"/>
                <w:position w:val="0"/>
                <w:sz w:val="22"/>
                <w:szCs w:val="22"/>
                <w:lang w:eastAsia="et-EE"/>
              </w:rPr>
              <w:t>Min 6 cm</w:t>
            </w:r>
          </w:p>
        </w:tc>
      </w:tr>
      <w:tr w:rsidR="00BD6B46" w:rsidRPr="00212F54" w14:paraId="0D0E1D39"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37D227E5" w14:textId="77777777" w:rsidR="00BD6B46" w:rsidRPr="00212F54" w:rsidRDefault="00BD6B46"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4514699" w14:textId="77777777" w:rsidR="00BD6B46" w:rsidRPr="00212F54" w:rsidRDefault="00BD6B46" w:rsidP="0083036A">
            <w:pPr>
              <w:rPr>
                <w:spacing w:val="0"/>
                <w:position w:val="0"/>
                <w:sz w:val="22"/>
                <w:szCs w:val="22"/>
                <w:lang w:eastAsia="et-EE"/>
              </w:rPr>
            </w:pPr>
            <w:r w:rsidRPr="00212F54">
              <w:rPr>
                <w:spacing w:val="0"/>
                <w:position w:val="0"/>
                <w:sz w:val="22"/>
                <w:szCs w:val="22"/>
                <w:lang w:eastAsia="et-EE"/>
              </w:rPr>
              <w:t>Max 70 cm</w:t>
            </w:r>
          </w:p>
        </w:tc>
      </w:tr>
      <w:tr w:rsidR="00BD6B46" w:rsidRPr="00212F54" w14:paraId="1FEB755E"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7183CBAD" w14:textId="77777777" w:rsidR="00BD6B46" w:rsidRPr="00212F54" w:rsidRDefault="00BD6B46"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68299FFC" w14:textId="77777777" w:rsidR="00BD6B46" w:rsidRPr="00212F54" w:rsidRDefault="00BD6B46" w:rsidP="0083036A">
            <w:pPr>
              <w:jc w:val="center"/>
              <w:rPr>
                <w:spacing w:val="0"/>
                <w:position w:val="0"/>
                <w:sz w:val="22"/>
                <w:szCs w:val="22"/>
                <w:lang w:eastAsia="et-EE"/>
              </w:rPr>
            </w:pPr>
            <w:r w:rsidRPr="00212F54">
              <w:rPr>
                <w:spacing w:val="0"/>
                <w:position w:val="0"/>
                <w:sz w:val="22"/>
                <w:szCs w:val="22"/>
                <w:lang w:eastAsia="et-EE"/>
              </w:rPr>
              <w:t>3,0 (+/- 0,3) m</w:t>
            </w:r>
          </w:p>
        </w:tc>
      </w:tr>
    </w:tbl>
    <w:p w14:paraId="5F715D12" w14:textId="77777777" w:rsidR="006259B6" w:rsidRPr="00351572" w:rsidRDefault="006259B6" w:rsidP="006259B6">
      <w:pPr>
        <w:jc w:val="both"/>
        <w:rPr>
          <w:sz w:val="22"/>
          <w:szCs w:val="22"/>
        </w:rPr>
      </w:pPr>
      <w:r w:rsidRPr="00351572">
        <w:rPr>
          <w:b/>
          <w:sz w:val="22"/>
          <w:szCs w:val="22"/>
        </w:rPr>
        <w:t>1.2.</w:t>
      </w:r>
      <w:r w:rsidRPr="00351572">
        <w:rPr>
          <w:sz w:val="22"/>
          <w:szCs w:val="22"/>
        </w:rPr>
        <w:t xml:space="preserve"> Kuuse- ja männipaberipuit</w:t>
      </w:r>
    </w:p>
    <w:p w14:paraId="1B0C7526" w14:textId="77777777" w:rsidR="006259B6" w:rsidRPr="00351572" w:rsidRDefault="006259B6" w:rsidP="006259B6">
      <w:pPr>
        <w:jc w:val="both"/>
        <w:rPr>
          <w:sz w:val="22"/>
          <w:szCs w:val="22"/>
        </w:rPr>
      </w:pPr>
      <w:r w:rsidRPr="00351572">
        <w:rPr>
          <w:sz w:val="22"/>
          <w:szCs w:val="22"/>
        </w:rPr>
        <w:t xml:space="preserve">RMK virnmaterjalide standardis (avaldatud RMK veebilehel </w:t>
      </w:r>
      <w:hyperlink r:id="rId17" w:history="1">
        <w:r w:rsidRPr="00351572">
          <w:rPr>
            <w:rStyle w:val="Hyperlink"/>
            <w:sz w:val="22"/>
            <w:szCs w:val="22"/>
          </w:rPr>
          <w:t>www.rmk.ee</w:t>
        </w:r>
      </w:hyperlink>
      <w:r w:rsidRPr="00351572">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6259B6" w:rsidRPr="00351572" w14:paraId="61768477" w14:textId="77777777" w:rsidTr="000B406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7F70513" w14:textId="77777777" w:rsidR="006259B6" w:rsidRPr="00351572" w:rsidRDefault="006259B6" w:rsidP="000B4069">
            <w:pPr>
              <w:rPr>
                <w:b/>
                <w:bCs/>
                <w:spacing w:val="0"/>
                <w:position w:val="0"/>
                <w:sz w:val="22"/>
                <w:szCs w:val="22"/>
                <w:lang w:eastAsia="et-EE"/>
              </w:rPr>
            </w:pPr>
            <w:r w:rsidRPr="00351572">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A8A94AC" w14:textId="77777777" w:rsidR="006259B6" w:rsidRPr="00351572" w:rsidRDefault="006259B6" w:rsidP="000B4069">
            <w:pPr>
              <w:rPr>
                <w:spacing w:val="0"/>
                <w:position w:val="0"/>
                <w:sz w:val="22"/>
                <w:szCs w:val="22"/>
                <w:lang w:eastAsia="et-EE"/>
              </w:rPr>
            </w:pPr>
            <w:r w:rsidRPr="00351572">
              <w:rPr>
                <w:spacing w:val="0"/>
                <w:position w:val="0"/>
                <w:sz w:val="22"/>
                <w:szCs w:val="22"/>
                <w:lang w:eastAsia="et-EE"/>
              </w:rPr>
              <w:t>Min 6 cm</w:t>
            </w:r>
          </w:p>
        </w:tc>
      </w:tr>
      <w:tr w:rsidR="006259B6" w:rsidRPr="00351572" w14:paraId="57297035" w14:textId="77777777" w:rsidTr="000B406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AC4BE59" w14:textId="77777777" w:rsidR="006259B6" w:rsidRPr="00351572" w:rsidRDefault="006259B6" w:rsidP="000B4069">
            <w:pPr>
              <w:rPr>
                <w:b/>
                <w:bCs/>
                <w:spacing w:val="0"/>
                <w:position w:val="0"/>
                <w:sz w:val="22"/>
                <w:szCs w:val="22"/>
                <w:lang w:eastAsia="et-EE"/>
              </w:rPr>
            </w:pPr>
            <w:r w:rsidRPr="0035157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8C70C24" w14:textId="77777777" w:rsidR="006259B6" w:rsidRPr="00351572" w:rsidRDefault="006259B6" w:rsidP="000B4069">
            <w:pPr>
              <w:rPr>
                <w:spacing w:val="0"/>
                <w:position w:val="0"/>
                <w:sz w:val="22"/>
                <w:szCs w:val="22"/>
                <w:lang w:eastAsia="et-EE"/>
              </w:rPr>
            </w:pPr>
            <w:r w:rsidRPr="00351572">
              <w:rPr>
                <w:spacing w:val="0"/>
                <w:position w:val="0"/>
                <w:sz w:val="22"/>
                <w:szCs w:val="22"/>
                <w:lang w:eastAsia="et-EE"/>
              </w:rPr>
              <w:t>Max 70 cm</w:t>
            </w:r>
          </w:p>
        </w:tc>
      </w:tr>
      <w:tr w:rsidR="006259B6" w:rsidRPr="00351572" w14:paraId="66CB46B0" w14:textId="77777777" w:rsidTr="000B4069">
        <w:trPr>
          <w:trHeight w:val="270"/>
        </w:trPr>
        <w:tc>
          <w:tcPr>
            <w:tcW w:w="2240" w:type="dxa"/>
            <w:tcBorders>
              <w:top w:val="nil"/>
              <w:left w:val="single" w:sz="8" w:space="0" w:color="auto"/>
              <w:bottom w:val="single" w:sz="8" w:space="0" w:color="auto"/>
              <w:right w:val="single" w:sz="4" w:space="0" w:color="auto"/>
            </w:tcBorders>
            <w:noWrap/>
            <w:vAlign w:val="bottom"/>
            <w:hideMark/>
          </w:tcPr>
          <w:p w14:paraId="6BC284C2" w14:textId="77777777" w:rsidR="006259B6" w:rsidRPr="00351572" w:rsidRDefault="006259B6" w:rsidP="000B4069">
            <w:pPr>
              <w:rPr>
                <w:b/>
                <w:bCs/>
                <w:spacing w:val="0"/>
                <w:position w:val="0"/>
                <w:sz w:val="22"/>
                <w:szCs w:val="22"/>
                <w:lang w:eastAsia="et-EE"/>
              </w:rPr>
            </w:pPr>
            <w:r w:rsidRPr="00351572">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206BE8B6" w14:textId="77777777" w:rsidR="006259B6" w:rsidRPr="00351572" w:rsidRDefault="006259B6" w:rsidP="000B4069">
            <w:pPr>
              <w:jc w:val="center"/>
              <w:rPr>
                <w:spacing w:val="0"/>
                <w:position w:val="0"/>
                <w:sz w:val="22"/>
                <w:szCs w:val="22"/>
                <w:lang w:eastAsia="et-EE"/>
              </w:rPr>
            </w:pPr>
            <w:r w:rsidRPr="00351572">
              <w:rPr>
                <w:spacing w:val="0"/>
                <w:position w:val="0"/>
                <w:sz w:val="22"/>
                <w:szCs w:val="22"/>
                <w:lang w:eastAsia="et-EE"/>
              </w:rPr>
              <w:t>3,0 (+/- 0,3) m</w:t>
            </w:r>
          </w:p>
        </w:tc>
      </w:tr>
    </w:tbl>
    <w:p w14:paraId="1F63AD19" w14:textId="77777777" w:rsidR="006259B6" w:rsidRPr="00351572" w:rsidRDefault="006259B6" w:rsidP="006259B6">
      <w:pPr>
        <w:jc w:val="both"/>
        <w:rPr>
          <w:sz w:val="22"/>
          <w:szCs w:val="22"/>
        </w:rPr>
      </w:pPr>
      <w:r w:rsidRPr="00351572">
        <w:rPr>
          <w:b/>
          <w:sz w:val="22"/>
          <w:szCs w:val="22"/>
        </w:rPr>
        <w:t>1.3.</w:t>
      </w:r>
      <w:r w:rsidRPr="00351572">
        <w:rPr>
          <w:sz w:val="22"/>
          <w:szCs w:val="22"/>
        </w:rPr>
        <w:t xml:space="preserve"> Sätestamata kvaliteeditingimuste, kvaliteeti puudutavate mõistete ja definitsioonide osas juhinduvad </w:t>
      </w:r>
      <w:r w:rsidRPr="002D19C5">
        <w:rPr>
          <w:iCs/>
          <w:sz w:val="22"/>
          <w:szCs w:val="22"/>
        </w:rPr>
        <w:t>pooled</w:t>
      </w:r>
      <w:r>
        <w:rPr>
          <w:iCs/>
          <w:sz w:val="22"/>
          <w:szCs w:val="22"/>
        </w:rPr>
        <w:t xml:space="preserve"> </w:t>
      </w:r>
      <w:r w:rsidRPr="00351572">
        <w:rPr>
          <w:sz w:val="22"/>
          <w:szCs w:val="22"/>
        </w:rPr>
        <w:t>RMK virnmaterjalide standardist. Kõikidel nottidel koormas võib esineda lubatud piirides kahjustusi.</w:t>
      </w:r>
    </w:p>
    <w:p w14:paraId="393CF3F7" w14:textId="2F5AC4B1" w:rsidR="00BD6B46" w:rsidRPr="00212F54" w:rsidRDefault="00BD6B46" w:rsidP="00BD6B46">
      <w:pPr>
        <w:jc w:val="both"/>
        <w:rPr>
          <w:sz w:val="22"/>
          <w:szCs w:val="22"/>
        </w:rPr>
      </w:pPr>
      <w:r w:rsidRPr="00212F54">
        <w:rPr>
          <w:sz w:val="22"/>
          <w:szCs w:val="22"/>
        </w:rPr>
        <w:t>kahjustusi.</w:t>
      </w:r>
    </w:p>
    <w:p w14:paraId="72680ADE" w14:textId="77777777" w:rsidR="00BD6B46" w:rsidRPr="00212F54" w:rsidRDefault="00BD6B46" w:rsidP="00BD6B46">
      <w:pPr>
        <w:jc w:val="both"/>
        <w:rPr>
          <w:sz w:val="22"/>
          <w:szCs w:val="22"/>
        </w:rPr>
      </w:pPr>
    </w:p>
    <w:p w14:paraId="1C75D312" w14:textId="77777777" w:rsidR="00BD6B46" w:rsidRPr="00623DEA" w:rsidRDefault="00BD6B46" w:rsidP="00BD6B46">
      <w:pPr>
        <w:tabs>
          <w:tab w:val="left" w:pos="5387"/>
        </w:tabs>
        <w:rPr>
          <w:b/>
          <w:sz w:val="22"/>
          <w:szCs w:val="22"/>
        </w:rPr>
      </w:pPr>
      <w:r w:rsidRPr="00623DEA">
        <w:rPr>
          <w:b/>
          <w:sz w:val="22"/>
          <w:szCs w:val="22"/>
        </w:rPr>
        <w:t>Müüja</w:t>
      </w:r>
      <w:r w:rsidRPr="00623DEA">
        <w:rPr>
          <w:b/>
          <w:sz w:val="22"/>
          <w:szCs w:val="22"/>
        </w:rPr>
        <w:tab/>
        <w:t>Ostja</w:t>
      </w:r>
    </w:p>
    <w:p w14:paraId="6F2F2D15" w14:textId="77777777" w:rsidR="00BD6B46" w:rsidRPr="00623DEA" w:rsidRDefault="00BD6B46" w:rsidP="00BD6B46">
      <w:pPr>
        <w:rPr>
          <w:b/>
          <w:sz w:val="22"/>
          <w:szCs w:val="22"/>
        </w:rPr>
      </w:pPr>
    </w:p>
    <w:p w14:paraId="4AA899EF" w14:textId="77777777" w:rsidR="00BD6B46" w:rsidRPr="006259B6" w:rsidRDefault="00BD6B46" w:rsidP="00BD6B46">
      <w:pPr>
        <w:rPr>
          <w:iCs/>
          <w:sz w:val="22"/>
          <w:szCs w:val="22"/>
        </w:rPr>
      </w:pPr>
      <w:r w:rsidRPr="006259B6">
        <w:rPr>
          <w:iCs/>
          <w:sz w:val="22"/>
          <w:szCs w:val="22"/>
        </w:rPr>
        <w:t>(allkirjastatud digitaalselt)</w:t>
      </w:r>
      <w:r w:rsidRPr="006259B6">
        <w:rPr>
          <w:iCs/>
          <w:sz w:val="22"/>
          <w:szCs w:val="22"/>
        </w:rPr>
        <w:tab/>
      </w:r>
      <w:r w:rsidRPr="006259B6">
        <w:rPr>
          <w:iCs/>
          <w:sz w:val="22"/>
          <w:szCs w:val="22"/>
        </w:rPr>
        <w:tab/>
      </w:r>
      <w:r w:rsidRPr="006259B6">
        <w:rPr>
          <w:iCs/>
          <w:sz w:val="22"/>
          <w:szCs w:val="22"/>
        </w:rPr>
        <w:tab/>
      </w:r>
      <w:r w:rsidRPr="006259B6">
        <w:rPr>
          <w:iCs/>
          <w:sz w:val="22"/>
          <w:szCs w:val="22"/>
        </w:rPr>
        <w:tab/>
      </w:r>
      <w:r w:rsidRPr="006259B6">
        <w:rPr>
          <w:iCs/>
          <w:sz w:val="22"/>
          <w:szCs w:val="22"/>
        </w:rPr>
        <w:tab/>
        <w:t>(allkirjastatud digitaalselt)</w:t>
      </w:r>
    </w:p>
    <w:p w14:paraId="41264BA7" w14:textId="77777777" w:rsidR="00BD6B46" w:rsidRPr="004942E5" w:rsidRDefault="00BD6B46" w:rsidP="00BD6B46">
      <w:pPr>
        <w:jc w:val="both"/>
        <w:rPr>
          <w:sz w:val="22"/>
          <w:szCs w:val="22"/>
        </w:rPr>
      </w:pPr>
      <w:r>
        <w:rPr>
          <w:b/>
          <w:sz w:val="22"/>
          <w:szCs w:val="22"/>
        </w:rPr>
        <w:t>Urmas Treial</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Pr>
          <w:b/>
          <w:sz w:val="22"/>
          <w:szCs w:val="22"/>
        </w:rPr>
        <w:tab/>
      </w:r>
      <w:r w:rsidRPr="004942E5">
        <w:rPr>
          <w:b/>
          <w:sz w:val="22"/>
          <w:szCs w:val="22"/>
        </w:rPr>
        <w:t>Silver Suu</w:t>
      </w:r>
    </w:p>
    <w:p w14:paraId="753119BC" w14:textId="77777777" w:rsidR="00BD6B46" w:rsidRPr="004942E5" w:rsidRDefault="00BD6B46" w:rsidP="00BD6B46">
      <w:pPr>
        <w:rPr>
          <w:sz w:val="22"/>
          <w:szCs w:val="22"/>
        </w:rPr>
      </w:pPr>
      <w:r>
        <w:rPr>
          <w:sz w:val="22"/>
          <w:szCs w:val="22"/>
        </w:rPr>
        <w:t>T</w:t>
      </w:r>
      <w:r w:rsidRPr="004942E5">
        <w:rPr>
          <w:sz w:val="22"/>
          <w:szCs w:val="22"/>
        </w:rPr>
        <w:t>urustus</w:t>
      </w:r>
      <w:r>
        <w:rPr>
          <w:sz w:val="22"/>
          <w:szCs w:val="22"/>
        </w:rPr>
        <w:t>e peaspetsialist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sz w:val="22"/>
          <w:szCs w:val="22"/>
        </w:rPr>
        <w:t>Ekspordijuht</w:t>
      </w:r>
    </w:p>
    <w:p w14:paraId="22AC051B" w14:textId="77777777" w:rsidR="00BD6B46" w:rsidRPr="00212F54" w:rsidRDefault="00BD6B46" w:rsidP="00BD6B46">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3</w:t>
      </w:r>
    </w:p>
    <w:p w14:paraId="22C8C1A9" w14:textId="77777777" w:rsidR="00BD6B46" w:rsidRPr="00212F54" w:rsidRDefault="00BD6B46" w:rsidP="00BD6B46">
      <w:pPr>
        <w:ind w:left="5440" w:firstLine="680"/>
        <w:rPr>
          <w:spacing w:val="0"/>
          <w:position w:val="0"/>
          <w:sz w:val="22"/>
          <w:szCs w:val="22"/>
        </w:rPr>
      </w:pPr>
      <w:r w:rsidRPr="00212F54">
        <w:rPr>
          <w:spacing w:val="0"/>
          <w:position w:val="0"/>
          <w:sz w:val="22"/>
          <w:szCs w:val="22"/>
        </w:rPr>
        <w:t xml:space="preserve">RMK ja </w:t>
      </w:r>
      <w:proofErr w:type="spellStart"/>
      <w:r>
        <w:rPr>
          <w:spacing w:val="0"/>
          <w:position w:val="0"/>
          <w:sz w:val="22"/>
          <w:szCs w:val="22"/>
        </w:rPr>
        <w:t>Holmen</w:t>
      </w:r>
      <w:proofErr w:type="spellEnd"/>
      <w:r>
        <w:rPr>
          <w:spacing w:val="0"/>
          <w:position w:val="0"/>
          <w:sz w:val="22"/>
          <w:szCs w:val="22"/>
        </w:rPr>
        <w:t xml:space="preserve"> Mets AS</w:t>
      </w:r>
      <w:r w:rsidRPr="00212F54">
        <w:rPr>
          <w:spacing w:val="0"/>
          <w:position w:val="0"/>
          <w:sz w:val="22"/>
          <w:szCs w:val="22"/>
        </w:rPr>
        <w:t xml:space="preserve"> vahelise</w:t>
      </w:r>
    </w:p>
    <w:p w14:paraId="0ABA2AEB" w14:textId="77777777" w:rsidR="00BD6B46" w:rsidRPr="00212F54" w:rsidRDefault="00BD6B46" w:rsidP="00BD6B46">
      <w:pPr>
        <w:ind w:left="5440" w:firstLine="680"/>
        <w:rPr>
          <w:spacing w:val="0"/>
          <w:position w:val="0"/>
          <w:sz w:val="22"/>
          <w:szCs w:val="22"/>
        </w:rPr>
      </w:pPr>
      <w:r w:rsidRPr="00212F54">
        <w:rPr>
          <w:spacing w:val="0"/>
          <w:position w:val="0"/>
          <w:sz w:val="22"/>
          <w:szCs w:val="22"/>
        </w:rPr>
        <w:t>metsamaterjali müügilepingu</w:t>
      </w:r>
    </w:p>
    <w:p w14:paraId="230D3E88" w14:textId="3396C044" w:rsidR="00BD6B46" w:rsidRPr="00212F54" w:rsidRDefault="00BD6B46" w:rsidP="00BD6B46">
      <w:pPr>
        <w:ind w:left="5440" w:firstLine="680"/>
        <w:rPr>
          <w:spacing w:val="0"/>
          <w:position w:val="0"/>
          <w:sz w:val="22"/>
          <w:szCs w:val="22"/>
        </w:rPr>
      </w:pPr>
      <w:r w:rsidRPr="00212F54">
        <w:rPr>
          <w:spacing w:val="0"/>
          <w:position w:val="0"/>
          <w:sz w:val="22"/>
          <w:szCs w:val="22"/>
        </w:rPr>
        <w:t>nr 3-3.6.1/202</w:t>
      </w:r>
      <w:r w:rsidR="006259B6">
        <w:rPr>
          <w:spacing w:val="0"/>
          <w:position w:val="0"/>
          <w:sz w:val="22"/>
          <w:szCs w:val="22"/>
        </w:rPr>
        <w:t>5</w:t>
      </w:r>
      <w:r w:rsidRPr="00212F54">
        <w:rPr>
          <w:spacing w:val="0"/>
          <w:position w:val="0"/>
          <w:sz w:val="22"/>
          <w:szCs w:val="22"/>
        </w:rPr>
        <w:t>/</w:t>
      </w:r>
      <w:r w:rsidR="006259B6">
        <w:rPr>
          <w:spacing w:val="0"/>
          <w:position w:val="0"/>
          <w:sz w:val="22"/>
          <w:szCs w:val="22"/>
        </w:rPr>
        <w:t>8</w:t>
      </w:r>
      <w:r w:rsidRPr="00212F54">
        <w:rPr>
          <w:spacing w:val="0"/>
          <w:position w:val="0"/>
          <w:sz w:val="22"/>
          <w:szCs w:val="22"/>
        </w:rPr>
        <w:t xml:space="preserve"> juurde</w:t>
      </w:r>
    </w:p>
    <w:p w14:paraId="6C24075E" w14:textId="77777777" w:rsidR="00BD6B46" w:rsidRPr="00212F54" w:rsidRDefault="00BD6B46" w:rsidP="00BD6B46">
      <w:pPr>
        <w:keepNext/>
        <w:outlineLvl w:val="0"/>
        <w:rPr>
          <w:b/>
          <w:kern w:val="28"/>
          <w:sz w:val="22"/>
          <w:szCs w:val="22"/>
        </w:rPr>
      </w:pPr>
    </w:p>
    <w:p w14:paraId="3D3B7F42" w14:textId="77777777" w:rsidR="00BD6B46" w:rsidRPr="00212F54" w:rsidRDefault="00BD6B46" w:rsidP="00BD6B46">
      <w:pPr>
        <w:keepNext/>
        <w:jc w:val="center"/>
        <w:outlineLvl w:val="0"/>
        <w:rPr>
          <w:b/>
          <w:sz w:val="22"/>
          <w:szCs w:val="22"/>
        </w:rPr>
      </w:pPr>
      <w:r w:rsidRPr="00212F54">
        <w:rPr>
          <w:b/>
          <w:sz w:val="22"/>
          <w:szCs w:val="22"/>
        </w:rPr>
        <w:t>HINNAKOKKULEPE</w:t>
      </w:r>
    </w:p>
    <w:p w14:paraId="2E8DE636" w14:textId="77777777" w:rsidR="00BD6B46" w:rsidRPr="00212F54" w:rsidRDefault="00BD6B46" w:rsidP="00BD6B46">
      <w:pPr>
        <w:rPr>
          <w:sz w:val="22"/>
          <w:szCs w:val="22"/>
        </w:rPr>
      </w:pPr>
    </w:p>
    <w:p w14:paraId="14C57A4A" w14:textId="77777777" w:rsidR="00BD6B46" w:rsidRPr="00212F54" w:rsidRDefault="00BD6B46" w:rsidP="00BD6B46">
      <w:pPr>
        <w:keepNext/>
        <w:ind w:left="4080"/>
        <w:outlineLvl w:val="0"/>
        <w:rPr>
          <w:bCs/>
          <w:sz w:val="22"/>
          <w:szCs w:val="22"/>
        </w:rPr>
      </w:pPr>
      <w:r w:rsidRPr="00212F54">
        <w:rPr>
          <w:bCs/>
          <w:sz w:val="22"/>
          <w:szCs w:val="22"/>
        </w:rPr>
        <w:t>/kuupäev vastavalt hilisemale digitaalallkirja kuupäevale/</w:t>
      </w:r>
    </w:p>
    <w:p w14:paraId="76F12619" w14:textId="77777777" w:rsidR="00BD6B46" w:rsidRPr="00212F54" w:rsidRDefault="00BD6B46" w:rsidP="00BD6B46">
      <w:pPr>
        <w:rPr>
          <w:b/>
          <w:sz w:val="22"/>
          <w:szCs w:val="22"/>
        </w:rPr>
      </w:pPr>
    </w:p>
    <w:p w14:paraId="1C4F7649" w14:textId="77777777" w:rsidR="00BD6B46" w:rsidRPr="006776BD" w:rsidRDefault="00BD6B46" w:rsidP="00BD6B46">
      <w:pPr>
        <w:tabs>
          <w:tab w:val="left" w:pos="9060"/>
        </w:tabs>
        <w:rPr>
          <w:b/>
          <w:bCs/>
          <w:sz w:val="22"/>
          <w:szCs w:val="22"/>
        </w:rPr>
      </w:pPr>
      <w:r w:rsidRPr="006776BD">
        <w:rPr>
          <w:b/>
          <w:bCs/>
          <w:sz w:val="22"/>
          <w:szCs w:val="22"/>
        </w:rPr>
        <w:t xml:space="preserve">Pooled lepivad kokku et lepingu alusel müüdava metsamaterjali hinnakokkulepe on alljärgnev: </w:t>
      </w:r>
    </w:p>
    <w:p w14:paraId="2F7982E5" w14:textId="77777777" w:rsidR="00BD6B46" w:rsidRPr="00212F54" w:rsidRDefault="00BD6B46" w:rsidP="00BD6B46">
      <w:pPr>
        <w:rPr>
          <w:b/>
          <w:sz w:val="22"/>
          <w:szCs w:val="22"/>
        </w:rPr>
      </w:pPr>
    </w:p>
    <w:p w14:paraId="639F63C1" w14:textId="0E5E8E44" w:rsidR="00BD6B46" w:rsidRPr="00212F54" w:rsidRDefault="00BD6B46" w:rsidP="00BD6B46">
      <w:pPr>
        <w:jc w:val="both"/>
        <w:rPr>
          <w:bCs/>
          <w:sz w:val="22"/>
          <w:szCs w:val="22"/>
        </w:rPr>
      </w:pPr>
      <w:r w:rsidRPr="00212F54">
        <w:rPr>
          <w:b/>
          <w:bCs/>
          <w:sz w:val="22"/>
          <w:szCs w:val="22"/>
        </w:rPr>
        <w:t xml:space="preserve">1. </w:t>
      </w:r>
      <w:r w:rsidRPr="00212F54">
        <w:rPr>
          <w:bCs/>
          <w:sz w:val="22"/>
          <w:szCs w:val="22"/>
        </w:rPr>
        <w:t xml:space="preserve">Müüja müüb ja ostja ostab </w:t>
      </w:r>
      <w:r w:rsidR="006259B6">
        <w:rPr>
          <w:bCs/>
          <w:sz w:val="22"/>
          <w:szCs w:val="22"/>
        </w:rPr>
        <w:t xml:space="preserve">lepingu lisaga nr 1 kokku lepitud </w:t>
      </w:r>
      <w:r w:rsidRPr="00212F54">
        <w:rPr>
          <w:bCs/>
          <w:sz w:val="22"/>
          <w:szCs w:val="22"/>
        </w:rPr>
        <w:t xml:space="preserve">metsamaterjali </w:t>
      </w:r>
      <w:r w:rsidR="006259B6">
        <w:rPr>
          <w:bCs/>
          <w:sz w:val="22"/>
          <w:szCs w:val="22"/>
        </w:rPr>
        <w:t xml:space="preserve">kogused </w:t>
      </w:r>
      <w:r w:rsidRPr="00212F54">
        <w:rPr>
          <w:bCs/>
          <w:sz w:val="22"/>
          <w:szCs w:val="22"/>
        </w:rPr>
        <w:t>ostja laos järgmiste hindadega</w:t>
      </w:r>
      <w:r w:rsidR="006259B6">
        <w:rPr>
          <w:bCs/>
          <w:sz w:val="22"/>
          <w:szCs w:val="22"/>
        </w:rPr>
        <w:t>:</w:t>
      </w:r>
    </w:p>
    <w:tbl>
      <w:tblPr>
        <w:tblW w:w="5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1927"/>
      </w:tblGrid>
      <w:tr w:rsidR="006259B6" w:rsidRPr="00212F54" w14:paraId="12C5A344" w14:textId="77777777" w:rsidTr="006259B6">
        <w:tc>
          <w:tcPr>
            <w:tcW w:w="1838" w:type="dxa"/>
            <w:tcBorders>
              <w:bottom w:val="single" w:sz="4" w:space="0" w:color="auto"/>
            </w:tcBorders>
          </w:tcPr>
          <w:p w14:paraId="74C2D7C6" w14:textId="77777777" w:rsidR="006259B6" w:rsidRPr="00212F54" w:rsidRDefault="006259B6" w:rsidP="0083036A">
            <w:pPr>
              <w:rPr>
                <w:b/>
                <w:sz w:val="22"/>
                <w:szCs w:val="22"/>
              </w:rPr>
            </w:pPr>
            <w:r w:rsidRPr="00212F54">
              <w:rPr>
                <w:b/>
                <w:sz w:val="22"/>
                <w:szCs w:val="22"/>
              </w:rPr>
              <w:t>Sortiment</w:t>
            </w:r>
          </w:p>
        </w:tc>
        <w:tc>
          <w:tcPr>
            <w:tcW w:w="1559" w:type="dxa"/>
            <w:tcBorders>
              <w:bottom w:val="single" w:sz="4" w:space="0" w:color="auto"/>
            </w:tcBorders>
            <w:shd w:val="clear" w:color="auto" w:fill="auto"/>
          </w:tcPr>
          <w:p w14:paraId="71DCC003" w14:textId="77777777" w:rsidR="006259B6" w:rsidRPr="00212F54" w:rsidRDefault="006259B6" w:rsidP="0083036A">
            <w:pPr>
              <w:rPr>
                <w:b/>
                <w:sz w:val="22"/>
                <w:szCs w:val="22"/>
              </w:rPr>
            </w:pPr>
            <w:r w:rsidRPr="00212F54">
              <w:rPr>
                <w:b/>
                <w:sz w:val="22"/>
                <w:szCs w:val="22"/>
              </w:rPr>
              <w:t>Tarnekoht</w:t>
            </w:r>
          </w:p>
        </w:tc>
        <w:tc>
          <w:tcPr>
            <w:tcW w:w="1927" w:type="dxa"/>
            <w:tcBorders>
              <w:bottom w:val="single" w:sz="4" w:space="0" w:color="auto"/>
            </w:tcBorders>
          </w:tcPr>
          <w:p w14:paraId="3CBF214F" w14:textId="77777777" w:rsidR="006259B6" w:rsidRPr="00212F54" w:rsidRDefault="006259B6" w:rsidP="0083036A">
            <w:pPr>
              <w:jc w:val="center"/>
              <w:rPr>
                <w:b/>
                <w:sz w:val="22"/>
                <w:szCs w:val="22"/>
              </w:rPr>
            </w:pPr>
            <w:r w:rsidRPr="00212F54">
              <w:rPr>
                <w:b/>
                <w:sz w:val="22"/>
                <w:szCs w:val="22"/>
              </w:rPr>
              <w:t>Tarnetingimus</w:t>
            </w:r>
          </w:p>
          <w:p w14:paraId="0B6DB509" w14:textId="77777777" w:rsidR="006259B6" w:rsidRPr="00212F54" w:rsidRDefault="006259B6" w:rsidP="0083036A">
            <w:pPr>
              <w:jc w:val="center"/>
              <w:rPr>
                <w:b/>
                <w:sz w:val="22"/>
                <w:szCs w:val="22"/>
              </w:rPr>
            </w:pPr>
            <w:r w:rsidRPr="00212F54">
              <w:rPr>
                <w:b/>
                <w:sz w:val="22"/>
                <w:szCs w:val="22"/>
              </w:rPr>
              <w:t>DPU (€/m3)</w:t>
            </w:r>
          </w:p>
        </w:tc>
      </w:tr>
      <w:tr w:rsidR="006259B6" w:rsidRPr="00212F54" w14:paraId="28583B0E" w14:textId="77777777" w:rsidTr="006259B6">
        <w:tc>
          <w:tcPr>
            <w:tcW w:w="1838" w:type="dxa"/>
            <w:tcBorders>
              <w:top w:val="nil"/>
              <w:left w:val="single" w:sz="4" w:space="0" w:color="auto"/>
              <w:bottom w:val="single" w:sz="4" w:space="0" w:color="auto"/>
              <w:right w:val="single" w:sz="4" w:space="0" w:color="auto"/>
            </w:tcBorders>
            <w:shd w:val="clear" w:color="auto" w:fill="auto"/>
          </w:tcPr>
          <w:p w14:paraId="43151868" w14:textId="566685B5" w:rsidR="006259B6" w:rsidRPr="006259B6" w:rsidRDefault="006259B6" w:rsidP="006259B6">
            <w:pPr>
              <w:rPr>
                <w:sz w:val="22"/>
                <w:szCs w:val="22"/>
              </w:rPr>
            </w:pPr>
            <w:r w:rsidRPr="006259B6">
              <w:rPr>
                <w:sz w:val="22"/>
                <w:szCs w:val="22"/>
              </w:rPr>
              <w:t>Kuusepaberipuit</w:t>
            </w:r>
          </w:p>
        </w:tc>
        <w:tc>
          <w:tcPr>
            <w:tcW w:w="1559" w:type="dxa"/>
            <w:tcBorders>
              <w:top w:val="nil"/>
              <w:left w:val="single" w:sz="4" w:space="0" w:color="auto"/>
              <w:bottom w:val="single" w:sz="4" w:space="0" w:color="auto"/>
              <w:right w:val="single" w:sz="4" w:space="0" w:color="auto"/>
            </w:tcBorders>
            <w:shd w:val="clear" w:color="auto" w:fill="auto"/>
          </w:tcPr>
          <w:p w14:paraId="1B562A2C" w14:textId="28E6FF8C" w:rsidR="006259B6" w:rsidRPr="006259B6" w:rsidRDefault="006259B6" w:rsidP="006259B6">
            <w:pPr>
              <w:rPr>
                <w:sz w:val="22"/>
                <w:szCs w:val="22"/>
              </w:rPr>
            </w:pPr>
            <w:r w:rsidRPr="006259B6">
              <w:rPr>
                <w:sz w:val="22"/>
                <w:szCs w:val="22"/>
              </w:rPr>
              <w:t>Kunda sadam</w:t>
            </w:r>
          </w:p>
        </w:tc>
        <w:tc>
          <w:tcPr>
            <w:tcW w:w="1927" w:type="dxa"/>
            <w:tcBorders>
              <w:top w:val="single" w:sz="4" w:space="0" w:color="auto"/>
              <w:left w:val="nil"/>
              <w:bottom w:val="single" w:sz="4" w:space="0" w:color="auto"/>
              <w:right w:val="single" w:sz="4" w:space="0" w:color="auto"/>
            </w:tcBorders>
            <w:shd w:val="clear" w:color="auto" w:fill="auto"/>
          </w:tcPr>
          <w:p w14:paraId="539C8C09" w14:textId="2599FCB3" w:rsidR="006259B6" w:rsidRPr="00212F54" w:rsidRDefault="005D3B2D" w:rsidP="006259B6">
            <w:pPr>
              <w:jc w:val="center"/>
              <w:rPr>
                <w:sz w:val="22"/>
                <w:szCs w:val="22"/>
              </w:rPr>
            </w:pPr>
            <w:r>
              <w:rPr>
                <w:sz w:val="22"/>
                <w:szCs w:val="22"/>
              </w:rPr>
              <w:t>62,84</w:t>
            </w:r>
          </w:p>
        </w:tc>
      </w:tr>
      <w:tr w:rsidR="006259B6" w:rsidRPr="00212F54" w14:paraId="1B5EFDEA" w14:textId="77777777" w:rsidTr="006259B6">
        <w:tc>
          <w:tcPr>
            <w:tcW w:w="1838" w:type="dxa"/>
            <w:tcBorders>
              <w:top w:val="single" w:sz="4" w:space="0" w:color="auto"/>
              <w:left w:val="single" w:sz="4" w:space="0" w:color="auto"/>
              <w:bottom w:val="single" w:sz="4" w:space="0" w:color="auto"/>
              <w:right w:val="single" w:sz="4" w:space="0" w:color="auto"/>
            </w:tcBorders>
            <w:shd w:val="clear" w:color="auto" w:fill="auto"/>
          </w:tcPr>
          <w:p w14:paraId="5BDE4A05" w14:textId="63B62944" w:rsidR="006259B6" w:rsidRPr="006259B6" w:rsidRDefault="006259B6" w:rsidP="006259B6">
            <w:pPr>
              <w:rPr>
                <w:sz w:val="22"/>
                <w:szCs w:val="22"/>
              </w:rPr>
            </w:pPr>
            <w:r w:rsidRPr="006259B6">
              <w:rPr>
                <w:sz w:val="22"/>
                <w:szCs w:val="22"/>
              </w:rPr>
              <w:t>Kuusepaberipuit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9CA9C05" w14:textId="40AB3B18" w:rsidR="006259B6" w:rsidRPr="006259B6" w:rsidRDefault="006259B6" w:rsidP="006259B6">
            <w:pPr>
              <w:rPr>
                <w:sz w:val="22"/>
                <w:szCs w:val="22"/>
              </w:rPr>
            </w:pPr>
            <w:r w:rsidRPr="006259B6">
              <w:rPr>
                <w:sz w:val="22"/>
                <w:szCs w:val="22"/>
              </w:rPr>
              <w:t>Pärnu sadam</w:t>
            </w:r>
          </w:p>
        </w:tc>
        <w:tc>
          <w:tcPr>
            <w:tcW w:w="1927" w:type="dxa"/>
            <w:tcBorders>
              <w:top w:val="single" w:sz="4" w:space="0" w:color="auto"/>
              <w:left w:val="nil"/>
              <w:bottom w:val="single" w:sz="4" w:space="0" w:color="auto"/>
              <w:right w:val="single" w:sz="4" w:space="0" w:color="auto"/>
            </w:tcBorders>
            <w:shd w:val="clear" w:color="auto" w:fill="auto"/>
          </w:tcPr>
          <w:p w14:paraId="6CD075D5" w14:textId="414008F7" w:rsidR="006259B6" w:rsidRPr="00212F54" w:rsidRDefault="005D3B2D" w:rsidP="006259B6">
            <w:pPr>
              <w:jc w:val="center"/>
              <w:rPr>
                <w:sz w:val="22"/>
                <w:szCs w:val="22"/>
              </w:rPr>
            </w:pPr>
            <w:r>
              <w:rPr>
                <w:sz w:val="22"/>
                <w:szCs w:val="22"/>
              </w:rPr>
              <w:t>62,84</w:t>
            </w:r>
          </w:p>
        </w:tc>
      </w:tr>
      <w:tr w:rsidR="005D3B2D" w:rsidRPr="00212F54" w14:paraId="08CBDB96" w14:textId="77777777" w:rsidTr="006259B6">
        <w:tc>
          <w:tcPr>
            <w:tcW w:w="1838" w:type="dxa"/>
            <w:tcBorders>
              <w:top w:val="single" w:sz="4" w:space="0" w:color="auto"/>
              <w:left w:val="single" w:sz="4" w:space="0" w:color="auto"/>
              <w:bottom w:val="single" w:sz="4" w:space="0" w:color="auto"/>
              <w:right w:val="single" w:sz="4" w:space="0" w:color="auto"/>
            </w:tcBorders>
            <w:shd w:val="clear" w:color="auto" w:fill="auto"/>
          </w:tcPr>
          <w:p w14:paraId="63AAC6D7" w14:textId="0406CB88" w:rsidR="005D3B2D" w:rsidRPr="006259B6" w:rsidRDefault="005D3B2D" w:rsidP="005D3B2D">
            <w:pPr>
              <w:rPr>
                <w:sz w:val="22"/>
                <w:szCs w:val="22"/>
              </w:rPr>
            </w:pPr>
            <w:r w:rsidRPr="006259B6">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9B1B38" w14:textId="13BAE2A5" w:rsidR="005D3B2D" w:rsidRPr="006259B6" w:rsidRDefault="005D3B2D" w:rsidP="005D3B2D">
            <w:pPr>
              <w:rPr>
                <w:sz w:val="22"/>
                <w:szCs w:val="22"/>
              </w:rPr>
            </w:pPr>
            <w:r w:rsidRPr="006259B6">
              <w:rPr>
                <w:sz w:val="22"/>
                <w:szCs w:val="22"/>
              </w:rPr>
              <w:t>Kunda sadam</w:t>
            </w:r>
          </w:p>
        </w:tc>
        <w:tc>
          <w:tcPr>
            <w:tcW w:w="1927" w:type="dxa"/>
            <w:tcBorders>
              <w:top w:val="single" w:sz="4" w:space="0" w:color="auto"/>
              <w:left w:val="nil"/>
              <w:bottom w:val="single" w:sz="4" w:space="0" w:color="auto"/>
              <w:right w:val="single" w:sz="4" w:space="0" w:color="auto"/>
            </w:tcBorders>
            <w:shd w:val="clear" w:color="auto" w:fill="auto"/>
          </w:tcPr>
          <w:p w14:paraId="3E700983" w14:textId="7E2DC63A" w:rsidR="005D3B2D" w:rsidRPr="005D3B2D" w:rsidRDefault="005D3B2D" w:rsidP="005D3B2D">
            <w:pPr>
              <w:jc w:val="center"/>
              <w:rPr>
                <w:sz w:val="22"/>
                <w:szCs w:val="22"/>
              </w:rPr>
            </w:pPr>
            <w:r w:rsidRPr="005D3B2D">
              <w:rPr>
                <w:sz w:val="22"/>
                <w:szCs w:val="22"/>
              </w:rPr>
              <w:t>62,39</w:t>
            </w:r>
          </w:p>
        </w:tc>
      </w:tr>
      <w:tr w:rsidR="005D3B2D" w:rsidRPr="00212F54" w14:paraId="27713FB6" w14:textId="77777777" w:rsidTr="006259B6">
        <w:tc>
          <w:tcPr>
            <w:tcW w:w="1838" w:type="dxa"/>
            <w:tcBorders>
              <w:top w:val="single" w:sz="4" w:space="0" w:color="auto"/>
              <w:left w:val="single" w:sz="4" w:space="0" w:color="auto"/>
              <w:bottom w:val="single" w:sz="4" w:space="0" w:color="auto"/>
              <w:right w:val="single" w:sz="4" w:space="0" w:color="auto"/>
            </w:tcBorders>
            <w:shd w:val="clear" w:color="auto" w:fill="auto"/>
          </w:tcPr>
          <w:p w14:paraId="40DB8955" w14:textId="03959D4D" w:rsidR="005D3B2D" w:rsidRPr="006259B6" w:rsidRDefault="005D3B2D" w:rsidP="005D3B2D">
            <w:pPr>
              <w:rPr>
                <w:sz w:val="22"/>
                <w:szCs w:val="22"/>
              </w:rPr>
            </w:pPr>
            <w:r w:rsidRPr="006259B6">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13046D0" w14:textId="1DC03FC8" w:rsidR="005D3B2D" w:rsidRPr="006259B6" w:rsidRDefault="005D3B2D" w:rsidP="005D3B2D">
            <w:pPr>
              <w:rPr>
                <w:sz w:val="22"/>
                <w:szCs w:val="22"/>
              </w:rPr>
            </w:pPr>
            <w:r w:rsidRPr="006259B6">
              <w:rPr>
                <w:sz w:val="22"/>
                <w:szCs w:val="22"/>
              </w:rPr>
              <w:t>Pärnu sadam</w:t>
            </w:r>
          </w:p>
        </w:tc>
        <w:tc>
          <w:tcPr>
            <w:tcW w:w="1927" w:type="dxa"/>
            <w:tcBorders>
              <w:top w:val="single" w:sz="4" w:space="0" w:color="auto"/>
              <w:left w:val="nil"/>
              <w:bottom w:val="single" w:sz="4" w:space="0" w:color="auto"/>
              <w:right w:val="single" w:sz="4" w:space="0" w:color="auto"/>
            </w:tcBorders>
            <w:shd w:val="clear" w:color="auto" w:fill="auto"/>
          </w:tcPr>
          <w:p w14:paraId="74197798" w14:textId="3D1A9828" w:rsidR="005D3B2D" w:rsidRPr="005D3B2D" w:rsidRDefault="005D3B2D" w:rsidP="005D3B2D">
            <w:pPr>
              <w:jc w:val="center"/>
              <w:rPr>
                <w:sz w:val="22"/>
                <w:szCs w:val="22"/>
              </w:rPr>
            </w:pPr>
            <w:r w:rsidRPr="005D3B2D">
              <w:rPr>
                <w:sz w:val="22"/>
                <w:szCs w:val="22"/>
              </w:rPr>
              <w:t>62,39</w:t>
            </w:r>
          </w:p>
        </w:tc>
      </w:tr>
    </w:tbl>
    <w:p w14:paraId="13CC4BD4" w14:textId="77777777" w:rsidR="00385CF1" w:rsidRPr="002D19C5" w:rsidRDefault="00385CF1" w:rsidP="00385CF1">
      <w:pPr>
        <w:tabs>
          <w:tab w:val="left" w:pos="1134"/>
        </w:tabs>
        <w:jc w:val="both"/>
        <w:rPr>
          <w:bCs/>
          <w:sz w:val="22"/>
          <w:szCs w:val="22"/>
        </w:rPr>
      </w:pPr>
      <w:r w:rsidRPr="002D19C5">
        <w:rPr>
          <w:bCs/>
          <w:sz w:val="22"/>
          <w:szCs w:val="22"/>
        </w:rPr>
        <w:t>1.1. Mittevastava metsamaterjali hind 20,00 (€/m3);</w:t>
      </w:r>
    </w:p>
    <w:p w14:paraId="1F85BC24" w14:textId="77777777" w:rsidR="00385CF1" w:rsidRPr="002D19C5" w:rsidRDefault="00385CF1" w:rsidP="00385CF1">
      <w:pPr>
        <w:tabs>
          <w:tab w:val="left" w:pos="1134"/>
        </w:tabs>
        <w:jc w:val="both"/>
        <w:rPr>
          <w:bCs/>
          <w:sz w:val="22"/>
          <w:szCs w:val="22"/>
        </w:rPr>
      </w:pPr>
      <w:r w:rsidRPr="002D19C5">
        <w:rPr>
          <w:bCs/>
          <w:sz w:val="22"/>
          <w:szCs w:val="22"/>
        </w:rPr>
        <w:t>1.2. Tarnetingimusel FAS (</w:t>
      </w:r>
      <w:proofErr w:type="spellStart"/>
      <w:r w:rsidRPr="002D19C5">
        <w:rPr>
          <w:bCs/>
          <w:sz w:val="22"/>
          <w:szCs w:val="22"/>
        </w:rPr>
        <w:t>Incoterms</w:t>
      </w:r>
      <w:proofErr w:type="spellEnd"/>
      <w:r w:rsidRPr="002D19C5">
        <w:rPr>
          <w:bCs/>
          <w:sz w:val="22"/>
          <w:szCs w:val="22"/>
        </w:rPr>
        <w:t xml:space="preserve"> 2020) tarnitud puidu hin</w:t>
      </w:r>
      <w:r>
        <w:rPr>
          <w:bCs/>
          <w:sz w:val="22"/>
          <w:szCs w:val="22"/>
        </w:rPr>
        <w:t>na</w:t>
      </w:r>
      <w:r w:rsidRPr="002D19C5">
        <w:rPr>
          <w:bCs/>
          <w:sz w:val="22"/>
          <w:szCs w:val="22"/>
        </w:rPr>
        <w:t>le lisandub 1,25 (€/m3).</w:t>
      </w:r>
    </w:p>
    <w:p w14:paraId="688F666D" w14:textId="77777777" w:rsidR="00385CF1" w:rsidRPr="002D19C5" w:rsidRDefault="00385CF1" w:rsidP="00385CF1">
      <w:pPr>
        <w:tabs>
          <w:tab w:val="left" w:pos="1134"/>
        </w:tabs>
        <w:jc w:val="both"/>
        <w:rPr>
          <w:bCs/>
          <w:sz w:val="22"/>
          <w:szCs w:val="22"/>
        </w:rPr>
      </w:pPr>
    </w:p>
    <w:p w14:paraId="60594A06" w14:textId="77777777" w:rsidR="00385CF1" w:rsidRPr="002D19C5" w:rsidRDefault="00385CF1" w:rsidP="00385CF1">
      <w:pPr>
        <w:tabs>
          <w:tab w:val="left" w:pos="1134"/>
        </w:tabs>
        <w:jc w:val="both"/>
        <w:rPr>
          <w:bCs/>
          <w:sz w:val="22"/>
          <w:szCs w:val="22"/>
        </w:rPr>
      </w:pPr>
      <w:r w:rsidRPr="002D19C5">
        <w:rPr>
          <w:bCs/>
          <w:sz w:val="22"/>
          <w:szCs w:val="22"/>
        </w:rPr>
        <w:t>Hindadele lisandub Eestis kehtiv käibemaks.</w:t>
      </w:r>
    </w:p>
    <w:p w14:paraId="5763BA5A" w14:textId="77777777" w:rsidR="00BD6B46" w:rsidRPr="00212F54" w:rsidRDefault="00BD6B46" w:rsidP="00BD6B46">
      <w:pPr>
        <w:tabs>
          <w:tab w:val="left" w:pos="1134"/>
        </w:tabs>
        <w:jc w:val="both"/>
        <w:rPr>
          <w:bCs/>
          <w:sz w:val="22"/>
          <w:szCs w:val="22"/>
        </w:rPr>
      </w:pPr>
    </w:p>
    <w:p w14:paraId="61299506" w14:textId="77777777" w:rsidR="00BD6B46" w:rsidRPr="00212F54" w:rsidRDefault="00BD6B46" w:rsidP="00BD6B46">
      <w:pPr>
        <w:jc w:val="both"/>
        <w:rPr>
          <w:b/>
          <w:sz w:val="22"/>
          <w:szCs w:val="22"/>
        </w:rPr>
      </w:pPr>
    </w:p>
    <w:p w14:paraId="1346FAF2" w14:textId="77777777" w:rsidR="00BD6B46" w:rsidRPr="00623DEA" w:rsidRDefault="00BD6B46" w:rsidP="00BD6B46">
      <w:pPr>
        <w:tabs>
          <w:tab w:val="left" w:pos="5387"/>
        </w:tabs>
        <w:rPr>
          <w:b/>
          <w:sz w:val="22"/>
          <w:szCs w:val="22"/>
        </w:rPr>
      </w:pPr>
      <w:r w:rsidRPr="00623DEA">
        <w:rPr>
          <w:b/>
          <w:sz w:val="22"/>
          <w:szCs w:val="22"/>
        </w:rPr>
        <w:t>Müüja</w:t>
      </w:r>
      <w:r w:rsidRPr="00623DEA">
        <w:rPr>
          <w:b/>
          <w:sz w:val="22"/>
          <w:szCs w:val="22"/>
        </w:rPr>
        <w:tab/>
        <w:t>Ostja</w:t>
      </w:r>
    </w:p>
    <w:p w14:paraId="2515E1BE" w14:textId="77777777" w:rsidR="00BD6B46" w:rsidRPr="00623DEA" w:rsidRDefault="00BD6B46" w:rsidP="00BD6B46">
      <w:pPr>
        <w:rPr>
          <w:b/>
          <w:sz w:val="22"/>
          <w:szCs w:val="22"/>
        </w:rPr>
      </w:pPr>
    </w:p>
    <w:p w14:paraId="26522138" w14:textId="77777777" w:rsidR="00BD6B46" w:rsidRPr="006259B6" w:rsidRDefault="00BD6B46" w:rsidP="00BD6B46">
      <w:pPr>
        <w:rPr>
          <w:iCs/>
          <w:sz w:val="22"/>
          <w:szCs w:val="22"/>
        </w:rPr>
      </w:pPr>
      <w:r w:rsidRPr="006259B6">
        <w:rPr>
          <w:iCs/>
          <w:sz w:val="22"/>
          <w:szCs w:val="22"/>
        </w:rPr>
        <w:t>(allkirjastatud digitaalselt)</w:t>
      </w:r>
      <w:r w:rsidRPr="006259B6">
        <w:rPr>
          <w:iCs/>
          <w:sz w:val="22"/>
          <w:szCs w:val="22"/>
        </w:rPr>
        <w:tab/>
      </w:r>
      <w:r w:rsidRPr="006259B6">
        <w:rPr>
          <w:iCs/>
          <w:sz w:val="22"/>
          <w:szCs w:val="22"/>
        </w:rPr>
        <w:tab/>
      </w:r>
      <w:r w:rsidRPr="006259B6">
        <w:rPr>
          <w:iCs/>
          <w:sz w:val="22"/>
          <w:szCs w:val="22"/>
        </w:rPr>
        <w:tab/>
      </w:r>
      <w:r w:rsidRPr="006259B6">
        <w:rPr>
          <w:iCs/>
          <w:sz w:val="22"/>
          <w:szCs w:val="22"/>
        </w:rPr>
        <w:tab/>
      </w:r>
      <w:r w:rsidRPr="006259B6">
        <w:rPr>
          <w:iCs/>
          <w:sz w:val="22"/>
          <w:szCs w:val="22"/>
        </w:rPr>
        <w:tab/>
        <w:t>(allkirjastatud digitaalselt)</w:t>
      </w:r>
    </w:p>
    <w:p w14:paraId="37D139B0" w14:textId="77777777" w:rsidR="00BD6B46" w:rsidRPr="004942E5" w:rsidRDefault="00BD6B46" w:rsidP="00BD6B46">
      <w:pPr>
        <w:jc w:val="both"/>
        <w:rPr>
          <w:sz w:val="22"/>
          <w:szCs w:val="22"/>
        </w:rPr>
      </w:pPr>
      <w:r>
        <w:rPr>
          <w:b/>
          <w:sz w:val="22"/>
          <w:szCs w:val="22"/>
        </w:rPr>
        <w:t>Urmas Treial</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Pr>
          <w:b/>
          <w:sz w:val="22"/>
          <w:szCs w:val="22"/>
        </w:rPr>
        <w:tab/>
      </w:r>
      <w:r w:rsidRPr="004942E5">
        <w:rPr>
          <w:b/>
          <w:sz w:val="22"/>
          <w:szCs w:val="22"/>
        </w:rPr>
        <w:t>Silver Suu</w:t>
      </w:r>
    </w:p>
    <w:p w14:paraId="709ED9D5" w14:textId="77777777" w:rsidR="00BD6B46" w:rsidRPr="004942E5" w:rsidRDefault="00BD6B46" w:rsidP="00BD6B46">
      <w:pPr>
        <w:rPr>
          <w:sz w:val="22"/>
          <w:szCs w:val="22"/>
        </w:rPr>
      </w:pPr>
      <w:r>
        <w:rPr>
          <w:sz w:val="22"/>
          <w:szCs w:val="22"/>
        </w:rPr>
        <w:t>T</w:t>
      </w:r>
      <w:r w:rsidRPr="004942E5">
        <w:rPr>
          <w:sz w:val="22"/>
          <w:szCs w:val="22"/>
        </w:rPr>
        <w:t>urustus</w:t>
      </w:r>
      <w:r>
        <w:rPr>
          <w:sz w:val="22"/>
          <w:szCs w:val="22"/>
        </w:rPr>
        <w:t>e peaspetsialist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sz w:val="22"/>
          <w:szCs w:val="22"/>
        </w:rPr>
        <w:t>Ekspordijuht</w:t>
      </w:r>
    </w:p>
    <w:p w14:paraId="35ABA103" w14:textId="77777777" w:rsidR="00BD6B46" w:rsidRPr="00212F54" w:rsidRDefault="00BD6B46" w:rsidP="00BD6B46">
      <w:pPr>
        <w:pStyle w:val="Pealkiri11"/>
        <w:numPr>
          <w:ilvl w:val="0"/>
          <w:numId w:val="0"/>
        </w:numPr>
        <w:ind w:left="432"/>
        <w:rPr>
          <w:i/>
          <w:sz w:val="22"/>
          <w:szCs w:val="22"/>
        </w:rPr>
      </w:pPr>
    </w:p>
    <w:p w14:paraId="144CCFDA" w14:textId="77777777" w:rsidR="00BD6B46" w:rsidRPr="00623DEA" w:rsidRDefault="00BD6B46" w:rsidP="00BD6B46">
      <w:pPr>
        <w:rPr>
          <w:iCs/>
          <w:sz w:val="22"/>
          <w:szCs w:val="22"/>
        </w:rPr>
      </w:pPr>
    </w:p>
    <w:p w14:paraId="40767E6E" w14:textId="61CE96EA" w:rsidR="004942E5" w:rsidRPr="004942E5" w:rsidRDefault="004942E5" w:rsidP="00BD6B46">
      <w:pPr>
        <w:ind w:left="5440" w:firstLine="680"/>
        <w:rPr>
          <w:i/>
          <w:sz w:val="22"/>
          <w:szCs w:val="22"/>
        </w:rPr>
      </w:pPr>
    </w:p>
    <w:sectPr w:rsidR="004942E5" w:rsidRPr="004942E5"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04877" w14:textId="77777777" w:rsidR="00D4104A" w:rsidRDefault="00D4104A">
      <w:r>
        <w:separator/>
      </w:r>
    </w:p>
  </w:endnote>
  <w:endnote w:type="continuationSeparator" w:id="0">
    <w:p w14:paraId="2D921DA9" w14:textId="77777777" w:rsidR="00D4104A" w:rsidRDefault="00D41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A337" w14:textId="77777777" w:rsidR="00A36A15" w:rsidRDefault="00A36A15">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19942" w14:textId="77777777" w:rsidR="00D4104A" w:rsidRDefault="00D4104A">
      <w:r>
        <w:separator/>
      </w:r>
    </w:p>
  </w:footnote>
  <w:footnote w:type="continuationSeparator" w:id="0">
    <w:p w14:paraId="1DC22681" w14:textId="77777777" w:rsidR="00D4104A" w:rsidRDefault="00D41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9EED7" w14:textId="015E794A" w:rsidR="00A36A15" w:rsidRDefault="00A36A15">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D90FF8">
      <w:rPr>
        <w:noProof/>
        <w:spacing w:val="0"/>
        <w:position w:val="0"/>
        <w:sz w:val="20"/>
      </w:rPr>
      <w:t>6</w:t>
    </w:r>
    <w:r>
      <w:rPr>
        <w:spacing w:val="0"/>
        <w:position w:val="0"/>
        <w:sz w:val="20"/>
      </w:rPr>
      <w:fldChar w:fldCharType="end"/>
    </w:r>
    <w:r>
      <w:rPr>
        <w:spacing w:val="0"/>
        <w:position w:val="0"/>
        <w:sz w:val="20"/>
      </w:rPr>
      <w:t xml:space="preserve"> </w:t>
    </w:r>
  </w:p>
  <w:p w14:paraId="703CAB15" w14:textId="32086A40" w:rsidR="00A36A15" w:rsidRPr="00E144F2" w:rsidRDefault="00A36A15" w:rsidP="00BD6B46">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F2AD" w14:textId="77777777" w:rsidR="00A36A15" w:rsidRPr="00A67C68" w:rsidRDefault="00A36A15"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8C17CBB"/>
    <w:multiLevelType w:val="hybridMultilevel"/>
    <w:tmpl w:val="76483436"/>
    <w:lvl w:ilvl="0" w:tplc="9658144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7"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9" w15:restartNumberingAfterBreak="0">
    <w:nsid w:val="51020C80"/>
    <w:multiLevelType w:val="multilevel"/>
    <w:tmpl w:val="A134E77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792E03"/>
    <w:multiLevelType w:val="hybridMultilevel"/>
    <w:tmpl w:val="5C00CEDC"/>
    <w:lvl w:ilvl="0" w:tplc="8D28D71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763187437">
    <w:abstractNumId w:val="0"/>
  </w:num>
  <w:num w:numId="2" w16cid:durableId="258413788">
    <w:abstractNumId w:val="8"/>
  </w:num>
  <w:num w:numId="3" w16cid:durableId="101267395">
    <w:abstractNumId w:val="7"/>
  </w:num>
  <w:num w:numId="4" w16cid:durableId="662972411">
    <w:abstractNumId w:val="10"/>
  </w:num>
  <w:num w:numId="5" w16cid:durableId="1522890084">
    <w:abstractNumId w:val="12"/>
  </w:num>
  <w:num w:numId="6" w16cid:durableId="1132333877">
    <w:abstractNumId w:val="13"/>
  </w:num>
  <w:num w:numId="7" w16cid:durableId="627318552">
    <w:abstractNumId w:val="14"/>
  </w:num>
  <w:num w:numId="8" w16cid:durableId="243538653">
    <w:abstractNumId w:val="4"/>
  </w:num>
  <w:num w:numId="9" w16cid:durableId="676350528">
    <w:abstractNumId w:val="6"/>
  </w:num>
  <w:num w:numId="10" w16cid:durableId="869221173">
    <w:abstractNumId w:val="1"/>
  </w:num>
  <w:num w:numId="11" w16cid:durableId="1391150761">
    <w:abstractNumId w:val="2"/>
  </w:num>
  <w:num w:numId="12" w16cid:durableId="1166556428">
    <w:abstractNumId w:val="11"/>
  </w:num>
  <w:num w:numId="13" w16cid:durableId="483819380">
    <w:abstractNumId w:val="5"/>
  </w:num>
  <w:num w:numId="14" w16cid:durableId="2095783267">
    <w:abstractNumId w:val="9"/>
  </w:num>
  <w:num w:numId="15" w16cid:durableId="663625800">
    <w:abstractNumId w:val="9"/>
  </w:num>
  <w:num w:numId="16" w16cid:durableId="206559276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7"/>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0"/>
    <w:rsid w:val="00003CCC"/>
    <w:rsid w:val="00004149"/>
    <w:rsid w:val="00005090"/>
    <w:rsid w:val="0001148D"/>
    <w:rsid w:val="000114BF"/>
    <w:rsid w:val="00012D8E"/>
    <w:rsid w:val="00017BE8"/>
    <w:rsid w:val="00025146"/>
    <w:rsid w:val="000314C3"/>
    <w:rsid w:val="00035B26"/>
    <w:rsid w:val="00042140"/>
    <w:rsid w:val="0004289B"/>
    <w:rsid w:val="0004317E"/>
    <w:rsid w:val="00052503"/>
    <w:rsid w:val="000542FB"/>
    <w:rsid w:val="0005446F"/>
    <w:rsid w:val="000610EB"/>
    <w:rsid w:val="000619BA"/>
    <w:rsid w:val="00063E4E"/>
    <w:rsid w:val="00064CAF"/>
    <w:rsid w:val="000666E7"/>
    <w:rsid w:val="00066A2A"/>
    <w:rsid w:val="000672A5"/>
    <w:rsid w:val="00072B59"/>
    <w:rsid w:val="000734F2"/>
    <w:rsid w:val="00074A7E"/>
    <w:rsid w:val="00075040"/>
    <w:rsid w:val="00076B1C"/>
    <w:rsid w:val="00084FB7"/>
    <w:rsid w:val="00085051"/>
    <w:rsid w:val="0008685A"/>
    <w:rsid w:val="000908A9"/>
    <w:rsid w:val="00090EBB"/>
    <w:rsid w:val="00091A1B"/>
    <w:rsid w:val="0009669F"/>
    <w:rsid w:val="000A093A"/>
    <w:rsid w:val="000A6C3C"/>
    <w:rsid w:val="000B0974"/>
    <w:rsid w:val="000B157A"/>
    <w:rsid w:val="000B19B2"/>
    <w:rsid w:val="000B1AC7"/>
    <w:rsid w:val="000B430C"/>
    <w:rsid w:val="000B5349"/>
    <w:rsid w:val="000B7C03"/>
    <w:rsid w:val="000C16EB"/>
    <w:rsid w:val="000D1A91"/>
    <w:rsid w:val="000E1700"/>
    <w:rsid w:val="000E4E06"/>
    <w:rsid w:val="000E6098"/>
    <w:rsid w:val="000F4314"/>
    <w:rsid w:val="000F6C46"/>
    <w:rsid w:val="001040E1"/>
    <w:rsid w:val="001056F2"/>
    <w:rsid w:val="00106A8F"/>
    <w:rsid w:val="001073C0"/>
    <w:rsid w:val="00111D72"/>
    <w:rsid w:val="0011431B"/>
    <w:rsid w:val="00120B0E"/>
    <w:rsid w:val="0012131D"/>
    <w:rsid w:val="00121F5F"/>
    <w:rsid w:val="00122262"/>
    <w:rsid w:val="001238EA"/>
    <w:rsid w:val="00126E0C"/>
    <w:rsid w:val="00127085"/>
    <w:rsid w:val="0012727E"/>
    <w:rsid w:val="00127C2E"/>
    <w:rsid w:val="00127E21"/>
    <w:rsid w:val="00131849"/>
    <w:rsid w:val="001336DB"/>
    <w:rsid w:val="00133963"/>
    <w:rsid w:val="0013656B"/>
    <w:rsid w:val="00140348"/>
    <w:rsid w:val="001442D4"/>
    <w:rsid w:val="00153862"/>
    <w:rsid w:val="001550C6"/>
    <w:rsid w:val="00157357"/>
    <w:rsid w:val="00157D40"/>
    <w:rsid w:val="00165381"/>
    <w:rsid w:val="0018344A"/>
    <w:rsid w:val="00183D82"/>
    <w:rsid w:val="00187010"/>
    <w:rsid w:val="001871DA"/>
    <w:rsid w:val="00194AEE"/>
    <w:rsid w:val="001968B0"/>
    <w:rsid w:val="00196D82"/>
    <w:rsid w:val="001A4374"/>
    <w:rsid w:val="001A609F"/>
    <w:rsid w:val="001C037C"/>
    <w:rsid w:val="001C5A75"/>
    <w:rsid w:val="001C6234"/>
    <w:rsid w:val="001C73D4"/>
    <w:rsid w:val="001D2CCB"/>
    <w:rsid w:val="001D5255"/>
    <w:rsid w:val="001D7F31"/>
    <w:rsid w:val="001E00A9"/>
    <w:rsid w:val="001E23CC"/>
    <w:rsid w:val="001E2EBE"/>
    <w:rsid w:val="001E33A3"/>
    <w:rsid w:val="001F1DDF"/>
    <w:rsid w:val="001F1FB1"/>
    <w:rsid w:val="001F2AA7"/>
    <w:rsid w:val="001F424D"/>
    <w:rsid w:val="001F5D9F"/>
    <w:rsid w:val="0021202D"/>
    <w:rsid w:val="00212CA7"/>
    <w:rsid w:val="00216D5C"/>
    <w:rsid w:val="00222D74"/>
    <w:rsid w:val="00226AB7"/>
    <w:rsid w:val="002335C1"/>
    <w:rsid w:val="00234ADE"/>
    <w:rsid w:val="00236C7C"/>
    <w:rsid w:val="0024080D"/>
    <w:rsid w:val="002420D4"/>
    <w:rsid w:val="00243D01"/>
    <w:rsid w:val="00244AC9"/>
    <w:rsid w:val="002465D4"/>
    <w:rsid w:val="0024695A"/>
    <w:rsid w:val="002522AB"/>
    <w:rsid w:val="00252330"/>
    <w:rsid w:val="00253B30"/>
    <w:rsid w:val="002562CE"/>
    <w:rsid w:val="00256E72"/>
    <w:rsid w:val="00265D01"/>
    <w:rsid w:val="00277A7E"/>
    <w:rsid w:val="00280746"/>
    <w:rsid w:val="0028146B"/>
    <w:rsid w:val="00283060"/>
    <w:rsid w:val="00290D10"/>
    <w:rsid w:val="002910FC"/>
    <w:rsid w:val="0029511A"/>
    <w:rsid w:val="00296AE8"/>
    <w:rsid w:val="002A1CCF"/>
    <w:rsid w:val="002A3541"/>
    <w:rsid w:val="002B3228"/>
    <w:rsid w:val="002B6271"/>
    <w:rsid w:val="002C2796"/>
    <w:rsid w:val="002C28C5"/>
    <w:rsid w:val="002C3086"/>
    <w:rsid w:val="002D4C5C"/>
    <w:rsid w:val="002D6E2B"/>
    <w:rsid w:val="002E0A02"/>
    <w:rsid w:val="002E1392"/>
    <w:rsid w:val="002E6FB9"/>
    <w:rsid w:val="002F1618"/>
    <w:rsid w:val="002F3C88"/>
    <w:rsid w:val="002F42BD"/>
    <w:rsid w:val="002F6AF8"/>
    <w:rsid w:val="0030766C"/>
    <w:rsid w:val="00312D5E"/>
    <w:rsid w:val="00314AD1"/>
    <w:rsid w:val="0032733A"/>
    <w:rsid w:val="003305F9"/>
    <w:rsid w:val="00330C91"/>
    <w:rsid w:val="003311F0"/>
    <w:rsid w:val="00340133"/>
    <w:rsid w:val="003415B9"/>
    <w:rsid w:val="003502BF"/>
    <w:rsid w:val="00350BD3"/>
    <w:rsid w:val="00353A37"/>
    <w:rsid w:val="0035572E"/>
    <w:rsid w:val="0035758D"/>
    <w:rsid w:val="0036209B"/>
    <w:rsid w:val="003648F0"/>
    <w:rsid w:val="00364911"/>
    <w:rsid w:val="00365BA6"/>
    <w:rsid w:val="00365BAB"/>
    <w:rsid w:val="00366BF5"/>
    <w:rsid w:val="00370AF5"/>
    <w:rsid w:val="00373BED"/>
    <w:rsid w:val="00373EE6"/>
    <w:rsid w:val="00376A5E"/>
    <w:rsid w:val="00377256"/>
    <w:rsid w:val="003835C4"/>
    <w:rsid w:val="00385CF1"/>
    <w:rsid w:val="00387747"/>
    <w:rsid w:val="00390CA0"/>
    <w:rsid w:val="0039776B"/>
    <w:rsid w:val="00397A33"/>
    <w:rsid w:val="003A265D"/>
    <w:rsid w:val="003A3321"/>
    <w:rsid w:val="003A4578"/>
    <w:rsid w:val="003A7DD1"/>
    <w:rsid w:val="003C2045"/>
    <w:rsid w:val="003C2819"/>
    <w:rsid w:val="003C30FD"/>
    <w:rsid w:val="003D04A2"/>
    <w:rsid w:val="003D65D5"/>
    <w:rsid w:val="003D74F1"/>
    <w:rsid w:val="003E3C19"/>
    <w:rsid w:val="003F03F4"/>
    <w:rsid w:val="003F3504"/>
    <w:rsid w:val="00402F9C"/>
    <w:rsid w:val="0040510B"/>
    <w:rsid w:val="00413CE1"/>
    <w:rsid w:val="00424446"/>
    <w:rsid w:val="004267A0"/>
    <w:rsid w:val="00426AC7"/>
    <w:rsid w:val="00437D16"/>
    <w:rsid w:val="00440978"/>
    <w:rsid w:val="00442950"/>
    <w:rsid w:val="00446209"/>
    <w:rsid w:val="0045073B"/>
    <w:rsid w:val="004534FA"/>
    <w:rsid w:val="004578B2"/>
    <w:rsid w:val="00464558"/>
    <w:rsid w:val="00467DE1"/>
    <w:rsid w:val="00470747"/>
    <w:rsid w:val="00475FBD"/>
    <w:rsid w:val="004764DB"/>
    <w:rsid w:val="004772CA"/>
    <w:rsid w:val="004819EE"/>
    <w:rsid w:val="0048658C"/>
    <w:rsid w:val="0048747D"/>
    <w:rsid w:val="004942E5"/>
    <w:rsid w:val="004958AA"/>
    <w:rsid w:val="004A46F5"/>
    <w:rsid w:val="004A641A"/>
    <w:rsid w:val="004B17C5"/>
    <w:rsid w:val="004B44DF"/>
    <w:rsid w:val="004B4A1D"/>
    <w:rsid w:val="004C074B"/>
    <w:rsid w:val="004C7ACC"/>
    <w:rsid w:val="004D054B"/>
    <w:rsid w:val="004D1234"/>
    <w:rsid w:val="004E0BD9"/>
    <w:rsid w:val="004E1537"/>
    <w:rsid w:val="004E17FF"/>
    <w:rsid w:val="004F69EB"/>
    <w:rsid w:val="0050533C"/>
    <w:rsid w:val="00507899"/>
    <w:rsid w:val="00511645"/>
    <w:rsid w:val="00515255"/>
    <w:rsid w:val="005154D6"/>
    <w:rsid w:val="00524888"/>
    <w:rsid w:val="00526921"/>
    <w:rsid w:val="00532189"/>
    <w:rsid w:val="00534E5B"/>
    <w:rsid w:val="005364BC"/>
    <w:rsid w:val="00541813"/>
    <w:rsid w:val="005446C0"/>
    <w:rsid w:val="00547DC1"/>
    <w:rsid w:val="00550631"/>
    <w:rsid w:val="00552127"/>
    <w:rsid w:val="005655A4"/>
    <w:rsid w:val="00566DA4"/>
    <w:rsid w:val="00574248"/>
    <w:rsid w:val="0058348A"/>
    <w:rsid w:val="0059149C"/>
    <w:rsid w:val="005A23F1"/>
    <w:rsid w:val="005A3544"/>
    <w:rsid w:val="005A432C"/>
    <w:rsid w:val="005A6DC6"/>
    <w:rsid w:val="005B0897"/>
    <w:rsid w:val="005B0F9F"/>
    <w:rsid w:val="005B3CB3"/>
    <w:rsid w:val="005B51E9"/>
    <w:rsid w:val="005B6C1F"/>
    <w:rsid w:val="005B7099"/>
    <w:rsid w:val="005C0CA3"/>
    <w:rsid w:val="005C0F01"/>
    <w:rsid w:val="005C3257"/>
    <w:rsid w:val="005D229E"/>
    <w:rsid w:val="005D281D"/>
    <w:rsid w:val="005D3B2D"/>
    <w:rsid w:val="005D6D69"/>
    <w:rsid w:val="005E216A"/>
    <w:rsid w:val="005E37F8"/>
    <w:rsid w:val="005E756B"/>
    <w:rsid w:val="005F1009"/>
    <w:rsid w:val="00602410"/>
    <w:rsid w:val="00605364"/>
    <w:rsid w:val="0060643C"/>
    <w:rsid w:val="0060681C"/>
    <w:rsid w:val="00607A95"/>
    <w:rsid w:val="00607E5E"/>
    <w:rsid w:val="00613B6A"/>
    <w:rsid w:val="00621A7E"/>
    <w:rsid w:val="00622746"/>
    <w:rsid w:val="006259B6"/>
    <w:rsid w:val="006277C4"/>
    <w:rsid w:val="0063210F"/>
    <w:rsid w:val="0063661A"/>
    <w:rsid w:val="006371FC"/>
    <w:rsid w:val="00646F93"/>
    <w:rsid w:val="00650126"/>
    <w:rsid w:val="006515CB"/>
    <w:rsid w:val="00656DBC"/>
    <w:rsid w:val="00662EDA"/>
    <w:rsid w:val="00663A94"/>
    <w:rsid w:val="00664075"/>
    <w:rsid w:val="0066428B"/>
    <w:rsid w:val="0066527D"/>
    <w:rsid w:val="00676EC6"/>
    <w:rsid w:val="00682EEA"/>
    <w:rsid w:val="006831F4"/>
    <w:rsid w:val="006900B0"/>
    <w:rsid w:val="00694FB2"/>
    <w:rsid w:val="006975E1"/>
    <w:rsid w:val="006A2FC1"/>
    <w:rsid w:val="006A4E08"/>
    <w:rsid w:val="006A6699"/>
    <w:rsid w:val="006C2D79"/>
    <w:rsid w:val="006D036C"/>
    <w:rsid w:val="006D05A5"/>
    <w:rsid w:val="006E313B"/>
    <w:rsid w:val="006E34A0"/>
    <w:rsid w:val="006E60E0"/>
    <w:rsid w:val="006E649C"/>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5153C"/>
    <w:rsid w:val="007515E5"/>
    <w:rsid w:val="007526BF"/>
    <w:rsid w:val="00752868"/>
    <w:rsid w:val="00752885"/>
    <w:rsid w:val="00756890"/>
    <w:rsid w:val="00761B5E"/>
    <w:rsid w:val="00775310"/>
    <w:rsid w:val="00783E8B"/>
    <w:rsid w:val="007860BB"/>
    <w:rsid w:val="00790A0C"/>
    <w:rsid w:val="00790DE0"/>
    <w:rsid w:val="00791078"/>
    <w:rsid w:val="00793C6F"/>
    <w:rsid w:val="00797563"/>
    <w:rsid w:val="007A19D4"/>
    <w:rsid w:val="007A2327"/>
    <w:rsid w:val="007A6BC4"/>
    <w:rsid w:val="007C00B7"/>
    <w:rsid w:val="007C0F10"/>
    <w:rsid w:val="007C1490"/>
    <w:rsid w:val="007C34FD"/>
    <w:rsid w:val="007C392C"/>
    <w:rsid w:val="007D42A9"/>
    <w:rsid w:val="007D5B93"/>
    <w:rsid w:val="007D5CD3"/>
    <w:rsid w:val="007E09AC"/>
    <w:rsid w:val="007E5FA4"/>
    <w:rsid w:val="007F1B76"/>
    <w:rsid w:val="00800CC0"/>
    <w:rsid w:val="008059A8"/>
    <w:rsid w:val="0080670C"/>
    <w:rsid w:val="00810F56"/>
    <w:rsid w:val="008127E0"/>
    <w:rsid w:val="00824E4D"/>
    <w:rsid w:val="00827247"/>
    <w:rsid w:val="00832DCD"/>
    <w:rsid w:val="00832EEB"/>
    <w:rsid w:val="008403E7"/>
    <w:rsid w:val="00843F3A"/>
    <w:rsid w:val="00847ED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4EA1"/>
    <w:rsid w:val="008C4C4E"/>
    <w:rsid w:val="008C530D"/>
    <w:rsid w:val="008C71CE"/>
    <w:rsid w:val="008C744A"/>
    <w:rsid w:val="008D0102"/>
    <w:rsid w:val="008D0BC1"/>
    <w:rsid w:val="008D0C7D"/>
    <w:rsid w:val="008D3EDA"/>
    <w:rsid w:val="008E420A"/>
    <w:rsid w:val="008E4798"/>
    <w:rsid w:val="008F23D1"/>
    <w:rsid w:val="008F2BB8"/>
    <w:rsid w:val="008F596D"/>
    <w:rsid w:val="0090044E"/>
    <w:rsid w:val="00907283"/>
    <w:rsid w:val="0091010D"/>
    <w:rsid w:val="00925BC2"/>
    <w:rsid w:val="00933C09"/>
    <w:rsid w:val="009349BC"/>
    <w:rsid w:val="0093627A"/>
    <w:rsid w:val="00957CB2"/>
    <w:rsid w:val="00960CAC"/>
    <w:rsid w:val="00961877"/>
    <w:rsid w:val="0096632D"/>
    <w:rsid w:val="00971BD0"/>
    <w:rsid w:val="0097563D"/>
    <w:rsid w:val="00982427"/>
    <w:rsid w:val="00982697"/>
    <w:rsid w:val="00990EC6"/>
    <w:rsid w:val="00994A2C"/>
    <w:rsid w:val="0099521C"/>
    <w:rsid w:val="00996BAE"/>
    <w:rsid w:val="009A46DE"/>
    <w:rsid w:val="009B3DA2"/>
    <w:rsid w:val="009B5393"/>
    <w:rsid w:val="009B73A5"/>
    <w:rsid w:val="009C00B9"/>
    <w:rsid w:val="009C5BE1"/>
    <w:rsid w:val="009D58F6"/>
    <w:rsid w:val="009E10F0"/>
    <w:rsid w:val="009F3037"/>
    <w:rsid w:val="009F49BF"/>
    <w:rsid w:val="009F548C"/>
    <w:rsid w:val="009F74BA"/>
    <w:rsid w:val="00A017B4"/>
    <w:rsid w:val="00A111CB"/>
    <w:rsid w:val="00A116B3"/>
    <w:rsid w:val="00A24F99"/>
    <w:rsid w:val="00A256A9"/>
    <w:rsid w:val="00A32155"/>
    <w:rsid w:val="00A349F8"/>
    <w:rsid w:val="00A36A15"/>
    <w:rsid w:val="00A40642"/>
    <w:rsid w:val="00A414B4"/>
    <w:rsid w:val="00A41F98"/>
    <w:rsid w:val="00A47405"/>
    <w:rsid w:val="00A53D8A"/>
    <w:rsid w:val="00A563DF"/>
    <w:rsid w:val="00A62821"/>
    <w:rsid w:val="00A63F9D"/>
    <w:rsid w:val="00A67C68"/>
    <w:rsid w:val="00A72A8F"/>
    <w:rsid w:val="00A74DFE"/>
    <w:rsid w:val="00A81F8B"/>
    <w:rsid w:val="00AA5327"/>
    <w:rsid w:val="00AA6160"/>
    <w:rsid w:val="00AA75FC"/>
    <w:rsid w:val="00AB2C10"/>
    <w:rsid w:val="00AC051F"/>
    <w:rsid w:val="00AC15E1"/>
    <w:rsid w:val="00AC5502"/>
    <w:rsid w:val="00AD3838"/>
    <w:rsid w:val="00AE65C0"/>
    <w:rsid w:val="00AE75A3"/>
    <w:rsid w:val="00AF495D"/>
    <w:rsid w:val="00AF54A5"/>
    <w:rsid w:val="00B02924"/>
    <w:rsid w:val="00B10BC9"/>
    <w:rsid w:val="00B14D78"/>
    <w:rsid w:val="00B30713"/>
    <w:rsid w:val="00B307BB"/>
    <w:rsid w:val="00B30B0F"/>
    <w:rsid w:val="00B37621"/>
    <w:rsid w:val="00B443E1"/>
    <w:rsid w:val="00B462ED"/>
    <w:rsid w:val="00B56B18"/>
    <w:rsid w:val="00B602BD"/>
    <w:rsid w:val="00B67410"/>
    <w:rsid w:val="00B67DA4"/>
    <w:rsid w:val="00B818AF"/>
    <w:rsid w:val="00B826AF"/>
    <w:rsid w:val="00B8365C"/>
    <w:rsid w:val="00B8580F"/>
    <w:rsid w:val="00B85B2C"/>
    <w:rsid w:val="00B923F1"/>
    <w:rsid w:val="00B92894"/>
    <w:rsid w:val="00B942D7"/>
    <w:rsid w:val="00BA549B"/>
    <w:rsid w:val="00BB2B18"/>
    <w:rsid w:val="00BC181B"/>
    <w:rsid w:val="00BD38F6"/>
    <w:rsid w:val="00BD65AC"/>
    <w:rsid w:val="00BD6882"/>
    <w:rsid w:val="00BD6B46"/>
    <w:rsid w:val="00BD7940"/>
    <w:rsid w:val="00BE2109"/>
    <w:rsid w:val="00BE2301"/>
    <w:rsid w:val="00BE24A8"/>
    <w:rsid w:val="00BE36AC"/>
    <w:rsid w:val="00BE6987"/>
    <w:rsid w:val="00C02473"/>
    <w:rsid w:val="00C06DF1"/>
    <w:rsid w:val="00C136E3"/>
    <w:rsid w:val="00C15F26"/>
    <w:rsid w:val="00C20CC4"/>
    <w:rsid w:val="00C21A36"/>
    <w:rsid w:val="00C22DE9"/>
    <w:rsid w:val="00C233E3"/>
    <w:rsid w:val="00C27BA9"/>
    <w:rsid w:val="00C33773"/>
    <w:rsid w:val="00C3442B"/>
    <w:rsid w:val="00C35145"/>
    <w:rsid w:val="00C42D83"/>
    <w:rsid w:val="00C45FAD"/>
    <w:rsid w:val="00C4605A"/>
    <w:rsid w:val="00C547BC"/>
    <w:rsid w:val="00C56AE9"/>
    <w:rsid w:val="00C61A20"/>
    <w:rsid w:val="00C64B18"/>
    <w:rsid w:val="00C679DE"/>
    <w:rsid w:val="00C741B5"/>
    <w:rsid w:val="00C82045"/>
    <w:rsid w:val="00C85F5D"/>
    <w:rsid w:val="00C871DE"/>
    <w:rsid w:val="00C87962"/>
    <w:rsid w:val="00C913DD"/>
    <w:rsid w:val="00C95D82"/>
    <w:rsid w:val="00C96E19"/>
    <w:rsid w:val="00CA255E"/>
    <w:rsid w:val="00CA5629"/>
    <w:rsid w:val="00CA5C8F"/>
    <w:rsid w:val="00CA5DB5"/>
    <w:rsid w:val="00CA734F"/>
    <w:rsid w:val="00CB0FFB"/>
    <w:rsid w:val="00CD0651"/>
    <w:rsid w:val="00CD2AED"/>
    <w:rsid w:val="00CE0D64"/>
    <w:rsid w:val="00CE126C"/>
    <w:rsid w:val="00CE3708"/>
    <w:rsid w:val="00CE7437"/>
    <w:rsid w:val="00D00D20"/>
    <w:rsid w:val="00D02387"/>
    <w:rsid w:val="00D12D1A"/>
    <w:rsid w:val="00D13208"/>
    <w:rsid w:val="00D17975"/>
    <w:rsid w:val="00D21C46"/>
    <w:rsid w:val="00D24747"/>
    <w:rsid w:val="00D24A4E"/>
    <w:rsid w:val="00D2560A"/>
    <w:rsid w:val="00D2770C"/>
    <w:rsid w:val="00D31A7F"/>
    <w:rsid w:val="00D4104A"/>
    <w:rsid w:val="00D41F11"/>
    <w:rsid w:val="00D42A42"/>
    <w:rsid w:val="00D43C66"/>
    <w:rsid w:val="00D54A31"/>
    <w:rsid w:val="00D54A53"/>
    <w:rsid w:val="00D63ACF"/>
    <w:rsid w:val="00D76E26"/>
    <w:rsid w:val="00D7761E"/>
    <w:rsid w:val="00D80586"/>
    <w:rsid w:val="00D82983"/>
    <w:rsid w:val="00D85EE9"/>
    <w:rsid w:val="00D85F5C"/>
    <w:rsid w:val="00D86339"/>
    <w:rsid w:val="00D86E50"/>
    <w:rsid w:val="00D87B5D"/>
    <w:rsid w:val="00D87F57"/>
    <w:rsid w:val="00D90FF8"/>
    <w:rsid w:val="00D91BA7"/>
    <w:rsid w:val="00D94915"/>
    <w:rsid w:val="00D96872"/>
    <w:rsid w:val="00D97399"/>
    <w:rsid w:val="00DA644F"/>
    <w:rsid w:val="00DA7872"/>
    <w:rsid w:val="00DC06EC"/>
    <w:rsid w:val="00DC4B76"/>
    <w:rsid w:val="00DD1ECD"/>
    <w:rsid w:val="00DD5220"/>
    <w:rsid w:val="00DE4FBF"/>
    <w:rsid w:val="00DE7109"/>
    <w:rsid w:val="00DF3603"/>
    <w:rsid w:val="00DF6282"/>
    <w:rsid w:val="00E0007E"/>
    <w:rsid w:val="00E0123C"/>
    <w:rsid w:val="00E06745"/>
    <w:rsid w:val="00E06874"/>
    <w:rsid w:val="00E1060D"/>
    <w:rsid w:val="00E12C34"/>
    <w:rsid w:val="00E144F2"/>
    <w:rsid w:val="00E14EF3"/>
    <w:rsid w:val="00E26E9D"/>
    <w:rsid w:val="00E36161"/>
    <w:rsid w:val="00E4600D"/>
    <w:rsid w:val="00E527A1"/>
    <w:rsid w:val="00E53042"/>
    <w:rsid w:val="00E57A2D"/>
    <w:rsid w:val="00E57B37"/>
    <w:rsid w:val="00E62DF9"/>
    <w:rsid w:val="00E64D08"/>
    <w:rsid w:val="00E659C8"/>
    <w:rsid w:val="00E71A56"/>
    <w:rsid w:val="00E71A8F"/>
    <w:rsid w:val="00E72506"/>
    <w:rsid w:val="00E73136"/>
    <w:rsid w:val="00E7644A"/>
    <w:rsid w:val="00E851E6"/>
    <w:rsid w:val="00E858AF"/>
    <w:rsid w:val="00E91BEB"/>
    <w:rsid w:val="00E93AC8"/>
    <w:rsid w:val="00EA1488"/>
    <w:rsid w:val="00EA797B"/>
    <w:rsid w:val="00EB0C96"/>
    <w:rsid w:val="00EB57EF"/>
    <w:rsid w:val="00EB7677"/>
    <w:rsid w:val="00ED071D"/>
    <w:rsid w:val="00ED29A4"/>
    <w:rsid w:val="00ED41E8"/>
    <w:rsid w:val="00EE00CE"/>
    <w:rsid w:val="00EE38B6"/>
    <w:rsid w:val="00EE3D8B"/>
    <w:rsid w:val="00EE7922"/>
    <w:rsid w:val="00EF0959"/>
    <w:rsid w:val="00EF1887"/>
    <w:rsid w:val="00EF28A0"/>
    <w:rsid w:val="00EF38AB"/>
    <w:rsid w:val="00EF4A2B"/>
    <w:rsid w:val="00F02C6C"/>
    <w:rsid w:val="00F05A1E"/>
    <w:rsid w:val="00F06F1D"/>
    <w:rsid w:val="00F217C0"/>
    <w:rsid w:val="00F24893"/>
    <w:rsid w:val="00F30908"/>
    <w:rsid w:val="00F4318C"/>
    <w:rsid w:val="00F46877"/>
    <w:rsid w:val="00F52E9A"/>
    <w:rsid w:val="00F55F54"/>
    <w:rsid w:val="00F56EFB"/>
    <w:rsid w:val="00F57C6A"/>
    <w:rsid w:val="00F57C93"/>
    <w:rsid w:val="00F71AAB"/>
    <w:rsid w:val="00F71F75"/>
    <w:rsid w:val="00F7500F"/>
    <w:rsid w:val="00F76FB8"/>
    <w:rsid w:val="00FA04AD"/>
    <w:rsid w:val="00FA1F9E"/>
    <w:rsid w:val="00FA1FAE"/>
    <w:rsid w:val="00FA4866"/>
    <w:rsid w:val="00FA4F16"/>
    <w:rsid w:val="00FA5403"/>
    <w:rsid w:val="00FB0B4F"/>
    <w:rsid w:val="00FB780E"/>
    <w:rsid w:val="00FC1023"/>
    <w:rsid w:val="00FC16AB"/>
    <w:rsid w:val="00FD3449"/>
    <w:rsid w:val="00FD4EC7"/>
    <w:rsid w:val="00FD52DA"/>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3832F5"/>
  <w15:docId w15:val="{536AD224-688D-4160-BC12-1761A92E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uiPriority w:val="99"/>
    <w:qFormat/>
    <w:rsid w:val="00D54A31"/>
    <w:pPr>
      <w:keepNext/>
      <w:outlineLvl w:val="0"/>
    </w:pPr>
    <w:rPr>
      <w:rFonts w:ascii="Cambria" w:hAnsi="Cambria"/>
      <w:b/>
      <w:bCs/>
      <w:kern w:val="32"/>
      <w:sz w:val="32"/>
      <w:szCs w:val="32"/>
    </w:rPr>
  </w:style>
  <w:style w:type="paragraph" w:styleId="Heading2">
    <w:name w:val="heading 2"/>
    <w:aliases w:val="(sama)"/>
    <w:basedOn w:val="Normal"/>
    <w:next w:val="Normal"/>
    <w:link w:val="Heading2Char"/>
    <w:uiPriority w:val="99"/>
    <w:qFormat/>
    <w:rsid w:val="00D54A31"/>
    <w:pPr>
      <w:keepNext/>
      <w:outlineLvl w:val="1"/>
    </w:pPr>
    <w:rPr>
      <w:rFonts w:ascii="Cambria" w:hAnsi="Cambria"/>
      <w:b/>
      <w:bCs/>
      <w:i/>
      <w:iCs/>
      <w:sz w:val="28"/>
      <w:szCs w:val="28"/>
    </w:rPr>
  </w:style>
  <w:style w:type="paragraph" w:styleId="Heading3">
    <w:name w:val="heading 3"/>
    <w:aliases w:val="( sama)"/>
    <w:basedOn w:val="Normal"/>
    <w:next w:val="Normal"/>
    <w:link w:val="Heading3Char"/>
    <w:uiPriority w:val="99"/>
    <w:qFormat/>
    <w:rsid w:val="00D54A31"/>
    <w:pPr>
      <w:keepNext/>
      <w:outlineLvl w:val="2"/>
    </w:pPr>
    <w:rPr>
      <w:rFonts w:ascii="Cambria" w:hAnsi="Cambria"/>
      <w:b/>
      <w:bCs/>
      <w:sz w:val="26"/>
      <w:szCs w:val="26"/>
    </w:rPr>
  </w:style>
  <w:style w:type="paragraph" w:styleId="Heading4">
    <w:name w:val="heading 4"/>
    <w:basedOn w:val="Normal"/>
    <w:next w:val="Normal"/>
    <w:link w:val="Heading4Char"/>
    <w:uiPriority w:val="99"/>
    <w:qFormat/>
    <w:rsid w:val="00D54A31"/>
    <w:pPr>
      <w:keepNext/>
      <w:jc w:val="both"/>
      <w:outlineLvl w:val="3"/>
    </w:pPr>
    <w:rPr>
      <w:rFonts w:ascii="Calibri" w:hAnsi="Calibri"/>
      <w:b/>
      <w:bCs/>
      <w:sz w:val="28"/>
      <w:szCs w:val="28"/>
    </w:rPr>
  </w:style>
  <w:style w:type="paragraph" w:styleId="Heading5">
    <w:name w:val="heading 5"/>
    <w:basedOn w:val="Normal"/>
    <w:next w:val="Normal"/>
    <w:link w:val="Heading5Char"/>
    <w:uiPriority w:val="99"/>
    <w:qFormat/>
    <w:rsid w:val="00D54A31"/>
    <w:pPr>
      <w:keepNext/>
      <w:ind w:left="1360" w:hanging="1360"/>
      <w:jc w:val="both"/>
      <w:outlineLvl w:val="4"/>
    </w:pPr>
    <w:rPr>
      <w:rFonts w:ascii="Calibri" w:hAnsi="Calibri"/>
      <w:b/>
      <w:bCs/>
      <w:i/>
      <w:iCs/>
      <w:sz w:val="26"/>
      <w:szCs w:val="26"/>
    </w:rPr>
  </w:style>
  <w:style w:type="paragraph" w:styleId="Heading6">
    <w:name w:val="heading 6"/>
    <w:basedOn w:val="Normal"/>
    <w:next w:val="Normal"/>
    <w:link w:val="Heading6Char"/>
    <w:uiPriority w:val="99"/>
    <w:qFormat/>
    <w:rsid w:val="00D54A31"/>
    <w:pPr>
      <w:keepNext/>
      <w:outlineLvl w:val="5"/>
    </w:pPr>
    <w:rPr>
      <w:rFonts w:ascii="Calibri" w:hAnsi="Calibri"/>
      <w:b/>
      <w:bCs/>
      <w:sz w:val="20"/>
    </w:rPr>
  </w:style>
  <w:style w:type="paragraph" w:styleId="Heading7">
    <w:name w:val="heading 7"/>
    <w:basedOn w:val="Normal"/>
    <w:next w:val="Normal"/>
    <w:link w:val="Heading7Char"/>
    <w:uiPriority w:val="99"/>
    <w:qFormat/>
    <w:rsid w:val="00D54A31"/>
    <w:pPr>
      <w:keepNext/>
      <w:outlineLvl w:val="6"/>
    </w:pPr>
    <w:rPr>
      <w:rFonts w:ascii="Calibri" w:hAnsi="Calibri"/>
      <w:szCs w:val="24"/>
    </w:rPr>
  </w:style>
  <w:style w:type="paragraph" w:styleId="Heading8">
    <w:name w:val="heading 8"/>
    <w:basedOn w:val="Normal"/>
    <w:next w:val="Normal"/>
    <w:link w:val="Heading8Char"/>
    <w:uiPriority w:val="99"/>
    <w:qFormat/>
    <w:rsid w:val="00D54A31"/>
    <w:pPr>
      <w:keepNext/>
      <w:jc w:val="center"/>
      <w:outlineLvl w:val="7"/>
    </w:pPr>
    <w:rPr>
      <w:rFonts w:ascii="Calibri" w:hAnsi="Calibri"/>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560A"/>
    <w:rPr>
      <w:rFonts w:ascii="Cambria" w:hAnsi="Cambria" w:cs="Times New Roman"/>
      <w:b/>
      <w:spacing w:val="4"/>
      <w:kern w:val="32"/>
      <w:position w:val="9"/>
      <w:sz w:val="32"/>
      <w:lang w:eastAsia="en-US"/>
    </w:rPr>
  </w:style>
  <w:style w:type="character" w:customStyle="1" w:styleId="Heading2Char">
    <w:name w:val="Heading 2 Char"/>
    <w:aliases w:val="(sama) Char"/>
    <w:link w:val="Heading2"/>
    <w:uiPriority w:val="99"/>
    <w:semiHidden/>
    <w:locked/>
    <w:rsid w:val="00D2560A"/>
    <w:rPr>
      <w:rFonts w:ascii="Cambria" w:hAnsi="Cambria" w:cs="Times New Roman"/>
      <w:b/>
      <w:i/>
      <w:spacing w:val="4"/>
      <w:position w:val="9"/>
      <w:sz w:val="28"/>
      <w:lang w:eastAsia="en-US"/>
    </w:rPr>
  </w:style>
  <w:style w:type="character" w:customStyle="1" w:styleId="Heading3Char">
    <w:name w:val="Heading 3 Char"/>
    <w:aliases w:val="( sama) Char"/>
    <w:link w:val="Heading3"/>
    <w:uiPriority w:val="99"/>
    <w:semiHidden/>
    <w:locked/>
    <w:rsid w:val="00D2560A"/>
    <w:rPr>
      <w:rFonts w:ascii="Cambria" w:hAnsi="Cambria" w:cs="Times New Roman"/>
      <w:b/>
      <w:spacing w:val="4"/>
      <w:position w:val="9"/>
      <w:sz w:val="26"/>
      <w:lang w:eastAsia="en-US"/>
    </w:rPr>
  </w:style>
  <w:style w:type="character" w:customStyle="1" w:styleId="Heading4Char">
    <w:name w:val="Heading 4 Char"/>
    <w:link w:val="Heading4"/>
    <w:uiPriority w:val="99"/>
    <w:semiHidden/>
    <w:locked/>
    <w:rsid w:val="00D2560A"/>
    <w:rPr>
      <w:rFonts w:ascii="Calibri" w:hAnsi="Calibri" w:cs="Times New Roman"/>
      <w:b/>
      <w:spacing w:val="4"/>
      <w:position w:val="9"/>
      <w:sz w:val="28"/>
      <w:lang w:eastAsia="en-US"/>
    </w:rPr>
  </w:style>
  <w:style w:type="character" w:customStyle="1" w:styleId="Heading5Char">
    <w:name w:val="Heading 5 Char"/>
    <w:link w:val="Heading5"/>
    <w:uiPriority w:val="99"/>
    <w:semiHidden/>
    <w:locked/>
    <w:rsid w:val="00D2560A"/>
    <w:rPr>
      <w:rFonts w:ascii="Calibri" w:hAnsi="Calibri" w:cs="Times New Roman"/>
      <w:b/>
      <w:i/>
      <w:spacing w:val="4"/>
      <w:position w:val="9"/>
      <w:sz w:val="26"/>
      <w:lang w:eastAsia="en-US"/>
    </w:rPr>
  </w:style>
  <w:style w:type="character" w:customStyle="1" w:styleId="Heading6Char">
    <w:name w:val="Heading 6 Char"/>
    <w:link w:val="Heading6"/>
    <w:uiPriority w:val="99"/>
    <w:semiHidden/>
    <w:locked/>
    <w:rsid w:val="00D2560A"/>
    <w:rPr>
      <w:rFonts w:ascii="Calibri" w:hAnsi="Calibri" w:cs="Times New Roman"/>
      <w:b/>
      <w:spacing w:val="4"/>
      <w:position w:val="9"/>
      <w:lang w:eastAsia="en-US"/>
    </w:rPr>
  </w:style>
  <w:style w:type="character" w:customStyle="1" w:styleId="Heading7Char">
    <w:name w:val="Heading 7 Char"/>
    <w:link w:val="Heading7"/>
    <w:uiPriority w:val="99"/>
    <w:semiHidden/>
    <w:locked/>
    <w:rsid w:val="00D2560A"/>
    <w:rPr>
      <w:rFonts w:ascii="Calibri" w:hAnsi="Calibri" w:cs="Times New Roman"/>
      <w:spacing w:val="4"/>
      <w:position w:val="9"/>
      <w:sz w:val="24"/>
      <w:lang w:eastAsia="en-US"/>
    </w:rPr>
  </w:style>
  <w:style w:type="character" w:customStyle="1" w:styleId="Heading8Char">
    <w:name w:val="Heading 8 Char"/>
    <w:link w:val="Heading8"/>
    <w:uiPriority w:val="99"/>
    <w:semiHidden/>
    <w:locked/>
    <w:rsid w:val="00D2560A"/>
    <w:rPr>
      <w:rFonts w:ascii="Calibri" w:hAnsi="Calibri" w:cs="Times New Roman"/>
      <w:i/>
      <w:spacing w:val="4"/>
      <w:position w:val="9"/>
      <w:sz w:val="24"/>
      <w:lang w:eastAsia="en-US"/>
    </w:rPr>
  </w:style>
  <w:style w:type="paragraph" w:styleId="BodyTextIndent2">
    <w:name w:val="Body Text Indent 2"/>
    <w:basedOn w:val="Normal"/>
    <w:link w:val="BodyTextIndent2Char"/>
    <w:uiPriority w:val="99"/>
    <w:rsid w:val="00D54A31"/>
    <w:pPr>
      <w:ind w:left="1440" w:hanging="1440"/>
      <w:jc w:val="both"/>
    </w:pPr>
    <w:rPr>
      <w:sz w:val="20"/>
    </w:rPr>
  </w:style>
  <w:style w:type="character" w:customStyle="1" w:styleId="BodyTextIndent2Char">
    <w:name w:val="Body Text Indent 2 Char"/>
    <w:link w:val="BodyTextIndent2"/>
    <w:uiPriority w:val="99"/>
    <w:semiHidden/>
    <w:locked/>
    <w:rsid w:val="00D2560A"/>
    <w:rPr>
      <w:rFonts w:cs="Times New Roman"/>
      <w:spacing w:val="4"/>
      <w:position w:val="9"/>
      <w:sz w:val="20"/>
      <w:lang w:eastAsia="en-US"/>
    </w:rPr>
  </w:style>
  <w:style w:type="paragraph" w:customStyle="1" w:styleId="Numbering">
    <w:name w:val="Numbering"/>
    <w:basedOn w:val="Normal"/>
    <w:uiPriority w:val="99"/>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uiPriority w:val="99"/>
    <w:rsid w:val="00D54A31"/>
    <w:pPr>
      <w:spacing w:after="120"/>
      <w:ind w:left="720" w:hanging="661"/>
      <w:jc w:val="both"/>
    </w:pPr>
    <w:rPr>
      <w:sz w:val="16"/>
      <w:szCs w:val="16"/>
    </w:rPr>
  </w:style>
  <w:style w:type="character" w:customStyle="1" w:styleId="BodyTextIndent3Char">
    <w:name w:val="Body Text Indent 3 Char"/>
    <w:link w:val="BodyTextIndent3"/>
    <w:uiPriority w:val="99"/>
    <w:semiHidden/>
    <w:locked/>
    <w:rsid w:val="00D2560A"/>
    <w:rPr>
      <w:rFonts w:cs="Times New Roman"/>
      <w:spacing w:val="4"/>
      <w:position w:val="9"/>
      <w:sz w:val="16"/>
      <w:lang w:eastAsia="en-US"/>
    </w:rPr>
  </w:style>
  <w:style w:type="paragraph" w:styleId="BodyText">
    <w:name w:val="Body Text"/>
    <w:basedOn w:val="Normal"/>
    <w:link w:val="BodyTextChar"/>
    <w:uiPriority w:val="99"/>
    <w:rsid w:val="00D54A31"/>
    <w:pPr>
      <w:jc w:val="center"/>
    </w:pPr>
    <w:rPr>
      <w:sz w:val="20"/>
    </w:rPr>
  </w:style>
  <w:style w:type="character" w:customStyle="1" w:styleId="BodyTextChar">
    <w:name w:val="Body Text Char"/>
    <w:link w:val="BodyText"/>
    <w:uiPriority w:val="99"/>
    <w:semiHidden/>
    <w:locked/>
    <w:rsid w:val="00D2560A"/>
    <w:rPr>
      <w:rFonts w:cs="Times New Roman"/>
      <w:spacing w:val="4"/>
      <w:position w:val="9"/>
      <w:sz w:val="20"/>
      <w:lang w:eastAsia="en-US"/>
    </w:rPr>
  </w:style>
  <w:style w:type="paragraph" w:styleId="BodyText2">
    <w:name w:val="Body Text 2"/>
    <w:basedOn w:val="Normal"/>
    <w:link w:val="BodyText2Char"/>
    <w:uiPriority w:val="99"/>
    <w:rsid w:val="00D54A31"/>
    <w:pPr>
      <w:spacing w:after="120"/>
      <w:jc w:val="both"/>
    </w:pPr>
    <w:rPr>
      <w:sz w:val="20"/>
    </w:rPr>
  </w:style>
  <w:style w:type="character" w:customStyle="1" w:styleId="BodyText2Char">
    <w:name w:val="Body Text 2 Char"/>
    <w:link w:val="BodyText2"/>
    <w:uiPriority w:val="99"/>
    <w:semiHidden/>
    <w:locked/>
    <w:rsid w:val="00D2560A"/>
    <w:rPr>
      <w:rFonts w:cs="Times New Roman"/>
      <w:spacing w:val="4"/>
      <w:position w:val="9"/>
      <w:sz w:val="20"/>
      <w:lang w:eastAsia="en-US"/>
    </w:rPr>
  </w:style>
  <w:style w:type="paragraph" w:styleId="BodyText3">
    <w:name w:val="Body Text 3"/>
    <w:basedOn w:val="Normal"/>
    <w:link w:val="BodyText3Char"/>
    <w:uiPriority w:val="99"/>
    <w:rsid w:val="00D54A31"/>
    <w:pPr>
      <w:spacing w:after="120"/>
      <w:jc w:val="both"/>
    </w:pPr>
    <w:rPr>
      <w:sz w:val="16"/>
      <w:szCs w:val="16"/>
    </w:rPr>
  </w:style>
  <w:style w:type="character" w:customStyle="1" w:styleId="BodyText3Char">
    <w:name w:val="Body Text 3 Char"/>
    <w:link w:val="BodyText3"/>
    <w:uiPriority w:val="99"/>
    <w:semiHidden/>
    <w:locked/>
    <w:rsid w:val="00D2560A"/>
    <w:rPr>
      <w:rFonts w:cs="Times New Roman"/>
      <w:spacing w:val="4"/>
      <w:position w:val="9"/>
      <w:sz w:val="16"/>
      <w:lang w:eastAsia="en-US"/>
    </w:rPr>
  </w:style>
  <w:style w:type="paragraph" w:styleId="BodyTextIndent">
    <w:name w:val="Body Text Indent"/>
    <w:basedOn w:val="Normal"/>
    <w:link w:val="BodyTextIndentChar"/>
    <w:uiPriority w:val="99"/>
    <w:rsid w:val="00D54A31"/>
    <w:pPr>
      <w:ind w:left="1360"/>
      <w:jc w:val="both"/>
    </w:pPr>
    <w:rPr>
      <w:sz w:val="20"/>
    </w:rPr>
  </w:style>
  <w:style w:type="character" w:customStyle="1" w:styleId="BodyTextIndentChar">
    <w:name w:val="Body Text Indent Char"/>
    <w:link w:val="BodyTextIndent"/>
    <w:uiPriority w:val="99"/>
    <w:semiHidden/>
    <w:locked/>
    <w:rsid w:val="00D2560A"/>
    <w:rPr>
      <w:rFonts w:cs="Times New Roman"/>
      <w:spacing w:val="4"/>
      <w:position w:val="9"/>
      <w:sz w:val="20"/>
      <w:lang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semiHidden/>
    <w:locked/>
    <w:rsid w:val="00D2560A"/>
    <w:rPr>
      <w:rFonts w:cs="Times New Roman"/>
      <w:spacing w:val="4"/>
      <w:position w:val="9"/>
      <w:sz w:val="20"/>
      <w:lang w:eastAsia="en-US"/>
    </w:rPr>
  </w:style>
  <w:style w:type="paragraph" w:styleId="Footer">
    <w:name w:val="footer"/>
    <w:basedOn w:val="Normal"/>
    <w:link w:val="FooterChar"/>
    <w:uiPriority w:val="99"/>
    <w:rsid w:val="00D54A31"/>
    <w:pPr>
      <w:tabs>
        <w:tab w:val="center" w:pos="4536"/>
        <w:tab w:val="right" w:pos="9072"/>
      </w:tabs>
    </w:pPr>
    <w:rPr>
      <w:sz w:val="20"/>
    </w:rPr>
  </w:style>
  <w:style w:type="character" w:customStyle="1" w:styleId="FooterChar">
    <w:name w:val="Footer Char"/>
    <w:link w:val="Footer"/>
    <w:uiPriority w:val="99"/>
    <w:semiHidden/>
    <w:locked/>
    <w:rsid w:val="00D2560A"/>
    <w:rPr>
      <w:rFonts w:cs="Times New Roman"/>
      <w:spacing w:val="4"/>
      <w:position w:val="9"/>
      <w:sz w:val="20"/>
      <w:lang w:eastAsia="en-US"/>
    </w:rPr>
  </w:style>
  <w:style w:type="paragraph" w:styleId="BalloonText">
    <w:name w:val="Balloon Text"/>
    <w:basedOn w:val="Normal"/>
    <w:link w:val="BalloonTextChar"/>
    <w:uiPriority w:val="99"/>
    <w:semiHidden/>
    <w:rsid w:val="005A6DC6"/>
    <w:rPr>
      <w:sz w:val="20"/>
    </w:rPr>
  </w:style>
  <w:style w:type="character" w:customStyle="1" w:styleId="BalloonTextChar">
    <w:name w:val="Balloon Text Char"/>
    <w:link w:val="BalloonText"/>
    <w:uiPriority w:val="99"/>
    <w:semiHidden/>
    <w:locked/>
    <w:rsid w:val="005A6DC6"/>
    <w:rPr>
      <w:spacing w:val="4"/>
      <w:position w:val="9"/>
      <w:lang w:eastAsia="en-US"/>
    </w:rPr>
  </w:style>
  <w:style w:type="paragraph" w:styleId="CommentText">
    <w:name w:val="annotation text"/>
    <w:basedOn w:val="Normal"/>
    <w:link w:val="CommentTextChar"/>
    <w:semiHidden/>
    <w:rsid w:val="00D54A31"/>
    <w:rPr>
      <w:sz w:val="20"/>
    </w:rPr>
  </w:style>
  <w:style w:type="character" w:customStyle="1" w:styleId="CommentTextChar">
    <w:name w:val="Comment Text Char"/>
    <w:link w:val="CommentText"/>
    <w:uiPriority w:val="99"/>
    <w:semiHidden/>
    <w:locked/>
    <w:rsid w:val="00D2560A"/>
    <w:rPr>
      <w:rFonts w:cs="Times New Roman"/>
      <w:spacing w:val="4"/>
      <w:position w:val="9"/>
      <w:sz w:val="20"/>
      <w:lang w:eastAsia="en-US"/>
    </w:rPr>
  </w:style>
  <w:style w:type="paragraph" w:styleId="FootnoteText">
    <w:name w:val="footnote text"/>
    <w:basedOn w:val="Normal"/>
    <w:link w:val="FootnoteTextChar"/>
    <w:uiPriority w:val="99"/>
    <w:semiHidden/>
    <w:rsid w:val="00D54A31"/>
    <w:rPr>
      <w:sz w:val="20"/>
    </w:rPr>
  </w:style>
  <w:style w:type="character" w:customStyle="1" w:styleId="FootnoteTextChar">
    <w:name w:val="Footnote Text Char"/>
    <w:link w:val="FootnoteText"/>
    <w:uiPriority w:val="99"/>
    <w:semiHidden/>
    <w:locked/>
    <w:rsid w:val="00D2560A"/>
    <w:rPr>
      <w:rFonts w:cs="Times New Roman"/>
      <w:spacing w:val="4"/>
      <w:position w:val="9"/>
      <w:sz w:val="20"/>
      <w:lang w:eastAsia="en-US"/>
    </w:rPr>
  </w:style>
  <w:style w:type="character" w:styleId="FootnoteReference">
    <w:name w:val="footnote reference"/>
    <w:uiPriority w:val="99"/>
    <w:semiHidden/>
    <w:rsid w:val="00D54A31"/>
    <w:rPr>
      <w:rFonts w:cs="Times New Roman"/>
      <w:vertAlign w:val="superscript"/>
    </w:rPr>
  </w:style>
  <w:style w:type="character" w:styleId="Hyperlink">
    <w:name w:val="Hyperlink"/>
    <w:rsid w:val="002F6AF8"/>
    <w:rPr>
      <w:rFonts w:cs="Times New Roman"/>
      <w:color w:val="0000FF"/>
      <w:u w:val="single"/>
    </w:rPr>
  </w:style>
  <w:style w:type="character" w:styleId="CommentReference">
    <w:name w:val="annotation reference"/>
    <w:uiPriority w:val="99"/>
    <w:semiHidden/>
    <w:rsid w:val="00C913DD"/>
    <w:rPr>
      <w:rFonts w:cs="Times New Roman"/>
      <w:sz w:val="16"/>
    </w:rPr>
  </w:style>
  <w:style w:type="paragraph" w:styleId="CommentSubject">
    <w:name w:val="annotation subject"/>
    <w:basedOn w:val="CommentText"/>
    <w:next w:val="CommentText"/>
    <w:link w:val="CommentSubjectChar"/>
    <w:uiPriority w:val="99"/>
    <w:semiHidden/>
    <w:rsid w:val="00C913DD"/>
    <w:rPr>
      <w:b/>
      <w:bCs/>
    </w:rPr>
  </w:style>
  <w:style w:type="character" w:customStyle="1" w:styleId="CommentSubjectChar">
    <w:name w:val="Comment Subject Char"/>
    <w:link w:val="CommentSubject"/>
    <w:uiPriority w:val="99"/>
    <w:semiHidden/>
    <w:locked/>
    <w:rsid w:val="00D2560A"/>
    <w:rPr>
      <w:rFonts w:cs="Times New Roman"/>
      <w:b/>
      <w:spacing w:val="4"/>
      <w:position w:val="9"/>
      <w:sz w:val="20"/>
      <w:lang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customStyle="1" w:styleId="Lahendamatamainimine1">
    <w:name w:val="Lahendamata mainimine1"/>
    <w:basedOn w:val="DefaultParagraphFont"/>
    <w:uiPriority w:val="99"/>
    <w:semiHidden/>
    <w:unhideWhenUsed/>
    <w:rsid w:val="00DE7109"/>
    <w:rPr>
      <w:color w:val="605E5C"/>
      <w:shd w:val="clear" w:color="auto" w:fill="E1DFDD"/>
    </w:rPr>
  </w:style>
  <w:style w:type="paragraph" w:styleId="ListParagraph">
    <w:name w:val="List Paragraph"/>
    <w:basedOn w:val="Normal"/>
    <w:uiPriority w:val="34"/>
    <w:qFormat/>
    <w:rsid w:val="002420D4"/>
    <w:pPr>
      <w:ind w:left="720"/>
      <w:contextualSpacing/>
    </w:pPr>
  </w:style>
  <w:style w:type="paragraph" w:customStyle="1" w:styleId="Pealkiri11">
    <w:name w:val="Pealkiri 11"/>
    <w:basedOn w:val="Normal"/>
    <w:rsid w:val="00364911"/>
    <w:pPr>
      <w:numPr>
        <w:numId w:val="15"/>
      </w:numPr>
    </w:pPr>
  </w:style>
  <w:style w:type="paragraph" w:customStyle="1" w:styleId="Pealkiri21">
    <w:name w:val="Pealkiri 21"/>
    <w:basedOn w:val="Normal"/>
    <w:rsid w:val="00364911"/>
    <w:pPr>
      <w:numPr>
        <w:ilvl w:val="1"/>
        <w:numId w:val="15"/>
      </w:numPr>
    </w:pPr>
  </w:style>
  <w:style w:type="paragraph" w:customStyle="1" w:styleId="Pealkiri31">
    <w:name w:val="Pealkiri 31"/>
    <w:basedOn w:val="Normal"/>
    <w:rsid w:val="00364911"/>
    <w:pPr>
      <w:numPr>
        <w:ilvl w:val="2"/>
        <w:numId w:val="15"/>
      </w:numPr>
    </w:pPr>
  </w:style>
  <w:style w:type="paragraph" w:customStyle="1" w:styleId="Pealkiri41">
    <w:name w:val="Pealkiri 41"/>
    <w:basedOn w:val="Normal"/>
    <w:rsid w:val="00364911"/>
    <w:pPr>
      <w:numPr>
        <w:ilvl w:val="3"/>
        <w:numId w:val="15"/>
      </w:numPr>
    </w:pPr>
  </w:style>
  <w:style w:type="paragraph" w:customStyle="1" w:styleId="Pealkiri51">
    <w:name w:val="Pealkiri 51"/>
    <w:basedOn w:val="Normal"/>
    <w:rsid w:val="00364911"/>
    <w:pPr>
      <w:numPr>
        <w:ilvl w:val="4"/>
        <w:numId w:val="15"/>
      </w:numPr>
    </w:pPr>
  </w:style>
  <w:style w:type="paragraph" w:customStyle="1" w:styleId="Pealkiri61">
    <w:name w:val="Pealkiri 61"/>
    <w:basedOn w:val="Normal"/>
    <w:rsid w:val="00364911"/>
    <w:pPr>
      <w:numPr>
        <w:ilvl w:val="5"/>
        <w:numId w:val="15"/>
      </w:numPr>
    </w:pPr>
  </w:style>
  <w:style w:type="paragraph" w:customStyle="1" w:styleId="Pealkiri71">
    <w:name w:val="Pealkiri 71"/>
    <w:basedOn w:val="Normal"/>
    <w:rsid w:val="00364911"/>
    <w:pPr>
      <w:numPr>
        <w:ilvl w:val="6"/>
        <w:numId w:val="15"/>
      </w:numPr>
    </w:pPr>
  </w:style>
  <w:style w:type="paragraph" w:customStyle="1" w:styleId="Pealkiri81">
    <w:name w:val="Pealkiri 81"/>
    <w:basedOn w:val="Normal"/>
    <w:rsid w:val="00364911"/>
    <w:pPr>
      <w:numPr>
        <w:ilvl w:val="7"/>
        <w:numId w:val="15"/>
      </w:numPr>
    </w:pPr>
  </w:style>
  <w:style w:type="paragraph" w:customStyle="1" w:styleId="Pealkiri91">
    <w:name w:val="Pealkiri 91"/>
    <w:basedOn w:val="Normal"/>
    <w:rsid w:val="00364911"/>
    <w:pPr>
      <w:numPr>
        <w:ilvl w:val="8"/>
        <w:numId w:val="15"/>
      </w:numPr>
    </w:pPr>
  </w:style>
  <w:style w:type="character" w:styleId="UnresolvedMention">
    <w:name w:val="Unresolved Mention"/>
    <w:basedOn w:val="DefaultParagraphFont"/>
    <w:uiPriority w:val="99"/>
    <w:semiHidden/>
    <w:unhideWhenUsed/>
    <w:rsid w:val="00494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ilver@holmen.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mas.treial@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holmenmets@holmen.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Temporary%20Internet%20Files\Content.IE5\J2URJSZ0\metsamaterjali%20m&#252;&#252;gileping%20ak_%20_07032012.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A5D0D-073E-4AA5-A2E2-F32DE442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C:\Users\mare\AppData\Local\Microsoft\Windows\Temporary Internet Files\Content.IE5\J2URJSZ0\metsamaterjali müügileping ak_ _07032012.dot</Template>
  <TotalTime>8</TotalTime>
  <Pages>6</Pages>
  <Words>1737</Words>
  <Characters>9902</Characters>
  <Application>Microsoft Office Word</Application>
  <DocSecurity>0</DocSecurity>
  <Lines>82</Lines>
  <Paragraphs>23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11616</CharactersWithSpaces>
  <SharedDoc>false</SharedDoc>
  <HLinks>
    <vt:vector size="42" baseType="variant">
      <vt:variant>
        <vt:i4>7864438</vt:i4>
      </vt:variant>
      <vt:variant>
        <vt:i4>44</vt:i4>
      </vt:variant>
      <vt:variant>
        <vt:i4>0</vt:i4>
      </vt:variant>
      <vt:variant>
        <vt:i4>5</vt:i4>
      </vt:variant>
      <vt:variant>
        <vt:lpwstr>http://www.rmk.ee/</vt:lpwstr>
      </vt:variant>
      <vt:variant>
        <vt:lpwstr/>
      </vt:variant>
      <vt:variant>
        <vt:i4>7864438</vt:i4>
      </vt:variant>
      <vt:variant>
        <vt:i4>41</vt:i4>
      </vt:variant>
      <vt:variant>
        <vt:i4>0</vt:i4>
      </vt:variant>
      <vt:variant>
        <vt:i4>5</vt:i4>
      </vt:variant>
      <vt:variant>
        <vt:lpwstr>http://www.rmk.ee/</vt:lpwstr>
      </vt:variant>
      <vt:variant>
        <vt:lpwstr/>
      </vt:variant>
      <vt:variant>
        <vt:i4>7864438</vt:i4>
      </vt:variant>
      <vt:variant>
        <vt:i4>38</vt:i4>
      </vt:variant>
      <vt:variant>
        <vt:i4>0</vt:i4>
      </vt:variant>
      <vt:variant>
        <vt:i4>5</vt:i4>
      </vt:variant>
      <vt:variant>
        <vt:lpwstr>http://www.rmk.ee/</vt:lpwstr>
      </vt:variant>
      <vt:variant>
        <vt:lpwstr/>
      </vt:variant>
      <vt:variant>
        <vt:i4>7864438</vt:i4>
      </vt:variant>
      <vt:variant>
        <vt:i4>35</vt:i4>
      </vt:variant>
      <vt:variant>
        <vt:i4>0</vt:i4>
      </vt:variant>
      <vt:variant>
        <vt:i4>5</vt:i4>
      </vt:variant>
      <vt:variant>
        <vt:lpwstr>http://www.rmk.ee/</vt:lpwstr>
      </vt:variant>
      <vt:variant>
        <vt:lpwstr/>
      </vt:variant>
      <vt:variant>
        <vt:i4>917613</vt:i4>
      </vt:variant>
      <vt:variant>
        <vt:i4>32</vt:i4>
      </vt:variant>
      <vt:variant>
        <vt:i4>0</vt:i4>
      </vt:variant>
      <vt:variant>
        <vt:i4>5</vt:i4>
      </vt:variant>
      <vt:variant>
        <vt:lpwstr>mailto:aktid.edela@rmk.ee</vt:lpwstr>
      </vt:variant>
      <vt:variant>
        <vt:lpwstr/>
      </vt:variant>
      <vt:variant>
        <vt:i4>917613</vt:i4>
      </vt:variant>
      <vt:variant>
        <vt:i4>29</vt:i4>
      </vt:variant>
      <vt:variant>
        <vt:i4>0</vt:i4>
      </vt:variant>
      <vt:variant>
        <vt:i4>5</vt:i4>
      </vt:variant>
      <vt:variant>
        <vt:lpwstr>mailto:aktid.edela@rmk.ee</vt:lpwstr>
      </vt:variant>
      <vt:variant>
        <vt:lpwstr/>
      </vt:variant>
      <vt:variant>
        <vt:i4>917613</vt:i4>
      </vt:variant>
      <vt:variant>
        <vt:i4>26</vt:i4>
      </vt:variant>
      <vt:variant>
        <vt:i4>0</vt:i4>
      </vt:variant>
      <vt:variant>
        <vt:i4>5</vt:i4>
      </vt:variant>
      <vt:variant>
        <vt:lpwstr>mailto:aktid.edela@rmk.ee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User</dc:creator>
  <cp:lastModifiedBy>Silver Suu</cp:lastModifiedBy>
  <cp:revision>4</cp:revision>
  <cp:lastPrinted>2011-09-19T08:13:00Z</cp:lastPrinted>
  <dcterms:created xsi:type="dcterms:W3CDTF">2025-01-10T10:04:00Z</dcterms:created>
  <dcterms:modified xsi:type="dcterms:W3CDTF">2025-01-10T11:43:00Z</dcterms:modified>
</cp:coreProperties>
</file>